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0A" w:rsidRPr="00876D0A" w:rsidRDefault="006A0FF7" w:rsidP="006A0FF7">
      <w:pPr>
        <w:ind w:left="-360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7216637" cy="9925188"/>
            <wp:effectExtent l="19050" t="0" r="3313" b="0"/>
            <wp:docPr id="1" name="Picture 0" descr="AHQ LETTER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Q LETTER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7647" cy="992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D0A" w:rsidRPr="00876D0A" w:rsidSect="006A0FF7">
      <w:pgSz w:w="12240" w:h="15840"/>
      <w:pgMar w:top="360" w:right="36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jaVu LGC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274">
    <w:charset w:val="00"/>
    <w:family w:val="auto"/>
    <w:pitch w:val="variable"/>
    <w:sig w:usb0="00000000" w:usb1="00000000" w:usb2="00000000" w:usb3="00000000" w:csb0="00000000" w:csb1="00000000"/>
  </w:font>
  <w:font w:name="Helvetica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ont294">
    <w:charset w:val="00"/>
    <w:family w:val="auto"/>
    <w:pitch w:val="variable"/>
    <w:sig w:usb0="00000000" w:usb1="00000000" w:usb2="00000000" w:usb3="00000000" w:csb0="0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LCJC F+ 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uturaDemiG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INCondensedWebC">
    <w:charset w:val="00"/>
    <w:family w:val="auto"/>
    <w:pitch w:val="default"/>
    <w:sig w:usb0="00000000" w:usb1="00000000" w:usb2="00000000" w:usb3="00000000" w:csb0="00000000" w:csb1="00000000"/>
  </w:font>
  <w:font w:name="monospace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9AA"/>
    <w:multiLevelType w:val="multilevel"/>
    <w:tmpl w:val="8B32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57D51"/>
    <w:multiLevelType w:val="multilevel"/>
    <w:tmpl w:val="C8A4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43718"/>
    <w:multiLevelType w:val="multilevel"/>
    <w:tmpl w:val="BAB6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33470"/>
    <w:multiLevelType w:val="multilevel"/>
    <w:tmpl w:val="BB52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73D84"/>
    <w:multiLevelType w:val="multilevel"/>
    <w:tmpl w:val="8748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27D38"/>
    <w:multiLevelType w:val="multilevel"/>
    <w:tmpl w:val="215C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44315"/>
    <w:multiLevelType w:val="multilevel"/>
    <w:tmpl w:val="927C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973CE9"/>
    <w:multiLevelType w:val="multilevel"/>
    <w:tmpl w:val="007C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D2F8A"/>
    <w:multiLevelType w:val="multilevel"/>
    <w:tmpl w:val="DF58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E7C0D"/>
    <w:multiLevelType w:val="multilevel"/>
    <w:tmpl w:val="C250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913EFE"/>
    <w:multiLevelType w:val="multilevel"/>
    <w:tmpl w:val="BDA0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45A3A"/>
    <w:multiLevelType w:val="multilevel"/>
    <w:tmpl w:val="4ED2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56B42"/>
    <w:multiLevelType w:val="multilevel"/>
    <w:tmpl w:val="0C64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46051F"/>
    <w:multiLevelType w:val="multilevel"/>
    <w:tmpl w:val="321A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CF7056"/>
    <w:multiLevelType w:val="multilevel"/>
    <w:tmpl w:val="E3C2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980526"/>
    <w:multiLevelType w:val="multilevel"/>
    <w:tmpl w:val="6450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7A063E"/>
    <w:multiLevelType w:val="multilevel"/>
    <w:tmpl w:val="320E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456C4F"/>
    <w:multiLevelType w:val="multilevel"/>
    <w:tmpl w:val="DA5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E149F5"/>
    <w:multiLevelType w:val="multilevel"/>
    <w:tmpl w:val="19EE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BF6745"/>
    <w:multiLevelType w:val="multilevel"/>
    <w:tmpl w:val="0DC8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DD64B8"/>
    <w:multiLevelType w:val="multilevel"/>
    <w:tmpl w:val="68029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1001C5"/>
    <w:multiLevelType w:val="multilevel"/>
    <w:tmpl w:val="2A64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A01EFC"/>
    <w:multiLevelType w:val="multilevel"/>
    <w:tmpl w:val="B36E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8201A"/>
    <w:multiLevelType w:val="multilevel"/>
    <w:tmpl w:val="6C56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017FA8"/>
    <w:multiLevelType w:val="multilevel"/>
    <w:tmpl w:val="3534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F01C27"/>
    <w:multiLevelType w:val="multilevel"/>
    <w:tmpl w:val="8834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2215BF"/>
    <w:multiLevelType w:val="multilevel"/>
    <w:tmpl w:val="D48A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260962"/>
    <w:multiLevelType w:val="multilevel"/>
    <w:tmpl w:val="6986C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F96E84"/>
    <w:multiLevelType w:val="multilevel"/>
    <w:tmpl w:val="233A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0B5986"/>
    <w:multiLevelType w:val="multilevel"/>
    <w:tmpl w:val="7312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E7FE3"/>
    <w:multiLevelType w:val="multilevel"/>
    <w:tmpl w:val="188C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AB3082"/>
    <w:multiLevelType w:val="multilevel"/>
    <w:tmpl w:val="363E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1930CD"/>
    <w:multiLevelType w:val="multilevel"/>
    <w:tmpl w:val="AF4C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1B7DB0"/>
    <w:multiLevelType w:val="multilevel"/>
    <w:tmpl w:val="4558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D20575"/>
    <w:multiLevelType w:val="multilevel"/>
    <w:tmpl w:val="28C8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3263BE"/>
    <w:multiLevelType w:val="multilevel"/>
    <w:tmpl w:val="91EA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165938"/>
    <w:multiLevelType w:val="multilevel"/>
    <w:tmpl w:val="229E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0E50D7"/>
    <w:multiLevelType w:val="multilevel"/>
    <w:tmpl w:val="3AC8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601338"/>
    <w:multiLevelType w:val="multilevel"/>
    <w:tmpl w:val="20329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37"/>
  </w:num>
  <w:num w:numId="3">
    <w:abstractNumId w:val="26"/>
  </w:num>
  <w:num w:numId="4">
    <w:abstractNumId w:val="16"/>
  </w:num>
  <w:num w:numId="5">
    <w:abstractNumId w:val="8"/>
  </w:num>
  <w:num w:numId="6">
    <w:abstractNumId w:val="33"/>
  </w:num>
  <w:num w:numId="7">
    <w:abstractNumId w:val="14"/>
  </w:num>
  <w:num w:numId="8">
    <w:abstractNumId w:val="30"/>
  </w:num>
  <w:num w:numId="9">
    <w:abstractNumId w:val="0"/>
  </w:num>
  <w:num w:numId="10">
    <w:abstractNumId w:val="31"/>
  </w:num>
  <w:num w:numId="11">
    <w:abstractNumId w:val="25"/>
  </w:num>
  <w:num w:numId="12">
    <w:abstractNumId w:val="5"/>
  </w:num>
  <w:num w:numId="13">
    <w:abstractNumId w:val="23"/>
  </w:num>
  <w:num w:numId="14">
    <w:abstractNumId w:val="32"/>
  </w:num>
  <w:num w:numId="15">
    <w:abstractNumId w:val="12"/>
  </w:num>
  <w:num w:numId="16">
    <w:abstractNumId w:val="27"/>
  </w:num>
  <w:num w:numId="17">
    <w:abstractNumId w:val="17"/>
  </w:num>
  <w:num w:numId="18">
    <w:abstractNumId w:val="22"/>
  </w:num>
  <w:num w:numId="19">
    <w:abstractNumId w:val="13"/>
  </w:num>
  <w:num w:numId="20">
    <w:abstractNumId w:val="34"/>
  </w:num>
  <w:num w:numId="21">
    <w:abstractNumId w:val="18"/>
  </w:num>
  <w:num w:numId="22">
    <w:abstractNumId w:val="15"/>
  </w:num>
  <w:num w:numId="23">
    <w:abstractNumId w:val="36"/>
  </w:num>
  <w:num w:numId="24">
    <w:abstractNumId w:val="11"/>
  </w:num>
  <w:num w:numId="25">
    <w:abstractNumId w:val="38"/>
  </w:num>
  <w:num w:numId="26">
    <w:abstractNumId w:val="1"/>
  </w:num>
  <w:num w:numId="27">
    <w:abstractNumId w:val="21"/>
  </w:num>
  <w:num w:numId="28">
    <w:abstractNumId w:val="9"/>
  </w:num>
  <w:num w:numId="29">
    <w:abstractNumId w:val="28"/>
  </w:num>
  <w:num w:numId="30">
    <w:abstractNumId w:val="10"/>
  </w:num>
  <w:num w:numId="31">
    <w:abstractNumId w:val="2"/>
  </w:num>
  <w:num w:numId="32">
    <w:abstractNumId w:val="7"/>
  </w:num>
  <w:num w:numId="33">
    <w:abstractNumId w:val="6"/>
  </w:num>
  <w:num w:numId="34">
    <w:abstractNumId w:val="19"/>
  </w:num>
  <w:num w:numId="35">
    <w:abstractNumId w:val="29"/>
  </w:num>
  <w:num w:numId="36">
    <w:abstractNumId w:val="20"/>
  </w:num>
  <w:num w:numId="37">
    <w:abstractNumId w:val="3"/>
  </w:num>
  <w:num w:numId="38">
    <w:abstractNumId w:val="35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attachedTemplate r:id="rId1"/>
  <w:stylePaneFormatFilter w:val="3F01"/>
  <w:doNotTrackMove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06A"/>
    <w:rsid w:val="0000629F"/>
    <w:rsid w:val="00011D52"/>
    <w:rsid w:val="00034F9E"/>
    <w:rsid w:val="0004316A"/>
    <w:rsid w:val="00044F5B"/>
    <w:rsid w:val="00050246"/>
    <w:rsid w:val="00063313"/>
    <w:rsid w:val="0009799D"/>
    <w:rsid w:val="000A6920"/>
    <w:rsid w:val="000B6F68"/>
    <w:rsid w:val="000E6462"/>
    <w:rsid w:val="00112E31"/>
    <w:rsid w:val="0012286C"/>
    <w:rsid w:val="00133AE3"/>
    <w:rsid w:val="00135C6B"/>
    <w:rsid w:val="00140A9C"/>
    <w:rsid w:val="00143B71"/>
    <w:rsid w:val="00147DBF"/>
    <w:rsid w:val="00175558"/>
    <w:rsid w:val="0018606A"/>
    <w:rsid w:val="001A1FEC"/>
    <w:rsid w:val="001B7DD3"/>
    <w:rsid w:val="001D0245"/>
    <w:rsid w:val="001E1AD9"/>
    <w:rsid w:val="001E1FB6"/>
    <w:rsid w:val="00206D29"/>
    <w:rsid w:val="00215EC1"/>
    <w:rsid w:val="00242256"/>
    <w:rsid w:val="002523F9"/>
    <w:rsid w:val="00255A18"/>
    <w:rsid w:val="002643F4"/>
    <w:rsid w:val="0028488D"/>
    <w:rsid w:val="00284F73"/>
    <w:rsid w:val="00292EC8"/>
    <w:rsid w:val="0029497E"/>
    <w:rsid w:val="00296595"/>
    <w:rsid w:val="0029759C"/>
    <w:rsid w:val="002B3D70"/>
    <w:rsid w:val="002F66B0"/>
    <w:rsid w:val="00312F6F"/>
    <w:rsid w:val="0031611D"/>
    <w:rsid w:val="00323F24"/>
    <w:rsid w:val="003470EE"/>
    <w:rsid w:val="0035254C"/>
    <w:rsid w:val="00355150"/>
    <w:rsid w:val="003620BA"/>
    <w:rsid w:val="00371114"/>
    <w:rsid w:val="0038661F"/>
    <w:rsid w:val="003A53A7"/>
    <w:rsid w:val="003B365E"/>
    <w:rsid w:val="003C0B47"/>
    <w:rsid w:val="003D472C"/>
    <w:rsid w:val="003F4A0B"/>
    <w:rsid w:val="004232CB"/>
    <w:rsid w:val="00423DE5"/>
    <w:rsid w:val="0042630A"/>
    <w:rsid w:val="00437C84"/>
    <w:rsid w:val="00440AA2"/>
    <w:rsid w:val="00457D75"/>
    <w:rsid w:val="0046496A"/>
    <w:rsid w:val="004721A3"/>
    <w:rsid w:val="00476D39"/>
    <w:rsid w:val="0049176D"/>
    <w:rsid w:val="004A6DED"/>
    <w:rsid w:val="004B1A30"/>
    <w:rsid w:val="004B4965"/>
    <w:rsid w:val="004C6DAC"/>
    <w:rsid w:val="004F2437"/>
    <w:rsid w:val="00500824"/>
    <w:rsid w:val="00506AEB"/>
    <w:rsid w:val="00517E3B"/>
    <w:rsid w:val="005237FA"/>
    <w:rsid w:val="00527629"/>
    <w:rsid w:val="00543A45"/>
    <w:rsid w:val="00544B4F"/>
    <w:rsid w:val="00560EEC"/>
    <w:rsid w:val="005725BE"/>
    <w:rsid w:val="005755AB"/>
    <w:rsid w:val="005851B7"/>
    <w:rsid w:val="005A6FE4"/>
    <w:rsid w:val="005B244F"/>
    <w:rsid w:val="005D0A27"/>
    <w:rsid w:val="005D3840"/>
    <w:rsid w:val="005D67FC"/>
    <w:rsid w:val="00620C95"/>
    <w:rsid w:val="00630A5B"/>
    <w:rsid w:val="0063418A"/>
    <w:rsid w:val="00686438"/>
    <w:rsid w:val="00686B32"/>
    <w:rsid w:val="006A0FF7"/>
    <w:rsid w:val="006C39AD"/>
    <w:rsid w:val="006C6365"/>
    <w:rsid w:val="006E44A2"/>
    <w:rsid w:val="00702A56"/>
    <w:rsid w:val="00710C44"/>
    <w:rsid w:val="00710EFD"/>
    <w:rsid w:val="00734052"/>
    <w:rsid w:val="007A03D6"/>
    <w:rsid w:val="007B75D3"/>
    <w:rsid w:val="007C5925"/>
    <w:rsid w:val="007E0478"/>
    <w:rsid w:val="007E1269"/>
    <w:rsid w:val="007E435E"/>
    <w:rsid w:val="007F79F3"/>
    <w:rsid w:val="00800C44"/>
    <w:rsid w:val="00830C1D"/>
    <w:rsid w:val="00836131"/>
    <w:rsid w:val="0083714F"/>
    <w:rsid w:val="00840BB1"/>
    <w:rsid w:val="00844A96"/>
    <w:rsid w:val="0085100E"/>
    <w:rsid w:val="00874F9F"/>
    <w:rsid w:val="00876D0A"/>
    <w:rsid w:val="00892240"/>
    <w:rsid w:val="00892C85"/>
    <w:rsid w:val="008B7137"/>
    <w:rsid w:val="008C261C"/>
    <w:rsid w:val="008C2961"/>
    <w:rsid w:val="008E50CD"/>
    <w:rsid w:val="008E7A1A"/>
    <w:rsid w:val="00911B95"/>
    <w:rsid w:val="009122BD"/>
    <w:rsid w:val="009154F3"/>
    <w:rsid w:val="009221D4"/>
    <w:rsid w:val="00924FF6"/>
    <w:rsid w:val="00927B9F"/>
    <w:rsid w:val="00950BE7"/>
    <w:rsid w:val="00957B96"/>
    <w:rsid w:val="00962AC1"/>
    <w:rsid w:val="009714A0"/>
    <w:rsid w:val="00977766"/>
    <w:rsid w:val="00990797"/>
    <w:rsid w:val="0099265D"/>
    <w:rsid w:val="00992749"/>
    <w:rsid w:val="00995249"/>
    <w:rsid w:val="009A16FD"/>
    <w:rsid w:val="009A383F"/>
    <w:rsid w:val="009A75FC"/>
    <w:rsid w:val="009B2564"/>
    <w:rsid w:val="009D1C57"/>
    <w:rsid w:val="009D2F09"/>
    <w:rsid w:val="009E28E2"/>
    <w:rsid w:val="00A24611"/>
    <w:rsid w:val="00A27EB4"/>
    <w:rsid w:val="00A351A0"/>
    <w:rsid w:val="00A421DE"/>
    <w:rsid w:val="00A527ED"/>
    <w:rsid w:val="00A608BB"/>
    <w:rsid w:val="00A71028"/>
    <w:rsid w:val="00A8604E"/>
    <w:rsid w:val="00AA40FD"/>
    <w:rsid w:val="00AD3C6B"/>
    <w:rsid w:val="00AD678E"/>
    <w:rsid w:val="00AE29CE"/>
    <w:rsid w:val="00AF2603"/>
    <w:rsid w:val="00B021EF"/>
    <w:rsid w:val="00B05E67"/>
    <w:rsid w:val="00B07551"/>
    <w:rsid w:val="00B30D4B"/>
    <w:rsid w:val="00B31F5F"/>
    <w:rsid w:val="00B3376E"/>
    <w:rsid w:val="00B569A0"/>
    <w:rsid w:val="00B64ADF"/>
    <w:rsid w:val="00B84936"/>
    <w:rsid w:val="00B86C9D"/>
    <w:rsid w:val="00BA6E5F"/>
    <w:rsid w:val="00BB2486"/>
    <w:rsid w:val="00BC2653"/>
    <w:rsid w:val="00BF04DD"/>
    <w:rsid w:val="00BF3BDC"/>
    <w:rsid w:val="00BF51D0"/>
    <w:rsid w:val="00BF7B04"/>
    <w:rsid w:val="00C14049"/>
    <w:rsid w:val="00C20353"/>
    <w:rsid w:val="00C31040"/>
    <w:rsid w:val="00C35226"/>
    <w:rsid w:val="00C37A0B"/>
    <w:rsid w:val="00C413DC"/>
    <w:rsid w:val="00C45CE9"/>
    <w:rsid w:val="00C46DBD"/>
    <w:rsid w:val="00C566F1"/>
    <w:rsid w:val="00C669DA"/>
    <w:rsid w:val="00C70172"/>
    <w:rsid w:val="00C83BCA"/>
    <w:rsid w:val="00C9687B"/>
    <w:rsid w:val="00CE2956"/>
    <w:rsid w:val="00CF7805"/>
    <w:rsid w:val="00D26857"/>
    <w:rsid w:val="00D33A6E"/>
    <w:rsid w:val="00D65C56"/>
    <w:rsid w:val="00D904FC"/>
    <w:rsid w:val="00D9495A"/>
    <w:rsid w:val="00DA2336"/>
    <w:rsid w:val="00DB2463"/>
    <w:rsid w:val="00DB334B"/>
    <w:rsid w:val="00DE271D"/>
    <w:rsid w:val="00DF5957"/>
    <w:rsid w:val="00E03EB9"/>
    <w:rsid w:val="00E1254C"/>
    <w:rsid w:val="00E31522"/>
    <w:rsid w:val="00E5013F"/>
    <w:rsid w:val="00E511D0"/>
    <w:rsid w:val="00E52849"/>
    <w:rsid w:val="00E75296"/>
    <w:rsid w:val="00EA210E"/>
    <w:rsid w:val="00EA3123"/>
    <w:rsid w:val="00EB276E"/>
    <w:rsid w:val="00EB46E8"/>
    <w:rsid w:val="00EB4BC0"/>
    <w:rsid w:val="00ED1956"/>
    <w:rsid w:val="00EE22E8"/>
    <w:rsid w:val="00EF21F2"/>
    <w:rsid w:val="00EF485C"/>
    <w:rsid w:val="00EF7D12"/>
    <w:rsid w:val="00F21FBB"/>
    <w:rsid w:val="00F243D7"/>
    <w:rsid w:val="00F34189"/>
    <w:rsid w:val="00F37EFC"/>
    <w:rsid w:val="00F47CDF"/>
    <w:rsid w:val="00F51503"/>
    <w:rsid w:val="00F53346"/>
    <w:rsid w:val="00F53ABB"/>
    <w:rsid w:val="00F55EC6"/>
    <w:rsid w:val="00F857CF"/>
    <w:rsid w:val="00F93458"/>
    <w:rsid w:val="00FA2A88"/>
    <w:rsid w:val="00FA6BD1"/>
    <w:rsid w:val="00FD6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7B9F"/>
    <w:rPr>
      <w:lang w:val="ru-RU" w:eastAsia="ru-RU"/>
    </w:rPr>
  </w:style>
  <w:style w:type="paragraph" w:styleId="Heading1">
    <w:name w:val="heading 1"/>
    <w:aliases w:val="Знак"/>
    <w:basedOn w:val="Normal"/>
    <w:next w:val="Normal"/>
    <w:link w:val="Heading1Char"/>
    <w:uiPriority w:val="9"/>
    <w:qFormat/>
    <w:rsid w:val="009A383F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  <w:outlineLvl w:val="0"/>
    </w:pPr>
    <w:rPr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383F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A383F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 w:cs="Arial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9A383F"/>
    <w:pPr>
      <w:keepNext/>
      <w:overflowPunct w:val="0"/>
      <w:autoSpaceDE w:val="0"/>
      <w:autoSpaceDN w:val="0"/>
      <w:adjustRightInd w:val="0"/>
      <w:spacing w:line="260" w:lineRule="exact"/>
      <w:jc w:val="center"/>
      <w:textAlignment w:val="baseline"/>
      <w:outlineLvl w:val="3"/>
    </w:pPr>
    <w:rPr>
      <w:b/>
      <w:bCs/>
      <w:spacing w:val="-20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qFormat/>
    <w:rsid w:val="009A383F"/>
    <w:pPr>
      <w:keepNext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9A383F"/>
    <w:pPr>
      <w:keepNext/>
      <w:jc w:val="center"/>
      <w:outlineLvl w:val="5"/>
    </w:pPr>
    <w:rPr>
      <w:rFonts w:ascii="Courier New" w:hAnsi="Courier New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9A383F"/>
    <w:pPr>
      <w:keepNext/>
      <w:autoSpaceDE w:val="0"/>
      <w:autoSpaceDN w:val="0"/>
      <w:jc w:val="center"/>
      <w:outlineLvl w:val="6"/>
    </w:pPr>
    <w:rPr>
      <w:rFonts w:ascii="Courier New" w:hAnsi="Courier New" w:cs="Courier New"/>
      <w:spacing w:val="-20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qFormat/>
    <w:rsid w:val="009A383F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Courier New" w:hAnsi="Courier New" w:cs="Courier New"/>
      <w:sz w:val="26"/>
      <w:szCs w:val="26"/>
      <w:u w:val="single"/>
    </w:rPr>
  </w:style>
  <w:style w:type="paragraph" w:styleId="Heading9">
    <w:name w:val="heading 9"/>
    <w:basedOn w:val="Normal"/>
    <w:next w:val="Normal"/>
    <w:link w:val="Heading9Char"/>
    <w:uiPriority w:val="9"/>
    <w:qFormat/>
    <w:rsid w:val="009A383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rsid w:val="00927B9F"/>
    <w:rPr>
      <w:rFonts w:ascii="Arial" w:hAnsi="Arial"/>
      <w:sz w:val="18"/>
      <w:lang w:val="ru-RU" w:eastAsia="ru-RU"/>
    </w:rPr>
  </w:style>
  <w:style w:type="character" w:customStyle="1" w:styleId="a0">
    <w:name w:val="Îñíîâíîé øðèôò"/>
    <w:rsid w:val="00927B9F"/>
  </w:style>
  <w:style w:type="character" w:customStyle="1" w:styleId="a1">
    <w:name w:val="Ãèïåðññûëêà"/>
    <w:rsid w:val="00927B9F"/>
    <w:rPr>
      <w:color w:val="0000FF"/>
      <w:u w:val="single"/>
    </w:rPr>
  </w:style>
  <w:style w:type="paragraph" w:customStyle="1" w:styleId="Iauiue">
    <w:name w:val="Iau?iue"/>
    <w:rsid w:val="00927B9F"/>
    <w:pPr>
      <w:spacing w:before="100" w:after="100"/>
    </w:pPr>
    <w:rPr>
      <w:sz w:val="24"/>
      <w:lang w:val="ru-RU" w:eastAsia="ru-RU"/>
    </w:rPr>
  </w:style>
  <w:style w:type="character" w:customStyle="1" w:styleId="Iniiaiieoeoo">
    <w:name w:val="Iniiaiie o?eoo"/>
    <w:rsid w:val="00927B9F"/>
  </w:style>
  <w:style w:type="character" w:customStyle="1" w:styleId="Aeiannueea">
    <w:name w:val="Aeia?nnueea"/>
    <w:rsid w:val="00927B9F"/>
    <w:rPr>
      <w:color w:val="0000FF"/>
      <w:u w:val="single"/>
    </w:rPr>
  </w:style>
  <w:style w:type="paragraph" w:customStyle="1" w:styleId="iauiue0">
    <w:name w:val="iauiue0"/>
    <w:basedOn w:val="Normal"/>
    <w:rsid w:val="00927B9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2">
    <w:name w:val="Знак Знак Знак Знак Знак Знак Знак"/>
    <w:basedOn w:val="Normal"/>
    <w:rsid w:val="00135C6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Hyperlink">
    <w:name w:val="Hyperlink"/>
    <w:rsid w:val="00D65C56"/>
    <w:rPr>
      <w:color w:val="0000FF"/>
      <w:u w:val="single"/>
    </w:rPr>
  </w:style>
  <w:style w:type="character" w:customStyle="1" w:styleId="1">
    <w:name w:val="Заголовок 1 Знак"/>
    <w:uiPriority w:val="9"/>
    <w:rsid w:val="009A38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9A383F"/>
    <w:rPr>
      <w:sz w:val="24"/>
      <w:szCs w:val="24"/>
    </w:rPr>
  </w:style>
  <w:style w:type="character" w:customStyle="1" w:styleId="Heading3Char">
    <w:name w:val="Heading 3 Char"/>
    <w:link w:val="Heading3"/>
    <w:uiPriority w:val="9"/>
    <w:rsid w:val="009A383F"/>
    <w:rPr>
      <w:rFonts w:ascii="Arial" w:hAnsi="Arial" w:cs="Arial"/>
      <w:b/>
      <w:bCs/>
      <w:sz w:val="32"/>
      <w:szCs w:val="32"/>
    </w:rPr>
  </w:style>
  <w:style w:type="character" w:customStyle="1" w:styleId="Heading4Char">
    <w:name w:val="Heading 4 Char"/>
    <w:link w:val="Heading4"/>
    <w:uiPriority w:val="9"/>
    <w:rsid w:val="009A383F"/>
    <w:rPr>
      <w:b/>
      <w:bCs/>
      <w:spacing w:val="-20"/>
      <w:sz w:val="26"/>
      <w:szCs w:val="26"/>
    </w:rPr>
  </w:style>
  <w:style w:type="character" w:customStyle="1" w:styleId="Heading5Char">
    <w:name w:val="Heading 5 Char"/>
    <w:link w:val="Heading5"/>
    <w:uiPriority w:val="9"/>
    <w:rsid w:val="009A383F"/>
    <w:rPr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rsid w:val="009A383F"/>
    <w:rPr>
      <w:rFonts w:ascii="Courier New" w:hAnsi="Courier New"/>
      <w:b/>
      <w:bCs/>
    </w:rPr>
  </w:style>
  <w:style w:type="character" w:customStyle="1" w:styleId="Heading7Char">
    <w:name w:val="Heading 7 Char"/>
    <w:link w:val="Heading7"/>
    <w:uiPriority w:val="9"/>
    <w:rsid w:val="009A383F"/>
    <w:rPr>
      <w:rFonts w:ascii="Courier New" w:hAnsi="Courier New" w:cs="Courier New"/>
      <w:spacing w:val="-20"/>
      <w:sz w:val="26"/>
      <w:szCs w:val="26"/>
    </w:rPr>
  </w:style>
  <w:style w:type="character" w:customStyle="1" w:styleId="Heading8Char">
    <w:name w:val="Heading 8 Char"/>
    <w:link w:val="Heading8"/>
    <w:uiPriority w:val="9"/>
    <w:rsid w:val="009A383F"/>
    <w:rPr>
      <w:rFonts w:ascii="Courier New" w:hAnsi="Courier New" w:cs="Courier New"/>
      <w:sz w:val="26"/>
      <w:szCs w:val="26"/>
      <w:u w:val="single"/>
    </w:rPr>
  </w:style>
  <w:style w:type="character" w:customStyle="1" w:styleId="Heading9Char">
    <w:name w:val="Heading 9 Char"/>
    <w:link w:val="Heading9"/>
    <w:uiPriority w:val="9"/>
    <w:rsid w:val="009A383F"/>
    <w:rPr>
      <w:rFonts w:ascii="Arial" w:hAnsi="Arial" w:cs="Arial"/>
      <w:sz w:val="22"/>
      <w:szCs w:val="22"/>
    </w:rPr>
  </w:style>
  <w:style w:type="character" w:customStyle="1" w:styleId="Heading1Char">
    <w:name w:val="Heading 1 Char"/>
    <w:aliases w:val="Знак Char"/>
    <w:link w:val="Heading1"/>
    <w:uiPriority w:val="9"/>
    <w:rsid w:val="009A383F"/>
    <w:rPr>
      <w:i/>
      <w:iCs/>
      <w:sz w:val="24"/>
      <w:szCs w:val="24"/>
    </w:rPr>
  </w:style>
  <w:style w:type="character" w:customStyle="1" w:styleId="5">
    <w:name w:val="Знак Знак5"/>
    <w:rsid w:val="009A383F"/>
    <w:rPr>
      <w:i/>
      <w:iCs/>
      <w:sz w:val="24"/>
      <w:szCs w:val="24"/>
      <w:lang w:val="ru-RU" w:eastAsia="ru-RU" w:bidi="ar-SA"/>
    </w:rPr>
  </w:style>
  <w:style w:type="paragraph" w:customStyle="1" w:styleId="Char1">
    <w:name w:val="Char1"/>
    <w:basedOn w:val="Normal"/>
    <w:semiHidden/>
    <w:rsid w:val="009A383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">
    <w:name w:val="Знак Знак4"/>
    <w:rsid w:val="009A383F"/>
    <w:rPr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"/>
    <w:rsid w:val="009A38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HeaderChar">
    <w:name w:val="Header Char"/>
    <w:link w:val="Header"/>
    <w:rsid w:val="009A383F"/>
    <w:rPr>
      <w:rFonts w:ascii="Courier New" w:hAnsi="Courier New" w:cs="Courier New"/>
    </w:rPr>
  </w:style>
  <w:style w:type="character" w:customStyle="1" w:styleId="10">
    <w:name w:val="Знак Знак1"/>
    <w:rsid w:val="009A383F"/>
    <w:rPr>
      <w:rFonts w:ascii="Courier New" w:hAnsi="Courier New" w:cs="Courier New"/>
      <w:lang w:val="ru-RU" w:eastAsia="ru-RU" w:bidi="ar-SA"/>
    </w:rPr>
  </w:style>
  <w:style w:type="character" w:styleId="PageNumber">
    <w:name w:val="page number"/>
    <w:rsid w:val="009A383F"/>
  </w:style>
  <w:style w:type="paragraph" w:styleId="Footer">
    <w:name w:val="footer"/>
    <w:basedOn w:val="Normal"/>
    <w:link w:val="FooterChar"/>
    <w:rsid w:val="009A38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FooterChar">
    <w:name w:val="Footer Char"/>
    <w:link w:val="Footer"/>
    <w:rsid w:val="009A383F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9A383F"/>
    <w:pPr>
      <w:widowControl w:val="0"/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character" w:customStyle="1" w:styleId="BodyTextChar">
    <w:name w:val="Body Text Char"/>
    <w:link w:val="BodyText"/>
    <w:rsid w:val="009A383F"/>
    <w:rPr>
      <w:sz w:val="28"/>
      <w:szCs w:val="28"/>
    </w:rPr>
  </w:style>
  <w:style w:type="character" w:customStyle="1" w:styleId="2">
    <w:name w:val="Знак Знак2"/>
    <w:rsid w:val="009A383F"/>
    <w:rPr>
      <w:sz w:val="28"/>
      <w:szCs w:val="28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9A383F"/>
    <w:pPr>
      <w:jc w:val="both"/>
    </w:pPr>
    <w:rPr>
      <w:sz w:val="26"/>
      <w:szCs w:val="26"/>
    </w:rPr>
  </w:style>
  <w:style w:type="character" w:customStyle="1" w:styleId="BodyTextIndentChar">
    <w:name w:val="Body Text Indent Char"/>
    <w:link w:val="BodyTextIndent"/>
    <w:rsid w:val="009A383F"/>
    <w:rPr>
      <w:sz w:val="26"/>
      <w:szCs w:val="26"/>
    </w:rPr>
  </w:style>
  <w:style w:type="character" w:customStyle="1" w:styleId="20">
    <w:name w:val="Знак Знак2"/>
    <w:locked/>
    <w:rsid w:val="009A383F"/>
    <w:rPr>
      <w:sz w:val="26"/>
      <w:szCs w:val="26"/>
      <w:lang w:val="ru-RU" w:eastAsia="ru-RU" w:bidi="ar-SA"/>
    </w:rPr>
  </w:style>
  <w:style w:type="paragraph" w:styleId="BodyTextIndent2">
    <w:name w:val="Body Text Indent 2"/>
    <w:basedOn w:val="Normal"/>
    <w:link w:val="BodyTextIndent2Char"/>
    <w:rsid w:val="009A383F"/>
    <w:pPr>
      <w:widowControl w:val="0"/>
      <w:overflowPunct w:val="0"/>
      <w:autoSpaceDE w:val="0"/>
      <w:autoSpaceDN w:val="0"/>
      <w:adjustRightInd w:val="0"/>
      <w:spacing w:line="360" w:lineRule="auto"/>
      <w:ind w:left="4962"/>
      <w:jc w:val="both"/>
      <w:textAlignment w:val="baseline"/>
    </w:pPr>
    <w:rPr>
      <w:sz w:val="28"/>
      <w:szCs w:val="28"/>
    </w:rPr>
  </w:style>
  <w:style w:type="character" w:customStyle="1" w:styleId="BodyTextIndent2Char">
    <w:name w:val="Body Text Indent 2 Char"/>
    <w:link w:val="BodyTextIndent2"/>
    <w:rsid w:val="009A383F"/>
    <w:rPr>
      <w:sz w:val="28"/>
      <w:szCs w:val="28"/>
    </w:rPr>
  </w:style>
  <w:style w:type="paragraph" w:styleId="Title">
    <w:name w:val="Title"/>
    <w:basedOn w:val="Normal"/>
    <w:next w:val="BodyText"/>
    <w:link w:val="TitleChar"/>
    <w:rsid w:val="009A383F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TitleChar">
    <w:name w:val="Title Char"/>
    <w:link w:val="Title"/>
    <w:uiPriority w:val="10"/>
    <w:rsid w:val="009A383F"/>
    <w:rPr>
      <w:rFonts w:ascii="Courier New" w:hAnsi="Courier New" w:cs="Courier New"/>
      <w:b/>
      <w:bCs/>
      <w:i/>
      <w:iCs/>
      <w:spacing w:val="-20"/>
      <w:sz w:val="26"/>
      <w:szCs w:val="26"/>
    </w:rPr>
  </w:style>
  <w:style w:type="paragraph" w:customStyle="1" w:styleId="iaii">
    <w:name w:val="ia?ii?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styleId="BodyText3">
    <w:name w:val="Body Text 3"/>
    <w:basedOn w:val="Normal"/>
    <w:link w:val="BodyText3Char"/>
    <w:rsid w:val="009A383F"/>
    <w:pPr>
      <w:overflowPunct w:val="0"/>
      <w:autoSpaceDE w:val="0"/>
      <w:autoSpaceDN w:val="0"/>
      <w:adjustRightInd w:val="0"/>
    </w:pPr>
    <w:rPr>
      <w:sz w:val="26"/>
      <w:szCs w:val="26"/>
    </w:rPr>
  </w:style>
  <w:style w:type="character" w:customStyle="1" w:styleId="BodyText3Char">
    <w:name w:val="Body Text 3 Char"/>
    <w:link w:val="BodyText3"/>
    <w:rsid w:val="009A383F"/>
    <w:rPr>
      <w:sz w:val="26"/>
      <w:szCs w:val="26"/>
    </w:rPr>
  </w:style>
  <w:style w:type="character" w:customStyle="1" w:styleId="a3">
    <w:name w:val="Знак Знак"/>
    <w:semiHidden/>
    <w:rsid w:val="009A383F"/>
    <w:rPr>
      <w:sz w:val="26"/>
      <w:szCs w:val="26"/>
      <w:lang w:val="ru-RU" w:eastAsia="ru-RU" w:bidi="ar-SA"/>
    </w:rPr>
  </w:style>
  <w:style w:type="paragraph" w:customStyle="1" w:styleId="iaii1">
    <w:name w:val="ia?ii?1"/>
    <w:basedOn w:val="iaii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iaii2">
    <w:name w:val="ia?ii?2"/>
    <w:basedOn w:val="iaii"/>
    <w:rsid w:val="009A383F"/>
    <w:pPr>
      <w:jc w:val="center"/>
    </w:pPr>
    <w:rPr>
      <w:b/>
      <w:bCs/>
      <w:caps/>
    </w:rPr>
  </w:style>
  <w:style w:type="paragraph" w:customStyle="1" w:styleId="iaii3">
    <w:name w:val="ia?ii?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character" w:styleId="Strong">
    <w:name w:val="Strong"/>
    <w:uiPriority w:val="22"/>
    <w:qFormat/>
    <w:rsid w:val="009A383F"/>
    <w:rPr>
      <w:b/>
      <w:bCs/>
    </w:rPr>
  </w:style>
  <w:style w:type="paragraph" w:customStyle="1" w:styleId="a4">
    <w:name w:val="ìåðîïð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11">
    <w:name w:val="ìåðîïð1"/>
    <w:basedOn w:val="a4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21">
    <w:name w:val="ìåðîïð2"/>
    <w:basedOn w:val="a4"/>
    <w:rsid w:val="009A383F"/>
    <w:pPr>
      <w:jc w:val="center"/>
    </w:pPr>
    <w:rPr>
      <w:b/>
      <w:bCs/>
      <w:caps/>
    </w:rPr>
  </w:style>
  <w:style w:type="paragraph" w:customStyle="1" w:styleId="3">
    <w:name w:val="ìåðîïð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a5">
    <w:name w:val="ÌÅÐÎÏÐ"/>
    <w:basedOn w:val="Normal"/>
    <w:rsid w:val="009A383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12">
    <w:name w:val="меропр1"/>
    <w:basedOn w:val="a6"/>
    <w:rsid w:val="009A383F"/>
    <w:pPr>
      <w:jc w:val="center"/>
    </w:pPr>
    <w:rPr>
      <w:b/>
      <w:bCs/>
      <w:i/>
      <w:iCs/>
      <w:caps/>
      <w:sz w:val="27"/>
      <w:szCs w:val="27"/>
    </w:rPr>
  </w:style>
  <w:style w:type="paragraph" w:customStyle="1" w:styleId="a6">
    <w:name w:val="меропр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20"/>
      <w:sz w:val="26"/>
      <w:szCs w:val="26"/>
    </w:rPr>
  </w:style>
  <w:style w:type="paragraph" w:customStyle="1" w:styleId="30">
    <w:name w:val="меропр3"/>
    <w:basedOn w:val="Normal"/>
    <w:rsid w:val="009A383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22">
    <w:name w:val="меропр2"/>
    <w:basedOn w:val="a6"/>
    <w:rsid w:val="009A383F"/>
    <w:pPr>
      <w:jc w:val="center"/>
    </w:pPr>
    <w:rPr>
      <w:b/>
      <w:bCs/>
      <w:caps/>
    </w:rPr>
  </w:style>
  <w:style w:type="paragraph" w:customStyle="1" w:styleId="a7">
    <w:name w:val="МЕРОПР"/>
    <w:basedOn w:val="Normal"/>
    <w:rsid w:val="009A383F"/>
    <w:pPr>
      <w:widowControl w:val="0"/>
      <w:autoSpaceDE w:val="0"/>
      <w:autoSpaceDN w:val="0"/>
    </w:pPr>
    <w:rPr>
      <w:rFonts w:ascii="Courier New" w:hAnsi="Courier New" w:cs="Courier New"/>
      <w:spacing w:val="-20"/>
      <w:sz w:val="26"/>
      <w:szCs w:val="26"/>
    </w:rPr>
  </w:style>
  <w:style w:type="paragraph" w:styleId="BlockText">
    <w:name w:val="Block Text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  <w:szCs w:val="24"/>
    </w:rPr>
  </w:style>
  <w:style w:type="paragraph" w:customStyle="1" w:styleId="a8">
    <w:name w:val="ижний колонтитул"/>
    <w:basedOn w:val="Normal"/>
    <w:rsid w:val="009A383F"/>
    <w:pPr>
      <w:widowControl w:val="0"/>
      <w:tabs>
        <w:tab w:val="center" w:pos="4153"/>
        <w:tab w:val="right" w:pos="8306"/>
      </w:tabs>
      <w:ind w:firstLine="709"/>
      <w:jc w:val="both"/>
    </w:pPr>
    <w:rPr>
      <w:sz w:val="28"/>
      <w:szCs w:val="28"/>
    </w:rPr>
  </w:style>
  <w:style w:type="paragraph" w:customStyle="1" w:styleId="ConsTitle">
    <w:name w:val="ConsTitle"/>
    <w:rsid w:val="009A383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  <w:lang w:val="ru-RU" w:eastAsia="ru-RU"/>
    </w:rPr>
  </w:style>
  <w:style w:type="paragraph" w:customStyle="1" w:styleId="ConsNormal">
    <w:name w:val="ConsNormal"/>
    <w:rsid w:val="009A383F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9A383F"/>
    <w:pPr>
      <w:tabs>
        <w:tab w:val="left" w:pos="284"/>
      </w:tabs>
      <w:overflowPunct w:val="0"/>
      <w:autoSpaceDE w:val="0"/>
      <w:autoSpaceDN w:val="0"/>
      <w:adjustRightInd w:val="0"/>
      <w:spacing w:line="240" w:lineRule="exact"/>
      <w:ind w:firstLine="397"/>
      <w:jc w:val="both"/>
      <w:textAlignment w:val="baseline"/>
    </w:pPr>
    <w:rPr>
      <w:rFonts w:ascii="Courier New" w:hAnsi="Courier New" w:cs="Courier New"/>
    </w:rPr>
  </w:style>
  <w:style w:type="character" w:customStyle="1" w:styleId="PlainTextChar1">
    <w:name w:val="Plain Text Char1"/>
    <w:link w:val="PlainText"/>
    <w:uiPriority w:val="99"/>
    <w:rsid w:val="009A383F"/>
    <w:rPr>
      <w:rFonts w:ascii="Courier New" w:hAnsi="Courier New" w:cs="Courier New"/>
    </w:rPr>
  </w:style>
  <w:style w:type="paragraph" w:customStyle="1" w:styleId="a9">
    <w:name w:val="Без отступа"/>
    <w:basedOn w:val="Normal"/>
    <w:rsid w:val="009A383F"/>
    <w:rPr>
      <w:sz w:val="28"/>
      <w:szCs w:val="28"/>
    </w:rPr>
  </w:style>
  <w:style w:type="paragraph" w:styleId="Caption">
    <w:name w:val="caption"/>
    <w:basedOn w:val="Normal"/>
    <w:uiPriority w:val="35"/>
    <w:qFormat/>
    <w:rsid w:val="009A383F"/>
    <w:pPr>
      <w:jc w:val="center"/>
    </w:pPr>
    <w:rPr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aaieiaie1">
    <w:name w:val="caaieiaie 1"/>
    <w:basedOn w:val="Iauiue"/>
    <w:next w:val="Iauiue"/>
    <w:rsid w:val="009A383F"/>
    <w:pPr>
      <w:keepNext/>
      <w:spacing w:before="0" w:after="0"/>
      <w:jc w:val="center"/>
    </w:pPr>
    <w:rPr>
      <w:rFonts w:ascii="Arial" w:hAnsi="Arial"/>
      <w:b/>
      <w:sz w:val="20"/>
    </w:rPr>
  </w:style>
  <w:style w:type="character" w:styleId="FollowedHyperlink">
    <w:name w:val="FollowedHyperlink"/>
    <w:rsid w:val="009A383F"/>
    <w:rPr>
      <w:color w:val="800080"/>
      <w:u w:val="single"/>
    </w:rPr>
  </w:style>
  <w:style w:type="paragraph" w:customStyle="1" w:styleId="meny">
    <w:name w:val="meny"/>
    <w:basedOn w:val="Normal"/>
    <w:rsid w:val="009A383F"/>
    <w:pPr>
      <w:spacing w:before="80" w:after="40"/>
    </w:pPr>
    <w:rPr>
      <w:rFonts w:ascii="Verdana" w:eastAsia="Arial Unicode MS" w:hAnsi="Verdana" w:cs="Arial Unicode MS"/>
      <w:color w:val="800000"/>
      <w:sz w:val="16"/>
      <w:szCs w:val="16"/>
    </w:rPr>
  </w:style>
  <w:style w:type="paragraph" w:customStyle="1" w:styleId="news">
    <w:name w:val="news"/>
    <w:basedOn w:val="Normal"/>
    <w:rsid w:val="009A383F"/>
    <w:pPr>
      <w:spacing w:before="100" w:after="100"/>
      <w:jc w:val="center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1">
    <w:name w:val="head1"/>
    <w:basedOn w:val="Normal"/>
    <w:rsid w:val="009A383F"/>
    <w:pPr>
      <w:spacing w:before="120" w:after="120"/>
      <w:ind w:left="100" w:right="100"/>
    </w:pPr>
    <w:rPr>
      <w:rFonts w:ascii="Verdana" w:eastAsia="Arial Unicode MS" w:hAnsi="Verdana" w:cs="Arial Unicode MS"/>
      <w:b/>
      <w:bCs/>
      <w:color w:val="800000"/>
      <w:sz w:val="16"/>
      <w:szCs w:val="16"/>
    </w:rPr>
  </w:style>
  <w:style w:type="paragraph" w:customStyle="1" w:styleId="head2">
    <w:name w:val="head2"/>
    <w:basedOn w:val="Normal"/>
    <w:rsid w:val="009A383F"/>
    <w:pPr>
      <w:spacing w:before="100" w:after="100"/>
      <w:ind w:left="100" w:right="10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3">
    <w:name w:val="head3"/>
    <w:basedOn w:val="Normal"/>
    <w:rsid w:val="009A383F"/>
    <w:pPr>
      <w:spacing w:before="60" w:after="60"/>
      <w:jc w:val="center"/>
    </w:pPr>
    <w:rPr>
      <w:rFonts w:ascii="Verdana" w:eastAsia="Arial Unicode MS" w:hAnsi="Verdana" w:cs="Arial Unicode MS"/>
      <w:b/>
      <w:bCs/>
      <w:color w:val="B00000"/>
      <w:sz w:val="15"/>
      <w:szCs w:val="15"/>
    </w:rPr>
  </w:style>
  <w:style w:type="paragraph" w:customStyle="1" w:styleId="head4">
    <w:name w:val="head4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B00000"/>
    </w:rPr>
  </w:style>
  <w:style w:type="paragraph" w:customStyle="1" w:styleId="head5">
    <w:name w:val="head5"/>
    <w:basedOn w:val="Normal"/>
    <w:rsid w:val="009A383F"/>
    <w:pPr>
      <w:spacing w:before="60" w:after="60"/>
      <w:jc w:val="center"/>
    </w:pPr>
    <w:rPr>
      <w:rFonts w:ascii="Verdana" w:eastAsia="Arial Unicode MS" w:hAnsi="Verdana" w:cs="Arial Unicode MS"/>
      <w:b/>
      <w:bCs/>
      <w:color w:val="CC0000"/>
      <w:sz w:val="16"/>
      <w:szCs w:val="16"/>
    </w:rPr>
  </w:style>
  <w:style w:type="paragraph" w:customStyle="1" w:styleId="txtbottom2">
    <w:name w:val="txt_bottom2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txtbottom1">
    <w:name w:val="txt_bottom1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txtbottom3">
    <w:name w:val="txt_bottom3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000000"/>
      <w:sz w:val="12"/>
      <w:szCs w:val="12"/>
    </w:rPr>
  </w:style>
  <w:style w:type="paragraph" w:customStyle="1" w:styleId="txtbottom4">
    <w:name w:val="txt_bottom4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2"/>
      <w:szCs w:val="12"/>
    </w:rPr>
  </w:style>
  <w:style w:type="paragraph" w:customStyle="1" w:styleId="gb">
    <w:name w:val="gb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  <w:sz w:val="15"/>
      <w:szCs w:val="15"/>
    </w:rPr>
  </w:style>
  <w:style w:type="paragraph" w:customStyle="1" w:styleId="headstyle">
    <w:name w:val="headstyle"/>
    <w:basedOn w:val="Normal"/>
    <w:rsid w:val="009A383F"/>
    <w:pPr>
      <w:spacing w:before="60" w:after="40"/>
    </w:pPr>
    <w:rPr>
      <w:rFonts w:ascii="Verdana" w:eastAsia="Arial Unicode MS" w:hAnsi="Verdana" w:cs="Arial Unicode MS"/>
      <w:b/>
      <w:bCs/>
      <w:color w:val="CC0000"/>
      <w:sz w:val="15"/>
      <w:szCs w:val="15"/>
    </w:rPr>
  </w:style>
  <w:style w:type="paragraph" w:customStyle="1" w:styleId="textstyle">
    <w:name w:val="textstyle"/>
    <w:basedOn w:val="Normal"/>
    <w:rsid w:val="009A383F"/>
    <w:pPr>
      <w:spacing w:before="60" w:after="40"/>
      <w:jc w:val="both"/>
    </w:pPr>
    <w:rPr>
      <w:rFonts w:ascii="Verdana" w:eastAsia="Arial Unicode MS" w:hAnsi="Verdana" w:cs="Arial Unicode MS"/>
      <w:color w:val="800000"/>
    </w:rPr>
  </w:style>
  <w:style w:type="paragraph" w:customStyle="1" w:styleId="namenews">
    <w:name w:val="namenews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commentstyle">
    <w:name w:val="commentstyle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6"/>
      <w:szCs w:val="16"/>
    </w:rPr>
  </w:style>
  <w:style w:type="paragraph" w:customStyle="1" w:styleId="publstyle">
    <w:name w:val="publstyle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rubrstyle">
    <w:name w:val="rubrstyle"/>
    <w:basedOn w:val="Normal"/>
    <w:rsid w:val="009A383F"/>
    <w:pPr>
      <w:spacing w:before="60" w:after="40"/>
    </w:pPr>
    <w:rPr>
      <w:rFonts w:ascii="Verdana" w:eastAsia="Arial Unicode MS" w:hAnsi="Verdana" w:cs="Arial Unicode MS"/>
      <w:color w:val="800000"/>
    </w:rPr>
  </w:style>
  <w:style w:type="paragraph" w:customStyle="1" w:styleId="nonews">
    <w:name w:val="nonews"/>
    <w:basedOn w:val="Normal"/>
    <w:rsid w:val="009A383F"/>
    <w:pPr>
      <w:spacing w:before="60" w:after="40"/>
      <w:jc w:val="center"/>
    </w:pPr>
    <w:rPr>
      <w:rFonts w:ascii="Verdana" w:eastAsia="Arial Unicode MS" w:hAnsi="Verdana" w:cs="Arial Unicode MS"/>
      <w:color w:val="8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rsid w:val="009A3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9A383F"/>
    <w:rPr>
      <w:rFonts w:ascii="Courier New" w:eastAsia="Arial Unicode MS" w:hAnsi="Courier New" w:cs="Courier New"/>
    </w:rPr>
  </w:style>
  <w:style w:type="character" w:styleId="Emphasis">
    <w:name w:val="Emphasis"/>
    <w:uiPriority w:val="20"/>
    <w:qFormat/>
    <w:rsid w:val="009A383F"/>
    <w:rPr>
      <w:i/>
      <w:iCs/>
    </w:rPr>
  </w:style>
  <w:style w:type="paragraph" w:customStyle="1" w:styleId="aa">
    <w:name w:val="План"/>
    <w:basedOn w:val="BodyText2"/>
    <w:rsid w:val="009A383F"/>
    <w:pPr>
      <w:spacing w:before="0" w:after="0" w:line="240" w:lineRule="auto"/>
    </w:pPr>
    <w:rPr>
      <w:rFonts w:ascii="Courier New" w:hAnsi="Courier New" w:cs="Courier New"/>
      <w:b/>
      <w:bCs/>
    </w:rPr>
  </w:style>
  <w:style w:type="paragraph" w:styleId="BodyText2">
    <w:name w:val="Body Text 2"/>
    <w:basedOn w:val="Normal"/>
    <w:link w:val="BodyText2Char"/>
    <w:rsid w:val="009A383F"/>
    <w:pPr>
      <w:spacing w:before="100" w:after="120" w:line="480" w:lineRule="auto"/>
    </w:pPr>
    <w:rPr>
      <w:sz w:val="24"/>
      <w:szCs w:val="24"/>
    </w:rPr>
  </w:style>
  <w:style w:type="character" w:customStyle="1" w:styleId="BodyText2Char">
    <w:name w:val="Body Text 2 Char"/>
    <w:link w:val="BodyText2"/>
    <w:rsid w:val="009A383F"/>
    <w:rPr>
      <w:sz w:val="24"/>
      <w:szCs w:val="24"/>
    </w:rPr>
  </w:style>
  <w:style w:type="character" w:customStyle="1" w:styleId="ab">
    <w:name w:val="Знак Знак"/>
    <w:semiHidden/>
    <w:locked/>
    <w:rsid w:val="009A383F"/>
    <w:rPr>
      <w:sz w:val="24"/>
      <w:szCs w:val="24"/>
      <w:lang w:val="ru-RU" w:eastAsia="ru-RU" w:bidi="ar-SA"/>
    </w:rPr>
  </w:style>
  <w:style w:type="paragraph" w:customStyle="1" w:styleId="300">
    <w:name w:val="30"/>
    <w:basedOn w:val="Normal"/>
    <w:rsid w:val="009A383F"/>
    <w:pPr>
      <w:overflowPunct w:val="0"/>
      <w:autoSpaceDE w:val="0"/>
      <w:autoSpaceDN w:val="0"/>
      <w:jc w:val="center"/>
    </w:pPr>
    <w:rPr>
      <w:rFonts w:ascii="Courier New" w:hAnsi="Courier New" w:cs="Courier New"/>
      <w:i/>
      <w:iCs/>
      <w:spacing w:val="-20"/>
      <w:sz w:val="26"/>
      <w:szCs w:val="26"/>
    </w:rPr>
  </w:style>
  <w:style w:type="paragraph" w:customStyle="1" w:styleId="200">
    <w:name w:val="20"/>
    <w:basedOn w:val="Normal"/>
    <w:rsid w:val="009A383F"/>
    <w:pPr>
      <w:overflowPunct w:val="0"/>
      <w:autoSpaceDE w:val="0"/>
      <w:autoSpaceDN w:val="0"/>
      <w:jc w:val="center"/>
    </w:pPr>
    <w:rPr>
      <w:rFonts w:ascii="Courier New" w:hAnsi="Courier New" w:cs="Courier New"/>
      <w:b/>
      <w:bCs/>
      <w:caps/>
      <w:spacing w:val="-20"/>
      <w:sz w:val="26"/>
      <w:szCs w:val="26"/>
    </w:rPr>
  </w:style>
  <w:style w:type="paragraph" w:styleId="Subtitle">
    <w:name w:val="Subtitle"/>
    <w:basedOn w:val="Normal"/>
    <w:link w:val="SubtitleChar"/>
    <w:uiPriority w:val="11"/>
    <w:qFormat/>
    <w:rsid w:val="009A383F"/>
    <w:pPr>
      <w:jc w:val="center"/>
    </w:pPr>
    <w:rPr>
      <w:rFonts w:ascii="Courier New" w:hAnsi="Courier New"/>
      <w:b/>
      <w:bCs/>
      <w:sz w:val="27"/>
      <w:szCs w:val="27"/>
    </w:rPr>
  </w:style>
  <w:style w:type="character" w:customStyle="1" w:styleId="SubtitleChar">
    <w:name w:val="Subtitle Char"/>
    <w:link w:val="Subtitle"/>
    <w:uiPriority w:val="11"/>
    <w:rsid w:val="009A383F"/>
    <w:rPr>
      <w:rFonts w:ascii="Courier New" w:hAnsi="Courier New"/>
      <w:b/>
      <w:bCs/>
      <w:sz w:val="27"/>
      <w:szCs w:val="27"/>
    </w:rPr>
  </w:style>
  <w:style w:type="paragraph" w:customStyle="1" w:styleId="caaieiaie2">
    <w:name w:val="caaieiaie 2"/>
    <w:basedOn w:val="Iauiue"/>
    <w:next w:val="Iauiue"/>
    <w:rsid w:val="009A383F"/>
    <w:pPr>
      <w:keepNext/>
      <w:spacing w:before="0" w:after="0"/>
      <w:jc w:val="both"/>
    </w:pPr>
    <w:rPr>
      <w:rFonts w:ascii="Arial" w:hAnsi="Arial"/>
      <w:b/>
      <w:i/>
      <w:sz w:val="20"/>
    </w:rPr>
  </w:style>
  <w:style w:type="paragraph" w:customStyle="1" w:styleId="Iniiaiieoaeno">
    <w:name w:val="Iniiaiie oaeno"/>
    <w:basedOn w:val="Iauiue"/>
    <w:rsid w:val="009A383F"/>
    <w:pPr>
      <w:spacing w:before="0" w:after="0"/>
      <w:jc w:val="both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9A3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383F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9A383F"/>
    <w:pPr>
      <w:framePr w:w="7920" w:h="1980" w:hRule="exact" w:hSpace="180" w:wrap="auto" w:hAnchor="page" w:xAlign="center" w:yAlign="bottom"/>
      <w:ind w:left="2880"/>
    </w:pPr>
    <w:rPr>
      <w:rFonts w:ascii="Courier New" w:hAnsi="Courier New" w:cs="Courier New"/>
      <w:b/>
      <w:bCs/>
      <w:i/>
      <w:iCs/>
      <w:sz w:val="36"/>
      <w:szCs w:val="36"/>
    </w:rPr>
  </w:style>
  <w:style w:type="character" w:customStyle="1" w:styleId="newsdata1">
    <w:name w:val="newsdata1"/>
    <w:rsid w:val="009A383F"/>
    <w:rPr>
      <w:b/>
      <w:bCs/>
      <w:color w:val="auto"/>
      <w:shd w:val="clear" w:color="auto" w:fill="FFFFFF"/>
    </w:rPr>
  </w:style>
  <w:style w:type="paragraph" w:customStyle="1" w:styleId="ac">
    <w:name w:val="a"/>
    <w:basedOn w:val="Normal"/>
    <w:rsid w:val="009A383F"/>
    <w:pPr>
      <w:overflowPunct w:val="0"/>
      <w:autoSpaceDE w:val="0"/>
      <w:autoSpaceDN w:val="0"/>
    </w:pPr>
    <w:rPr>
      <w:rFonts w:ascii="Courier New" w:hAnsi="Courier New" w:cs="Courier New"/>
      <w:spacing w:val="-20"/>
      <w:sz w:val="26"/>
      <w:szCs w:val="26"/>
    </w:rPr>
  </w:style>
  <w:style w:type="paragraph" w:customStyle="1" w:styleId="31">
    <w:name w:val="3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i/>
      <w:iCs/>
      <w:spacing w:val="-20"/>
      <w:sz w:val="26"/>
      <w:szCs w:val="26"/>
    </w:rPr>
  </w:style>
  <w:style w:type="paragraph" w:customStyle="1" w:styleId="13">
    <w:name w:val="1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b/>
      <w:bCs/>
      <w:i/>
      <w:iCs/>
      <w:caps/>
      <w:spacing w:val="-20"/>
      <w:sz w:val="27"/>
      <w:szCs w:val="27"/>
    </w:rPr>
  </w:style>
  <w:style w:type="paragraph" w:customStyle="1" w:styleId="23">
    <w:name w:val="2"/>
    <w:basedOn w:val="Normal"/>
    <w:rsid w:val="009A383F"/>
    <w:pPr>
      <w:overflowPunct w:val="0"/>
      <w:autoSpaceDE w:val="0"/>
      <w:autoSpaceDN w:val="0"/>
      <w:jc w:val="center"/>
    </w:pPr>
    <w:rPr>
      <w:rFonts w:ascii="Courier New" w:eastAsia="Arial Unicode MS" w:hAnsi="Courier New" w:cs="Courier New"/>
      <w:b/>
      <w:bCs/>
      <w:caps/>
      <w:spacing w:val="-20"/>
      <w:sz w:val="26"/>
      <w:szCs w:val="26"/>
    </w:rPr>
  </w:style>
  <w:style w:type="character" w:customStyle="1" w:styleId="tendersubject1">
    <w:name w:val="tendersubject1"/>
    <w:rsid w:val="009A383F"/>
    <w:rPr>
      <w:b/>
      <w:bCs/>
      <w:color w:val="0000FF"/>
      <w:sz w:val="20"/>
      <w:szCs w:val="20"/>
    </w:rPr>
  </w:style>
  <w:style w:type="character" w:customStyle="1" w:styleId="headstyle1">
    <w:name w:val="headstyle1"/>
    <w:rsid w:val="009A383F"/>
    <w:rPr>
      <w:rFonts w:ascii="Verdana" w:hAnsi="Verdana" w:cs="Verdana"/>
      <w:b/>
      <w:bCs/>
      <w:color w:val="auto"/>
      <w:sz w:val="14"/>
      <w:szCs w:val="14"/>
    </w:rPr>
  </w:style>
  <w:style w:type="character" w:customStyle="1" w:styleId="txtbl11">
    <w:name w:val="txtbl11"/>
    <w:rsid w:val="009A383F"/>
    <w:rPr>
      <w:b/>
      <w:bCs/>
      <w:color w:val="auto"/>
    </w:rPr>
  </w:style>
  <w:style w:type="character" w:customStyle="1" w:styleId="ad">
    <w:name w:val="МЕРОПР Знак"/>
    <w:rsid w:val="009A383F"/>
    <w:rPr>
      <w:rFonts w:ascii="Courier New" w:hAnsi="Courier New" w:cs="Courier New"/>
      <w:spacing w:val="-20"/>
      <w:sz w:val="26"/>
      <w:szCs w:val="26"/>
      <w:lang w:val="ru-RU" w:eastAsia="ru-RU"/>
    </w:rPr>
  </w:style>
  <w:style w:type="paragraph" w:customStyle="1" w:styleId="iauiue1">
    <w:name w:val="iauiu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H2">
    <w:name w:val="H2"/>
    <w:basedOn w:val="Normal"/>
    <w:next w:val="Normal"/>
    <w:rsid w:val="009A383F"/>
    <w:pPr>
      <w:keepNext/>
      <w:autoSpaceDE w:val="0"/>
      <w:autoSpaceDN w:val="0"/>
      <w:adjustRightInd w:val="0"/>
      <w:spacing w:before="100" w:after="100"/>
      <w:outlineLvl w:val="2"/>
    </w:pPr>
    <w:rPr>
      <w:rFonts w:ascii="Courier New" w:hAnsi="Courier New"/>
      <w:b/>
      <w:bCs/>
      <w:sz w:val="36"/>
      <w:szCs w:val="36"/>
    </w:rPr>
  </w:style>
  <w:style w:type="paragraph" w:customStyle="1" w:styleId="FR1">
    <w:name w:val="FR1"/>
    <w:rsid w:val="009A383F"/>
    <w:pPr>
      <w:widowControl w:val="0"/>
      <w:spacing w:before="20"/>
    </w:pPr>
    <w:rPr>
      <w:rFonts w:ascii="Arial" w:hAnsi="Arial" w:cs="Arial"/>
      <w:lang w:val="ru-RU" w:eastAsia="ru-RU"/>
    </w:rPr>
  </w:style>
  <w:style w:type="paragraph" w:customStyle="1" w:styleId="ConsPlusTitle">
    <w:name w:val="ConsPlusTitle"/>
    <w:rsid w:val="009A383F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ae">
    <w:name w:val="заголовок мой"/>
    <w:basedOn w:val="Normal"/>
    <w:rsid w:val="009A383F"/>
    <w:pPr>
      <w:spacing w:after="600"/>
      <w:jc w:val="center"/>
    </w:pPr>
    <w:rPr>
      <w:b/>
      <w:bCs/>
      <w:smallCaps/>
      <w:sz w:val="28"/>
      <w:szCs w:val="28"/>
    </w:rPr>
  </w:style>
  <w:style w:type="paragraph" w:customStyle="1" w:styleId="af">
    <w:name w:val="краткое"/>
    <w:basedOn w:val="Normal"/>
    <w:rsid w:val="009A383F"/>
    <w:pPr>
      <w:spacing w:after="600"/>
      <w:ind w:right="4820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BodyTextIndent3Char"/>
    <w:rsid w:val="009A383F"/>
    <w:pPr>
      <w:ind w:left="426" w:hanging="426"/>
      <w:jc w:val="both"/>
    </w:pPr>
    <w:rPr>
      <w:sz w:val="28"/>
      <w:szCs w:val="28"/>
    </w:rPr>
  </w:style>
  <w:style w:type="character" w:customStyle="1" w:styleId="BodyTextIndent3Char">
    <w:name w:val="Body Text Indent 3 Char"/>
    <w:link w:val="BodyTextIndent3"/>
    <w:rsid w:val="009A383F"/>
    <w:rPr>
      <w:sz w:val="28"/>
      <w:szCs w:val="28"/>
    </w:rPr>
  </w:style>
  <w:style w:type="paragraph" w:styleId="Signature">
    <w:name w:val="Signature"/>
    <w:basedOn w:val="Normal"/>
    <w:next w:val="Normal"/>
    <w:link w:val="SignatureChar"/>
    <w:rsid w:val="009A383F"/>
    <w:pPr>
      <w:keepLines/>
      <w:spacing w:line="192" w:lineRule="auto"/>
    </w:pPr>
    <w:rPr>
      <w:sz w:val="28"/>
      <w:szCs w:val="28"/>
    </w:rPr>
  </w:style>
  <w:style w:type="character" w:customStyle="1" w:styleId="SignatureChar">
    <w:name w:val="Signature Char"/>
    <w:link w:val="Signature"/>
    <w:rsid w:val="009A383F"/>
    <w:rPr>
      <w:sz w:val="28"/>
      <w:szCs w:val="28"/>
    </w:rPr>
  </w:style>
  <w:style w:type="paragraph" w:customStyle="1" w:styleId="14">
    <w:name w:val="Знак1"/>
    <w:basedOn w:val="Normal"/>
    <w:rsid w:val="009A38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Spacing">
    <w:name w:val="No Spacing"/>
    <w:uiPriority w:val="1"/>
    <w:qFormat/>
    <w:rsid w:val="009A383F"/>
    <w:rPr>
      <w:rFonts w:ascii="Calibri" w:hAnsi="Calibri" w:cs="Calibri"/>
      <w:sz w:val="22"/>
      <w:szCs w:val="22"/>
      <w:lang w:val="ru-RU" w:eastAsia="ru-RU"/>
    </w:rPr>
  </w:style>
  <w:style w:type="paragraph" w:customStyle="1" w:styleId="15">
    <w:name w:val="заголовок 1"/>
    <w:basedOn w:val="Normal"/>
    <w:next w:val="Normal"/>
    <w:rsid w:val="009A383F"/>
    <w:pPr>
      <w:keepNext/>
      <w:widowControl w:val="0"/>
      <w:jc w:val="center"/>
    </w:pPr>
    <w:rPr>
      <w:rFonts w:ascii="Courier New" w:hAnsi="Courier New" w:cs="Courier New"/>
      <w:sz w:val="24"/>
      <w:szCs w:val="24"/>
    </w:rPr>
  </w:style>
  <w:style w:type="character" w:customStyle="1" w:styleId="ss1">
    <w:name w:val="ss1"/>
    <w:rsid w:val="009A383F"/>
    <w:rPr>
      <w:rFonts w:ascii="Verdana" w:hAnsi="Verdana" w:cs="Verdana"/>
      <w:color w:val="auto"/>
      <w:sz w:val="18"/>
      <w:szCs w:val="18"/>
    </w:rPr>
  </w:style>
  <w:style w:type="character" w:customStyle="1" w:styleId="address">
    <w:name w:val="address"/>
    <w:rsid w:val="009A383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A383F"/>
  </w:style>
  <w:style w:type="character" w:customStyle="1" w:styleId="af0">
    <w:name w:val="меропр Знак"/>
    <w:rsid w:val="009A383F"/>
    <w:rPr>
      <w:rFonts w:ascii="Courier New" w:hAnsi="Courier New" w:cs="Courier New"/>
      <w:spacing w:val="-20"/>
      <w:sz w:val="26"/>
      <w:szCs w:val="26"/>
      <w:lang w:val="ru-RU" w:eastAsia="ru-RU"/>
    </w:rPr>
  </w:style>
  <w:style w:type="character" w:customStyle="1" w:styleId="tendersubject">
    <w:name w:val="tendersubject"/>
    <w:rsid w:val="009A383F"/>
    <w:rPr>
      <w:rFonts w:ascii="Times New Roman" w:hAnsi="Times New Roman" w:cs="Times New Roman"/>
    </w:rPr>
  </w:style>
  <w:style w:type="paragraph" w:customStyle="1" w:styleId="24">
    <w:name w:val="Знак2"/>
    <w:basedOn w:val="Normal"/>
    <w:next w:val="Heading2"/>
    <w:autoRedefine/>
    <w:rsid w:val="009A383F"/>
    <w:pPr>
      <w:spacing w:after="160" w:line="240" w:lineRule="exact"/>
    </w:pPr>
    <w:rPr>
      <w:sz w:val="24"/>
      <w:lang w:val="en-US" w:eastAsia="en-US"/>
    </w:rPr>
  </w:style>
  <w:style w:type="paragraph" w:customStyle="1" w:styleId="16">
    <w:name w:val="Знак1"/>
    <w:basedOn w:val="Normal"/>
    <w:next w:val="Heading2"/>
    <w:autoRedefine/>
    <w:rsid w:val="009A383F"/>
    <w:pPr>
      <w:spacing w:after="160" w:line="240" w:lineRule="exact"/>
    </w:pPr>
    <w:rPr>
      <w:sz w:val="24"/>
      <w:lang w:val="en-US" w:eastAsia="en-US"/>
    </w:rPr>
  </w:style>
  <w:style w:type="paragraph" w:customStyle="1" w:styleId="BodyText21">
    <w:name w:val="Body Text 21"/>
    <w:basedOn w:val="Normal"/>
    <w:rsid w:val="009A383F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paragraph" w:customStyle="1" w:styleId="BodyTextIndent21">
    <w:name w:val="Body Text Indent 21"/>
    <w:basedOn w:val="Normal"/>
    <w:rsid w:val="009A383F"/>
    <w:pPr>
      <w:widowControl w:val="0"/>
      <w:overflowPunct w:val="0"/>
      <w:autoSpaceDE w:val="0"/>
      <w:autoSpaceDN w:val="0"/>
      <w:adjustRightInd w:val="0"/>
      <w:spacing w:line="238" w:lineRule="exact"/>
      <w:ind w:firstLine="720"/>
      <w:textAlignment w:val="baseline"/>
    </w:pPr>
    <w:rPr>
      <w:sz w:val="28"/>
    </w:rPr>
  </w:style>
  <w:style w:type="paragraph" w:customStyle="1" w:styleId="BodyText31">
    <w:name w:val="Body Text 31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BlockText1">
    <w:name w:val="Block Text1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</w:rPr>
  </w:style>
  <w:style w:type="paragraph" w:customStyle="1" w:styleId="17">
    <w:name w:val="Знак1 Знак Знак Знак Знак Знак Знак"/>
    <w:basedOn w:val="Normal"/>
    <w:rsid w:val="009A38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9A383F"/>
    <w:pPr>
      <w:jc w:val="both"/>
    </w:pPr>
  </w:style>
  <w:style w:type="character" w:customStyle="1" w:styleId="FootnoteTextChar">
    <w:name w:val="Footnote Text Char"/>
    <w:basedOn w:val="DefaultParagraphFont"/>
    <w:link w:val="FootnoteText"/>
    <w:rsid w:val="009A383F"/>
  </w:style>
  <w:style w:type="paragraph" w:customStyle="1" w:styleId="18">
    <w:name w:val="Знак Знак Знак1 Знак Знак Знак Знак"/>
    <w:basedOn w:val="Normal"/>
    <w:autoRedefine/>
    <w:rsid w:val="009A383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trong1">
    <w:name w:val="Strong1"/>
    <w:rsid w:val="009A383F"/>
    <w:rPr>
      <w:b/>
    </w:rPr>
  </w:style>
  <w:style w:type="character" w:customStyle="1" w:styleId="32">
    <w:name w:val="Знак Знак3"/>
    <w:rsid w:val="009A383F"/>
    <w:rPr>
      <w:sz w:val="28"/>
      <w:lang w:val="ru-RU" w:eastAsia="ru-RU" w:bidi="ar-SA"/>
    </w:rPr>
  </w:style>
  <w:style w:type="character" w:customStyle="1" w:styleId="Typewriter">
    <w:name w:val="Typewriter"/>
    <w:rsid w:val="009A383F"/>
    <w:rPr>
      <w:rFonts w:ascii="Courier New" w:hAnsi="Courier New"/>
      <w:sz w:val="20"/>
    </w:rPr>
  </w:style>
  <w:style w:type="paragraph" w:customStyle="1" w:styleId="NoSpacing1">
    <w:name w:val="No Spacing1"/>
    <w:link w:val="af1"/>
    <w:qFormat/>
    <w:rsid w:val="009A383F"/>
    <w:rPr>
      <w:rFonts w:ascii="Calibri" w:hAnsi="Calibri" w:cs="Calibri"/>
      <w:sz w:val="22"/>
      <w:szCs w:val="22"/>
      <w:lang w:val="ru-RU" w:eastAsia="ru-RU"/>
    </w:rPr>
  </w:style>
  <w:style w:type="character" w:customStyle="1" w:styleId="af1">
    <w:name w:val="Без интервала Знак"/>
    <w:link w:val="NoSpacing1"/>
    <w:locked/>
    <w:rsid w:val="009A383F"/>
    <w:rPr>
      <w:rFonts w:ascii="Calibri" w:hAnsi="Calibri" w:cs="Calibri"/>
      <w:sz w:val="22"/>
      <w:szCs w:val="22"/>
    </w:rPr>
  </w:style>
  <w:style w:type="character" w:customStyle="1" w:styleId="textbody">
    <w:name w:val="textbody"/>
    <w:rsid w:val="009A383F"/>
  </w:style>
  <w:style w:type="paragraph" w:customStyle="1" w:styleId="19">
    <w:name w:val="1 Знак Знак Знак Знак Знак Знак Знак Знак Знак Знак Знак Знак"/>
    <w:basedOn w:val="Normal"/>
    <w:rsid w:val="009A383F"/>
    <w:pPr>
      <w:spacing w:after="160" w:line="240" w:lineRule="exact"/>
    </w:pPr>
    <w:rPr>
      <w:rFonts w:eastAsia="Calibri"/>
      <w:lang w:eastAsia="zh-CN"/>
    </w:rPr>
  </w:style>
  <w:style w:type="character" w:customStyle="1" w:styleId="Hyperlink1">
    <w:name w:val="Hyperlink1"/>
    <w:rsid w:val="009A383F"/>
    <w:rPr>
      <w:color w:val="0000FF"/>
      <w:u w:val="single"/>
    </w:rPr>
  </w:style>
  <w:style w:type="paragraph" w:customStyle="1" w:styleId="text">
    <w:name w:val="text"/>
    <w:basedOn w:val="Normal"/>
    <w:rsid w:val="009A383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Iacaaiea">
    <w:name w:val="Iacaaiea"/>
    <w:basedOn w:val="Iauiue"/>
    <w:rsid w:val="009A383F"/>
    <w:pPr>
      <w:spacing w:before="0" w:after="0"/>
      <w:jc w:val="center"/>
    </w:pPr>
    <w:rPr>
      <w:rFonts w:ascii="Arial" w:hAnsi="Arial"/>
      <w:b/>
      <w:sz w:val="18"/>
    </w:rPr>
  </w:style>
  <w:style w:type="paragraph" w:customStyle="1" w:styleId="ConsPlusNormal">
    <w:name w:val="ConsPlusNormal"/>
    <w:rsid w:val="009A3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af2">
    <w:name w:val="Знак"/>
    <w:basedOn w:val="Normal"/>
    <w:rsid w:val="009A383F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help">
    <w:name w:val="help"/>
    <w:basedOn w:val="Normal"/>
    <w:rsid w:val="009A383F"/>
    <w:pPr>
      <w:spacing w:before="24"/>
      <w:ind w:left="360" w:right="240"/>
    </w:pPr>
    <w:rPr>
      <w:rFonts w:ascii="Verdana" w:hAnsi="Verdana"/>
      <w:color w:val="000000"/>
      <w:sz w:val="24"/>
      <w:szCs w:val="24"/>
    </w:rPr>
  </w:style>
  <w:style w:type="paragraph" w:customStyle="1" w:styleId="helpindent">
    <w:name w:val="help_indent"/>
    <w:basedOn w:val="Normal"/>
    <w:rsid w:val="009A383F"/>
    <w:pPr>
      <w:shd w:val="clear" w:color="auto" w:fill="FFFFFF"/>
      <w:spacing w:before="24"/>
      <w:ind w:right="240"/>
    </w:pPr>
    <w:rPr>
      <w:rFonts w:ascii="Verdana" w:hAnsi="Verdana"/>
      <w:color w:val="000000"/>
      <w:sz w:val="24"/>
      <w:szCs w:val="24"/>
    </w:rPr>
  </w:style>
  <w:style w:type="paragraph" w:customStyle="1" w:styleId="wpslink">
    <w:name w:val="wpslink"/>
    <w:basedOn w:val="Normal"/>
    <w:rsid w:val="009A383F"/>
    <w:pPr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generalerrortext">
    <w:name w:val="generalerrortext"/>
    <w:basedOn w:val="Normal"/>
    <w:rsid w:val="009A383F"/>
    <w:pPr>
      <w:spacing w:before="60"/>
      <w:ind w:right="60"/>
    </w:pPr>
    <w:rPr>
      <w:rFonts w:ascii="Verdana" w:hAnsi="Verdana"/>
      <w:color w:val="000000"/>
      <w:sz w:val="19"/>
      <w:szCs w:val="19"/>
    </w:rPr>
  </w:style>
  <w:style w:type="paragraph" w:customStyle="1" w:styleId="clearing">
    <w:name w:val="clear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youtrow">
    <w:name w:val="layout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youtcolumn">
    <w:name w:val="layoutcolum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hemeheader">
    <w:name w:val="themeheader"/>
    <w:basedOn w:val="Normal"/>
    <w:rsid w:val="009A383F"/>
    <w:rPr>
      <w:rFonts w:ascii="Verdana" w:hAnsi="Verdana"/>
      <w:sz w:val="16"/>
      <w:szCs w:val="16"/>
    </w:rPr>
  </w:style>
  <w:style w:type="paragraph" w:customStyle="1" w:styleId="banner">
    <w:name w:val="banner"/>
    <w:basedOn w:val="Normal"/>
    <w:rsid w:val="009A383F"/>
    <w:pPr>
      <w:pBdr>
        <w:bottom w:val="single" w:sz="4" w:space="0" w:color="3161A5"/>
      </w:pBdr>
      <w:shd w:val="clear" w:color="auto" w:fill="E8EBF1"/>
    </w:pPr>
    <w:rPr>
      <w:rFonts w:ascii="Verdana" w:hAnsi="Verdana"/>
      <w:color w:val="800000"/>
      <w:sz w:val="16"/>
      <w:szCs w:val="16"/>
    </w:rPr>
  </w:style>
  <w:style w:type="paragraph" w:customStyle="1" w:styleId="bannertitle">
    <w:name w:val="bannertitle"/>
    <w:basedOn w:val="Normal"/>
    <w:rsid w:val="009A383F"/>
    <w:pPr>
      <w:spacing w:before="60"/>
      <w:ind w:right="60"/>
    </w:pPr>
    <w:rPr>
      <w:rFonts w:ascii="Verdana" w:hAnsi="Verdana"/>
      <w:b/>
      <w:bCs/>
      <w:color w:val="3161A5"/>
      <w:sz w:val="72"/>
      <w:szCs w:val="72"/>
    </w:rPr>
  </w:style>
  <w:style w:type="paragraph" w:customStyle="1" w:styleId="launch">
    <w:name w:val="launch"/>
    <w:basedOn w:val="Normal"/>
    <w:rsid w:val="009A383F"/>
    <w:pPr>
      <w:shd w:val="clear" w:color="auto" w:fill="3880DE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main-menu">
    <w:name w:val="main-menu"/>
    <w:basedOn w:val="Normal"/>
    <w:rsid w:val="009A383F"/>
    <w:pPr>
      <w:pBdr>
        <w:top w:val="single" w:sz="4" w:space="0" w:color="3161A5"/>
        <w:left w:val="single" w:sz="4" w:space="0" w:color="3161A5"/>
        <w:bottom w:val="single" w:sz="4" w:space="0" w:color="3161A5"/>
        <w:right w:val="single" w:sz="4" w:space="0" w:color="3161A5"/>
      </w:pBdr>
      <w:shd w:val="clear" w:color="auto" w:fill="EBF1F7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main-menu-border">
    <w:name w:val="main-menu-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main-menu-item-selected">
    <w:name w:val="main-menu-item-selected"/>
    <w:basedOn w:val="Normal"/>
    <w:rsid w:val="009A383F"/>
    <w:pPr>
      <w:pBdr>
        <w:top w:val="single" w:sz="4" w:space="2" w:color="B9CEEA"/>
        <w:bottom w:val="single" w:sz="4" w:space="2" w:color="B9CEEA"/>
      </w:pBdr>
      <w:shd w:val="clear" w:color="auto" w:fill="E2EEFF"/>
      <w:spacing w:before="60"/>
      <w:ind w:right="60"/>
    </w:pPr>
    <w:rPr>
      <w:rFonts w:ascii="Verdana" w:hAnsi="Verdana"/>
      <w:color w:val="000000"/>
      <w:sz w:val="27"/>
      <w:szCs w:val="27"/>
    </w:rPr>
  </w:style>
  <w:style w:type="paragraph" w:customStyle="1" w:styleId="portlet-separator">
    <w:name w:val="portlet-separator"/>
    <w:basedOn w:val="Normal"/>
    <w:rsid w:val="009A383F"/>
    <w:pPr>
      <w:shd w:val="clear" w:color="auto" w:fill="999999"/>
      <w:spacing w:line="12" w:lineRule="atLeast"/>
    </w:pPr>
    <w:rPr>
      <w:rFonts w:ascii="Verdana" w:hAnsi="Verdana"/>
      <w:sz w:val="16"/>
      <w:szCs w:val="16"/>
    </w:rPr>
  </w:style>
  <w:style w:type="paragraph" w:customStyle="1" w:styleId="breadcrumbnav">
    <w:name w:val="breadcrumbnav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earchcontrol">
    <w:name w:val="searchcontrol"/>
    <w:basedOn w:val="Normal"/>
    <w:rsid w:val="009A383F"/>
    <w:pPr>
      <w:spacing w:before="36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toolbar">
    <w:name w:val="toolbar"/>
    <w:basedOn w:val="Normal"/>
    <w:rsid w:val="009A383F"/>
    <w:pPr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toolbarlink">
    <w:name w:val="toolbarlink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ebarfirstrow">
    <w:name w:val="wpspagebarfirstrow"/>
    <w:basedOn w:val="Normal"/>
    <w:rsid w:val="009A383F"/>
    <w:pPr>
      <w:shd w:val="clear" w:color="auto" w:fill="FEEFAC"/>
    </w:pPr>
    <w:rPr>
      <w:rFonts w:ascii="san-serif" w:hAnsi="san-serif"/>
      <w:b/>
      <w:bCs/>
      <w:sz w:val="13"/>
      <w:szCs w:val="13"/>
    </w:rPr>
  </w:style>
  <w:style w:type="paragraph" w:customStyle="1" w:styleId="wpspagebar">
    <w:name w:val="wpspagebar"/>
    <w:basedOn w:val="Normal"/>
    <w:rsid w:val="009A383F"/>
    <w:pPr>
      <w:shd w:val="clear" w:color="auto" w:fill="FEEFAC"/>
    </w:pPr>
    <w:rPr>
      <w:rFonts w:ascii="san-serif" w:hAnsi="san-serif"/>
      <w:color w:val="B00000"/>
      <w:sz w:val="13"/>
      <w:szCs w:val="13"/>
    </w:rPr>
  </w:style>
  <w:style w:type="paragraph" w:customStyle="1" w:styleId="pagebarseparator">
    <w:name w:val="pagebarseparator"/>
    <w:basedOn w:val="Normal"/>
    <w:rsid w:val="009A383F"/>
    <w:pPr>
      <w:pBdr>
        <w:top w:val="single" w:sz="4" w:space="0" w:color="8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agebarseparator1">
    <w:name w:val="pagebarseparator1"/>
    <w:basedOn w:val="Normal"/>
    <w:rsid w:val="009A383F"/>
    <w:pPr>
      <w:shd w:val="clear" w:color="auto" w:fill="80000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electedpage">
    <w:name w:val="wpsselectedpage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B00000"/>
      <w:spacing w:before="60"/>
      <w:ind w:right="60"/>
    </w:pPr>
    <w:rPr>
      <w:rFonts w:ascii="Verdana" w:hAnsi="Verdana"/>
      <w:color w:val="FEEFAC"/>
      <w:sz w:val="16"/>
      <w:szCs w:val="16"/>
    </w:rPr>
  </w:style>
  <w:style w:type="paragraph" w:customStyle="1" w:styleId="wpsunselectedpage">
    <w:name w:val="wpsunselectedpage"/>
    <w:basedOn w:val="Normal"/>
    <w:rsid w:val="009A383F"/>
    <w:pPr>
      <w:spacing w:before="60"/>
      <w:ind w:right="60"/>
    </w:pPr>
    <w:rPr>
      <w:rFonts w:ascii="Verdana" w:hAnsi="Verdana"/>
      <w:color w:val="B00000"/>
      <w:sz w:val="16"/>
      <w:szCs w:val="16"/>
    </w:rPr>
  </w:style>
  <w:style w:type="paragraph" w:customStyle="1" w:styleId="menulink">
    <w:name w:val="menulink"/>
    <w:basedOn w:val="Normal"/>
    <w:rsid w:val="009A383F"/>
    <w:pPr>
      <w:spacing w:before="60"/>
      <w:ind w:left="48" w:right="60"/>
    </w:pPr>
    <w:rPr>
      <w:rFonts w:ascii="Verdana" w:hAnsi="Verdana"/>
      <w:sz w:val="16"/>
      <w:szCs w:val="16"/>
    </w:rPr>
  </w:style>
  <w:style w:type="paragraph" w:customStyle="1" w:styleId="wpssidenav">
    <w:name w:val="wpssidenav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FE897"/>
      <w:ind w:right="60"/>
    </w:pPr>
    <w:rPr>
      <w:rFonts w:ascii="Verdana" w:hAnsi="Verdana"/>
      <w:sz w:val="27"/>
      <w:szCs w:val="27"/>
    </w:rPr>
  </w:style>
  <w:style w:type="paragraph" w:customStyle="1" w:styleId="wpsnavitem">
    <w:name w:val="wpsnavitem"/>
    <w:basedOn w:val="Normal"/>
    <w:rsid w:val="009A383F"/>
    <w:pPr>
      <w:spacing w:before="60"/>
      <w:ind w:right="60"/>
    </w:pPr>
    <w:rPr>
      <w:rFonts w:ascii="Verdana" w:hAnsi="Verdana"/>
      <w:color w:val="B00000"/>
      <w:sz w:val="16"/>
      <w:szCs w:val="16"/>
    </w:rPr>
  </w:style>
  <w:style w:type="paragraph" w:customStyle="1" w:styleId="selected">
    <w:name w:val="selected"/>
    <w:basedOn w:val="Normal"/>
    <w:rsid w:val="009A383F"/>
    <w:pPr>
      <w:shd w:val="clear" w:color="auto" w:fill="B00000"/>
      <w:spacing w:before="60"/>
      <w:ind w:right="60"/>
    </w:pPr>
    <w:rPr>
      <w:rFonts w:ascii="Verdana" w:hAnsi="Verdana"/>
      <w:color w:val="FFE897"/>
      <w:sz w:val="16"/>
      <w:szCs w:val="16"/>
    </w:rPr>
  </w:style>
  <w:style w:type="paragraph" w:customStyle="1" w:styleId="wpsnavicon">
    <w:name w:val="wpsnavicon"/>
    <w:basedOn w:val="Normal"/>
    <w:rsid w:val="009A383F"/>
    <w:rPr>
      <w:rFonts w:ascii="Verdana" w:hAnsi="Verdana"/>
      <w:sz w:val="16"/>
      <w:szCs w:val="16"/>
    </w:rPr>
  </w:style>
  <w:style w:type="paragraph" w:customStyle="1" w:styleId="menulinksidenav">
    <w:name w:val="menulinksidenav"/>
    <w:basedOn w:val="Normal"/>
    <w:rsid w:val="009A383F"/>
    <w:pPr>
      <w:spacing w:before="60"/>
      <w:ind w:left="-120" w:right="60"/>
    </w:pPr>
    <w:rPr>
      <w:rFonts w:ascii="Verdana" w:hAnsi="Verdana"/>
      <w:sz w:val="16"/>
      <w:szCs w:val="16"/>
    </w:rPr>
  </w:style>
  <w:style w:type="paragraph" w:customStyle="1" w:styleId="wpsnavlevel1">
    <w:name w:val="wpsnavlevel1"/>
    <w:basedOn w:val="Normal"/>
    <w:rsid w:val="009A383F"/>
    <w:pPr>
      <w:spacing w:before="60"/>
      <w:ind w:right="60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portalflyout">
    <w:name w:val="portalflyout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expanded">
    <w:name w:val="portalflyoutexpanded"/>
    <w:basedOn w:val="Normal"/>
    <w:rsid w:val="009A383F"/>
    <w:pPr>
      <w:pBdr>
        <w:top w:val="single" w:sz="4" w:space="0" w:color="FEEFAC"/>
        <w:left w:val="single" w:sz="4" w:space="0" w:color="FEEFAC"/>
        <w:bottom w:val="single" w:sz="4" w:space="0" w:color="FEEFAC"/>
      </w:pBd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collapsed">
    <w:name w:val="portalflyoutcollapsed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alflyoutiframe">
    <w:name w:val="portalflyoutifram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Footer1">
    <w:name w:val="Footer1"/>
    <w:basedOn w:val="Normal"/>
    <w:rsid w:val="009A383F"/>
    <w:pPr>
      <w:pBdr>
        <w:top w:val="single" w:sz="4" w:space="0" w:color="auto"/>
      </w:pBdr>
      <w:shd w:val="clear" w:color="auto" w:fill="E8EBF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quicklinks">
    <w:name w:val="quicklinks"/>
    <w:basedOn w:val="Normal"/>
    <w:rsid w:val="009A383F"/>
    <w:pPr>
      <w:shd w:val="clear" w:color="auto" w:fill="E8EBF1"/>
    </w:pPr>
    <w:rPr>
      <w:rFonts w:ascii="Verdana" w:hAnsi="Verdana"/>
      <w:color w:val="000000"/>
      <w:sz w:val="24"/>
      <w:szCs w:val="24"/>
    </w:rPr>
  </w:style>
  <w:style w:type="paragraph" w:customStyle="1" w:styleId="quicklinkitem">
    <w:name w:val="quicklinkitem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lyflyout">
    <w:name w:val="wpsflyflyout"/>
    <w:basedOn w:val="Normal"/>
    <w:rsid w:val="009A383F"/>
    <w:pPr>
      <w:pBdr>
        <w:top w:val="single" w:sz="48" w:space="0" w:color="9EB0CB"/>
        <w:left w:val="single" w:sz="48" w:space="0" w:color="9EB0CB"/>
        <w:bottom w:val="single" w:sz="48" w:space="0" w:color="9EB0CB"/>
        <w:right w:val="single" w:sz="48" w:space="0" w:color="9EB0CB"/>
      </w:pBdr>
      <w:shd w:val="clear" w:color="auto" w:fill="FEEFAC"/>
      <w:spacing w:before="60"/>
      <w:ind w:right="60"/>
    </w:pPr>
    <w:rPr>
      <w:rFonts w:ascii="Verdana" w:hAnsi="Verdana"/>
      <w:color w:val="800000"/>
      <w:sz w:val="16"/>
      <w:szCs w:val="16"/>
    </w:rPr>
  </w:style>
  <w:style w:type="paragraph" w:customStyle="1" w:styleId="dnddropaware">
    <w:name w:val="dnddropaware"/>
    <w:basedOn w:val="Normal"/>
    <w:rsid w:val="009A383F"/>
    <w:pPr>
      <w:shd w:val="clear" w:color="auto" w:fill="FFEBC5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opactive">
    <w:name w:val="dnddropactive"/>
    <w:basedOn w:val="Normal"/>
    <w:rsid w:val="009A383F"/>
    <w:pPr>
      <w:shd w:val="clear" w:color="auto" w:fill="FF900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agging">
    <w:name w:val="dnddragg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dnddragselected">
    <w:name w:val="dnddragselected"/>
    <w:basedOn w:val="Normal"/>
    <w:rsid w:val="009A383F"/>
    <w:pPr>
      <w:shd w:val="clear" w:color="auto" w:fill="DDDDDD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ntentpalettedragclass">
    <w:name w:val="contentpalettedragclass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">
    <w:name w:val="wpsportlet"/>
    <w:basedOn w:val="Normal"/>
    <w:rsid w:val="009A383F"/>
    <w:pPr>
      <w:pBdr>
        <w:left w:val="single" w:sz="4" w:space="0" w:color="800000"/>
        <w:bottom w:val="single" w:sz="4" w:space="0" w:color="800000"/>
        <w:right w:val="single" w:sz="4" w:space="0" w:color="800000"/>
      </w:pBdr>
      <w:spacing w:before="60" w:after="60"/>
      <w:ind w:left="60" w:right="60"/>
    </w:pPr>
    <w:rPr>
      <w:rFonts w:ascii="Verdana" w:hAnsi="Verdana"/>
      <w:sz w:val="16"/>
      <w:szCs w:val="16"/>
    </w:rPr>
  </w:style>
  <w:style w:type="paragraph" w:customStyle="1" w:styleId="wpsportletbody">
    <w:name w:val="wpsportletbody"/>
    <w:basedOn w:val="Normal"/>
    <w:rsid w:val="009A383F"/>
    <w:pPr>
      <w:spacing w:before="60" w:after="60"/>
      <w:ind w:left="60" w:right="60"/>
    </w:pPr>
    <w:rPr>
      <w:rFonts w:ascii="Verdana" w:hAnsi="Verdana"/>
      <w:sz w:val="16"/>
      <w:szCs w:val="16"/>
    </w:rPr>
  </w:style>
  <w:style w:type="paragraph" w:customStyle="1" w:styleId="wpsportlettitlebar">
    <w:name w:val="wpsportlettitlebar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color w:val="800000"/>
      <w:sz w:val="36"/>
      <w:szCs w:val="36"/>
    </w:rPr>
  </w:style>
  <w:style w:type="paragraph" w:customStyle="1" w:styleId="wpsportleticons">
    <w:name w:val="wpsportleticons"/>
    <w:basedOn w:val="Normal"/>
    <w:rsid w:val="009A383F"/>
    <w:pPr>
      <w:spacing w:before="60"/>
      <w:ind w:right="60"/>
      <w:jc w:val="right"/>
      <w:textAlignment w:val="top"/>
    </w:pPr>
    <w:rPr>
      <w:rFonts w:ascii="Verdana" w:hAnsi="Verdana"/>
      <w:sz w:val="16"/>
      <w:szCs w:val="16"/>
    </w:rPr>
  </w:style>
  <w:style w:type="paragraph" w:customStyle="1" w:styleId="wpsthinskincontainerbar">
    <w:name w:val="wpsthinskincontainerbar"/>
    <w:basedOn w:val="Normal"/>
    <w:rsid w:val="009A383F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60" w:after="24"/>
      <w:ind w:right="60"/>
    </w:pPr>
    <w:rPr>
      <w:rFonts w:ascii="Verdana" w:hAnsi="Verdana"/>
      <w:sz w:val="16"/>
      <w:szCs w:val="16"/>
    </w:rPr>
  </w:style>
  <w:style w:type="paragraph" w:customStyle="1" w:styleId="wpsthinskincontainerbarborder">
    <w:name w:val="wpsthinskincontainerbarborder"/>
    <w:basedOn w:val="Normal"/>
    <w:rsid w:val="009A383F"/>
    <w:pPr>
      <w:shd w:val="clear" w:color="auto" w:fill="FEEFA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hinskindragzonecontainer">
    <w:name w:val="wpsthinskindragzonecontain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hinskinmenucontainer">
    <w:name w:val="wpsthinskinmenucontain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userinfo">
    <w:name w:val="userinfo"/>
    <w:basedOn w:val="Normal"/>
    <w:rsid w:val="009A383F"/>
    <w:pPr>
      <w:spacing w:before="60"/>
      <w:ind w:right="60"/>
    </w:pPr>
    <w:rPr>
      <w:rFonts w:ascii="Verdana" w:hAnsi="Verdana"/>
      <w:b/>
      <w:bCs/>
      <w:sz w:val="12"/>
      <w:szCs w:val="12"/>
    </w:rPr>
  </w:style>
  <w:style w:type="paragraph" w:customStyle="1" w:styleId="documentbody">
    <w:name w:val="documentbody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opmenutr">
    <w:name w:val="topmenut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opmenudelim">
    <w:name w:val="topmenudelim"/>
    <w:basedOn w:val="Normal"/>
    <w:rsid w:val="009A383F"/>
    <w:pPr>
      <w:spacing w:before="40" w:after="40"/>
      <w:ind w:right="60"/>
      <w:jc w:val="center"/>
    </w:pPr>
    <w:rPr>
      <w:rFonts w:ascii="Verdana" w:hAnsi="Verdana"/>
      <w:color w:val="000000"/>
      <w:sz w:val="13"/>
      <w:szCs w:val="13"/>
    </w:rPr>
  </w:style>
  <w:style w:type="paragraph" w:customStyle="1" w:styleId="topmenutd">
    <w:name w:val="topmenutd"/>
    <w:basedOn w:val="Normal"/>
    <w:rsid w:val="009A383F"/>
    <w:pPr>
      <w:spacing w:before="40" w:after="40"/>
      <w:ind w:right="60"/>
      <w:jc w:val="center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topmenulink">
    <w:name w:val="topmenulink"/>
    <w:basedOn w:val="Normal"/>
    <w:rsid w:val="009A383F"/>
    <w:pPr>
      <w:spacing w:before="40" w:after="40"/>
      <w:ind w:right="60"/>
    </w:pPr>
    <w:rPr>
      <w:rFonts w:ascii="Verdana" w:hAnsi="Verdana"/>
      <w:b/>
      <w:bCs/>
      <w:color w:val="B00000"/>
      <w:sz w:val="13"/>
      <w:szCs w:val="13"/>
    </w:rPr>
  </w:style>
  <w:style w:type="paragraph" w:customStyle="1" w:styleId="portlet-dlg-icon-label">
    <w:name w:val="portlet-dlg-icon-label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ortlet-icon-label">
    <w:name w:val="portlet-icon-label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portlet-section-header">
    <w:name w:val="portlet-section-header"/>
    <w:basedOn w:val="Normal"/>
    <w:rsid w:val="009A383F"/>
    <w:pPr>
      <w:spacing w:before="60"/>
      <w:ind w:right="60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portlet-section-header-highlight">
    <w:name w:val="portlet-section-header-highlight"/>
    <w:basedOn w:val="Normal"/>
    <w:rsid w:val="009A383F"/>
    <w:pP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font">
    <w:name w:val="portlet-fon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portlet-section-subheader">
    <w:name w:val="portlet-section-subheader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selected">
    <w:name w:val="portlet-table-selected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alternate">
    <w:name w:val="portlet-table-alternate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table-header">
    <w:name w:val="portlet-table-head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portlet-table-body">
    <w:name w:val="portlet-table-body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table-subheader">
    <w:name w:val="portlet-table-subheader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portlet-form-input-field">
    <w:name w:val="portlet-form-input-fiel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800000"/>
      <w:sz w:val="13"/>
      <w:szCs w:val="13"/>
    </w:rPr>
  </w:style>
  <w:style w:type="paragraph" w:customStyle="1" w:styleId="portlet-form-button">
    <w:name w:val="portlet-form-button"/>
    <w:basedOn w:val="Normal"/>
    <w:rsid w:val="009A383F"/>
    <w:pPr>
      <w:shd w:val="clear" w:color="auto" w:fill="FFE897"/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form-field">
    <w:name w:val="portlet-form-field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form-field-label">
    <w:name w:val="portlet-form-field-label"/>
    <w:basedOn w:val="Normal"/>
    <w:rsid w:val="009A383F"/>
    <w:pPr>
      <w:spacing w:before="60"/>
      <w:ind w:right="60"/>
      <w:textAlignment w:val="top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portlet-font-dim">
    <w:name w:val="portlet-font-dim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portlet-form-label">
    <w:name w:val="portlet-form-label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msg-error">
    <w:name w:val="portlet-msg-error"/>
    <w:basedOn w:val="Normal"/>
    <w:rsid w:val="009A383F"/>
    <w:pPr>
      <w:spacing w:before="60"/>
      <w:ind w:right="60"/>
    </w:pPr>
    <w:rPr>
      <w:rFonts w:ascii="Verdana" w:hAnsi="Verdana"/>
      <w:color w:val="CC0000"/>
      <w:sz w:val="17"/>
      <w:szCs w:val="17"/>
    </w:rPr>
  </w:style>
  <w:style w:type="paragraph" w:customStyle="1" w:styleId="portlet-msg-alert">
    <w:name w:val="portlet-msg-alert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msg-success">
    <w:name w:val="portlet-msg-success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msg-info">
    <w:name w:val="portlet-msg-info"/>
    <w:basedOn w:val="Normal"/>
    <w:rsid w:val="009A383F"/>
    <w:pPr>
      <w:spacing w:before="60"/>
      <w:ind w:right="60"/>
    </w:pPr>
    <w:rPr>
      <w:rFonts w:ascii="Verdana" w:hAnsi="Verdana"/>
      <w:color w:val="800000"/>
      <w:sz w:val="17"/>
      <w:szCs w:val="17"/>
    </w:rPr>
  </w:style>
  <w:style w:type="paragraph" w:customStyle="1" w:styleId="portlet-section-text">
    <w:name w:val="portlet-section-text"/>
    <w:basedOn w:val="Normal"/>
    <w:rsid w:val="009A383F"/>
    <w:pPr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portlet-msg-status">
    <w:name w:val="portlet-msg-status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portlet-menu">
    <w:name w:val="portlet-menu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">
    <w:name w:val="portlet-menu-item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selected">
    <w:name w:val="portlet-menu-item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AAAAAA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hover">
    <w:name w:val="portlet-menu-item-hover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item-hover-selected">
    <w:name w:val="portlet-menu-item-hover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scade-item">
    <w:name w:val="portlet-menu-cascade-item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scade-item-selected">
    <w:name w:val="portlet-menu-cascade-item-selected"/>
    <w:basedOn w:val="Normal"/>
    <w:rsid w:val="009A383F"/>
    <w:pPr>
      <w:pBdr>
        <w:top w:val="single" w:sz="4" w:space="2" w:color="333333"/>
        <w:left w:val="single" w:sz="4" w:space="2" w:color="333333"/>
        <w:bottom w:val="single" w:sz="4" w:space="2" w:color="333333"/>
        <w:right w:val="single" w:sz="4" w:space="2" w:color="333333"/>
      </w:pBd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menu-caption">
    <w:name w:val="portlet-menu-caption"/>
    <w:basedOn w:val="Normal"/>
    <w:rsid w:val="009A383F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adminhead">
    <w:name w:val="wpstableadminhead"/>
    <w:basedOn w:val="Normal"/>
    <w:rsid w:val="009A383F"/>
    <w:pPr>
      <w:shd w:val="clear" w:color="auto" w:fill="CCCCCC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adminheadseparator">
    <w:name w:val="wpsadminheadseparator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tatusmsg">
    <w:name w:val="wpsstatusmsg"/>
    <w:basedOn w:val="Normal"/>
    <w:rsid w:val="009A383F"/>
    <w:pPr>
      <w:pBdr>
        <w:top w:val="single" w:sz="12" w:space="0" w:color="ABCACA"/>
        <w:left w:val="single" w:sz="12" w:space="0" w:color="ABCACA"/>
        <w:bottom w:val="single" w:sz="12" w:space="0" w:color="ABCACA"/>
        <w:right w:val="single" w:sz="12" w:space="0" w:color="ABCACA"/>
      </w:pBdr>
      <w:shd w:val="clear" w:color="auto" w:fill="E7EFF7"/>
    </w:pPr>
    <w:rPr>
      <w:rFonts w:ascii="Verdana" w:hAnsi="Verdana"/>
      <w:color w:val="000000"/>
      <w:sz w:val="16"/>
      <w:szCs w:val="16"/>
    </w:rPr>
  </w:style>
  <w:style w:type="paragraph" w:customStyle="1" w:styleId="wpsinstructiontext">
    <w:name w:val="wpsinstructiontext"/>
    <w:basedOn w:val="Normal"/>
    <w:rsid w:val="009A383F"/>
    <w:pPr>
      <w:spacing w:before="144"/>
    </w:pPr>
    <w:rPr>
      <w:rFonts w:ascii="Verdana" w:hAnsi="Verdana"/>
      <w:color w:val="6B6B6B"/>
      <w:sz w:val="16"/>
      <w:szCs w:val="16"/>
    </w:rPr>
  </w:style>
  <w:style w:type="paragraph" w:customStyle="1" w:styleId="wpsinstructionheadtext">
    <w:name w:val="wpsinstructionheadtext"/>
    <w:basedOn w:val="Normal"/>
    <w:rsid w:val="009A383F"/>
    <w:pPr>
      <w:spacing w:before="60"/>
      <w:ind w:right="60"/>
    </w:pPr>
    <w:rPr>
      <w:rFonts w:ascii="Verdana" w:hAnsi="Verdana"/>
      <w:b/>
      <w:bCs/>
      <w:color w:val="405380"/>
      <w:sz w:val="27"/>
      <w:szCs w:val="27"/>
    </w:rPr>
  </w:style>
  <w:style w:type="paragraph" w:customStyle="1" w:styleId="wpsindentxsmall">
    <w:name w:val="wpsindentxsmal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small">
    <w:name w:val="wpsindentsmal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medium">
    <w:name w:val="wpsindentmedium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large">
    <w:name w:val="wpsindentlarg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indentxlarge">
    <w:name w:val="wpsindentxlarg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icontext">
    <w:name w:val="wpstaskicontext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taskdisabledicontext">
    <w:name w:val="wpstaskdisabledicontext"/>
    <w:basedOn w:val="Normal"/>
    <w:rsid w:val="009A383F"/>
    <w:pPr>
      <w:spacing w:before="60"/>
      <w:ind w:right="60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wpstaskiconbordertable">
    <w:name w:val="wpstaskiconborder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disablediconbordertable">
    <w:name w:val="wpstaskdisablediconborder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skicontextbackground">
    <w:name w:val="wpstaskicontextbackground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taskdisabledicontextbackground">
    <w:name w:val="wpstaskdisabledicontextbackground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text">
    <w:name w:val="wpsdialogicon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dialogdisabledicontext">
    <w:name w:val="wpsdialogdisabledicontext"/>
    <w:basedOn w:val="Normal"/>
    <w:rsid w:val="009A383F"/>
    <w:pPr>
      <w:spacing w:before="60"/>
      <w:ind w:right="60"/>
    </w:pPr>
    <w:rPr>
      <w:rFonts w:ascii="Verdana" w:hAnsi="Verdana"/>
      <w:color w:val="888888"/>
      <w:sz w:val="16"/>
      <w:szCs w:val="16"/>
    </w:rPr>
  </w:style>
  <w:style w:type="paragraph" w:customStyle="1" w:styleId="wpsdialogiconbackground">
    <w:name w:val="wpsdialogiconbackground"/>
    <w:basedOn w:val="Normal"/>
    <w:rsid w:val="009A383F"/>
    <w:pPr>
      <w:pBdr>
        <w:top w:val="single" w:sz="4" w:space="0" w:color="919191"/>
        <w:left w:val="single" w:sz="4" w:space="0" w:color="919191"/>
        <w:bottom w:val="single" w:sz="4" w:space="0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textbackground">
    <w:name w:val="wpsdialogicontextbackground"/>
    <w:basedOn w:val="Normal"/>
    <w:rsid w:val="009A383F"/>
    <w:pPr>
      <w:pBdr>
        <w:top w:val="single" w:sz="4" w:space="1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disablediconbackground">
    <w:name w:val="wpsdialogdisablediconbackground"/>
    <w:basedOn w:val="Normal"/>
    <w:rsid w:val="009A383F"/>
    <w:pPr>
      <w:pBdr>
        <w:top w:val="single" w:sz="4" w:space="0" w:color="919191"/>
        <w:left w:val="single" w:sz="4" w:space="0" w:color="919191"/>
        <w:bottom w:val="single" w:sz="4" w:space="0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disabledicontextbackground">
    <w:name w:val="wpsdialogdisabledicontextbackground"/>
    <w:basedOn w:val="Normal"/>
    <w:rsid w:val="009A383F"/>
    <w:pPr>
      <w:pBdr>
        <w:top w:val="single" w:sz="4" w:space="1" w:color="919191"/>
        <w:bottom w:val="single" w:sz="4" w:space="1" w:color="919191"/>
        <w:right w:val="single" w:sz="4" w:space="2" w:color="919191"/>
      </w:pBdr>
      <w:shd w:val="clear" w:color="auto" w:fill="DDDDDD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wpsdialogicon">
    <w:name w:val="wpsdialog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bartop">
    <w:name w:val="wpsbuttonbartop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barbottom">
    <w:name w:val="wpsbuttonbarbottom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back">
    <w:name w:val="wpsportlet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editback">
    <w:name w:val="wpsedit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configureback">
    <w:name w:val="wpsconfigureback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advancedoptions">
    <w:name w:val="wpsadvancedoptions"/>
    <w:basedOn w:val="Normal"/>
    <w:rsid w:val="009A383F"/>
    <w:pPr>
      <w:pBdr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</w:pBdr>
      <w:shd w:val="clear" w:color="auto" w:fill="E4E4E4"/>
      <w:spacing w:before="60"/>
      <w:ind w:left="120" w:right="60"/>
    </w:pPr>
    <w:rPr>
      <w:rFonts w:ascii="Verdana" w:hAnsi="Verdana"/>
      <w:sz w:val="16"/>
      <w:szCs w:val="16"/>
    </w:rPr>
  </w:style>
  <w:style w:type="paragraph" w:customStyle="1" w:styleId="wpsportletcolorback">
    <w:name w:val="wpsportletcolorback"/>
    <w:basedOn w:val="Normal"/>
    <w:rsid w:val="009A383F"/>
    <w:pPr>
      <w:shd w:val="clear" w:color="auto" w:fill="CCCCCC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head">
    <w:name w:val="wpsportlethead"/>
    <w:basedOn w:val="Normal"/>
    <w:rsid w:val="009A383F"/>
    <w:pPr>
      <w:spacing w:before="60"/>
      <w:ind w:right="60"/>
    </w:pPr>
    <w:rPr>
      <w:rFonts w:ascii="Verdana" w:hAnsi="Verdana"/>
      <w:b/>
      <w:bCs/>
      <w:color w:val="333333"/>
      <w:sz w:val="16"/>
      <w:szCs w:val="16"/>
    </w:rPr>
  </w:style>
  <w:style w:type="paragraph" w:customStyle="1" w:styleId="wpsedithead">
    <w:name w:val="wpsedithead"/>
    <w:basedOn w:val="Normal"/>
    <w:rsid w:val="009A383F"/>
    <w:pPr>
      <w:spacing w:before="60"/>
      <w:ind w:right="60"/>
    </w:pPr>
    <w:rPr>
      <w:rFonts w:ascii="Verdana" w:hAnsi="Verdana"/>
      <w:b/>
      <w:bCs/>
      <w:color w:val="333333"/>
      <w:sz w:val="16"/>
      <w:szCs w:val="16"/>
    </w:rPr>
  </w:style>
  <w:style w:type="paragraph" w:customStyle="1" w:styleId="wpsportlettext">
    <w:name w:val="wpsportlet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edittext">
    <w:name w:val="wpsedit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portletsmtext">
    <w:name w:val="wpsportletsm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editsmtext">
    <w:name w:val="wpseditsm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portlettinytext">
    <w:name w:val="wpsportlettinytext"/>
    <w:basedOn w:val="Normal"/>
    <w:rsid w:val="009A383F"/>
    <w:pPr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copyrighttext">
    <w:name w:val="wpscopyrighttext"/>
    <w:basedOn w:val="Normal"/>
    <w:rsid w:val="009A383F"/>
    <w:pPr>
      <w:spacing w:before="60"/>
      <w:ind w:right="60"/>
    </w:pPr>
    <w:rPr>
      <w:rFonts w:ascii="Verdana" w:hAnsi="Verdana"/>
      <w:color w:val="999999"/>
      <w:sz w:val="24"/>
      <w:szCs w:val="24"/>
    </w:rPr>
  </w:style>
  <w:style w:type="paragraph" w:customStyle="1" w:styleId="wpstablehead">
    <w:name w:val="wpstablehead"/>
    <w:basedOn w:val="Normal"/>
    <w:rsid w:val="009A383F"/>
    <w:pPr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wpstablerow">
    <w:name w:val="wpstablerow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nrmrow">
    <w:name w:val="wpstablenrmrow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selectedrow">
    <w:name w:val="wpstableselectedrow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shdrow">
    <w:name w:val="wpstableshdrow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table">
    <w:name w:val="wpstable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headstart">
    <w:name w:val="wpstableheadstart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middle">
    <w:name w:val="wpstableheadmiddle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end">
    <w:name w:val="wpstableheade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tableheadstartaligncenter">
    <w:name w:val="wpstableheadstart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middlealigncenter">
    <w:name w:val="wpstableheadmiddle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endaligncenter">
    <w:name w:val="wpstableheadendaligncenter"/>
    <w:basedOn w:val="Normal"/>
    <w:rsid w:val="009A383F"/>
    <w:pPr>
      <w:shd w:val="clear" w:color="auto" w:fill="FFFFFF"/>
      <w:spacing w:before="60"/>
      <w:ind w:right="6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wpstableheadstartnumeric">
    <w:name w:val="wpstableheadstart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headmiddlenumeric">
    <w:name w:val="wpstableheadmiddle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headendnumeric">
    <w:name w:val="wpstableheadendnumeric"/>
    <w:basedOn w:val="Normal"/>
    <w:rsid w:val="009A383F"/>
    <w:pPr>
      <w:shd w:val="clear" w:color="auto" w:fill="FFFFFF"/>
      <w:spacing w:before="60"/>
      <w:ind w:right="60"/>
      <w:jc w:val="right"/>
    </w:pPr>
    <w:rPr>
      <w:rFonts w:ascii="Verdana" w:hAnsi="Verdana"/>
      <w:color w:val="000000"/>
      <w:sz w:val="16"/>
      <w:szCs w:val="16"/>
    </w:rPr>
  </w:style>
  <w:style w:type="paragraph" w:customStyle="1" w:styleId="wpstabledatastart">
    <w:name w:val="wpstabledatastart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middle">
    <w:name w:val="wpstabledatamiddle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end">
    <w:name w:val="wpstabledataend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tabledatastartaligncenter">
    <w:name w:val="wpstabledatastart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middlealigncenter">
    <w:name w:val="wpstabledatamiddle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endaligncenter">
    <w:name w:val="wpstabledataendaligncenter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center"/>
    </w:pPr>
    <w:rPr>
      <w:rFonts w:ascii="Verdana" w:hAnsi="Verdana"/>
      <w:sz w:val="16"/>
      <w:szCs w:val="16"/>
    </w:rPr>
  </w:style>
  <w:style w:type="paragraph" w:customStyle="1" w:styleId="wpstabledatastartnumeric">
    <w:name w:val="wpstabledatastart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tabledatamiddlenumeric">
    <w:name w:val="wpstabledatamiddle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tabledataendnumeric">
    <w:name w:val="wpstabledataendnumeric"/>
    <w:basedOn w:val="Normal"/>
    <w:rsid w:val="009A383F"/>
    <w:pPr>
      <w:pBdr>
        <w:top w:val="single" w:sz="4" w:space="0" w:color="AAAAAA"/>
        <w:left w:val="single" w:sz="2" w:space="0" w:color="AAAAAA"/>
        <w:bottom w:val="single" w:sz="2" w:space="0" w:color="AAAAAA"/>
        <w:right w:val="single" w:sz="2" w:space="0" w:color="AAAAAA"/>
      </w:pBd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wpspagingtable">
    <w:name w:val="wpspagingtab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">
    <w:name w:val="wpspagingtablehea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">
    <w:name w:val="wpspagingtablefoo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body">
    <w:name w:val="wpspagingtablebody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icon">
    <w:name w:val="wpspagingtableheader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icon">
    <w:name w:val="wpspagingtablefooter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start">
    <w:name w:val="wpspagingtableheaderstart"/>
    <w:basedOn w:val="Normal"/>
    <w:rsid w:val="009A383F"/>
    <w:pPr>
      <w:pBdr>
        <w:top w:val="single" w:sz="4" w:space="0" w:color="AAAAAA"/>
        <w:left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middle">
    <w:name w:val="wpspagingtableheadermiddle"/>
    <w:basedOn w:val="Normal"/>
    <w:rsid w:val="009A383F"/>
    <w:pPr>
      <w:pBdr>
        <w:top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end">
    <w:name w:val="wpspagingtablehead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start">
    <w:name w:val="wpspagingtablefooterstart"/>
    <w:basedOn w:val="Normal"/>
    <w:rsid w:val="009A383F"/>
    <w:pPr>
      <w:pBdr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middle">
    <w:name w:val="wpspagingtablefootermiddle"/>
    <w:basedOn w:val="Normal"/>
    <w:rsid w:val="009A383F"/>
    <w:pPr>
      <w:pBdr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footerend">
    <w:name w:val="wpspagingtablefoot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agingtableheaderempty">
    <w:name w:val="wpspagingtableheaderempty"/>
    <w:basedOn w:val="Normal"/>
    <w:rsid w:val="009A383F"/>
    <w:pPr>
      <w:spacing w:before="60" w:line="12" w:lineRule="atLeast"/>
      <w:ind w:right="60"/>
    </w:pPr>
    <w:rPr>
      <w:rFonts w:ascii="Verdana" w:hAnsi="Verdana"/>
      <w:sz w:val="16"/>
      <w:szCs w:val="16"/>
    </w:rPr>
  </w:style>
  <w:style w:type="paragraph" w:customStyle="1" w:styleId="wpstablesectionhead">
    <w:name w:val="wpstablesectionhead"/>
    <w:basedOn w:val="Normal"/>
    <w:rsid w:val="009A383F"/>
    <w:pPr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compactcheckbox">
    <w:name w:val="wpscompactcheckbox"/>
    <w:basedOn w:val="Normal"/>
    <w:rsid w:val="009A383F"/>
    <w:pPr>
      <w:ind w:right="60"/>
    </w:pPr>
    <w:rPr>
      <w:rFonts w:ascii="Verdana" w:hAnsi="Verdana"/>
      <w:sz w:val="16"/>
      <w:szCs w:val="16"/>
    </w:rPr>
  </w:style>
  <w:style w:type="paragraph" w:customStyle="1" w:styleId="wpscompactradiobutton">
    <w:name w:val="wpscompactradiobutton"/>
    <w:basedOn w:val="Normal"/>
    <w:rsid w:val="009A383F"/>
    <w:pPr>
      <w:ind w:right="60"/>
    </w:pPr>
    <w:rPr>
      <w:rFonts w:ascii="Verdana" w:hAnsi="Verdana"/>
      <w:sz w:val="16"/>
      <w:szCs w:val="16"/>
    </w:rPr>
  </w:style>
  <w:style w:type="paragraph" w:customStyle="1" w:styleId="wpseditfield">
    <w:name w:val="wpseditfield"/>
    <w:basedOn w:val="Normal"/>
    <w:rsid w:val="009A383F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buttontext">
    <w:name w:val="wpsbuttontext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buttondisabledtext">
    <w:name w:val="wpsbuttondisabledtext"/>
    <w:basedOn w:val="Normal"/>
    <w:rsid w:val="009A383F"/>
    <w:pPr>
      <w:pBdr>
        <w:top w:val="single" w:sz="4" w:space="1" w:color="919191"/>
        <w:left w:val="single" w:sz="4" w:space="2" w:color="919191"/>
        <w:bottom w:val="single" w:sz="4" w:space="1" w:color="919191"/>
        <w:right w:val="single" w:sz="4" w:space="2" w:color="919191"/>
      </w:pBdr>
      <w:shd w:val="clear" w:color="auto" w:fill="DDDDDD"/>
      <w:jc w:val="center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wpsdescriptiontext">
    <w:name w:val="wpsdescriptiontext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wpsfielderrortext">
    <w:name w:val="wpsfielderror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warningtext">
    <w:name w:val="wpsfieldwarning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successtext">
    <w:name w:val="wpsfieldsuccess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fieldinfotext">
    <w:name w:val="wpsfieldinfotext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inlinehelptext">
    <w:name w:val="wpsinlinehelptext"/>
    <w:basedOn w:val="Normal"/>
    <w:rsid w:val="009A383F"/>
    <w:pPr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wpsfieldmonospaced">
    <w:name w:val="wpsfieldmonospaced"/>
    <w:basedOn w:val="Normal"/>
    <w:rsid w:val="009A383F"/>
    <w:pPr>
      <w:spacing w:before="60"/>
      <w:ind w:right="60"/>
    </w:pPr>
    <w:rPr>
      <w:rFonts w:ascii="Courier New" w:hAnsi="Courier New" w:cs="Courier New"/>
      <w:sz w:val="27"/>
      <w:szCs w:val="27"/>
    </w:rPr>
  </w:style>
  <w:style w:type="paragraph" w:customStyle="1" w:styleId="wpsflagtext">
    <w:name w:val="wpsflagtext"/>
    <w:basedOn w:val="Normal"/>
    <w:rsid w:val="009A383F"/>
    <w:pPr>
      <w:spacing w:before="60"/>
      <w:ind w:right="60"/>
    </w:pPr>
    <w:rPr>
      <w:rFonts w:ascii="Verdana" w:hAnsi="Verdana"/>
      <w:color w:val="FF0000"/>
      <w:sz w:val="24"/>
      <w:szCs w:val="24"/>
    </w:rPr>
  </w:style>
  <w:style w:type="paragraph" w:customStyle="1" w:styleId="wpsportlettabbarseparator">
    <w:name w:val="wpsportlettabbarseparator"/>
    <w:basedOn w:val="Normal"/>
    <w:rsid w:val="009A383F"/>
    <w:pPr>
      <w:shd w:val="clear" w:color="auto" w:fill="95A5B9"/>
    </w:pPr>
    <w:rPr>
      <w:rFonts w:ascii="Verdana" w:hAnsi="Verdana"/>
      <w:sz w:val="16"/>
      <w:szCs w:val="16"/>
    </w:rPr>
  </w:style>
  <w:style w:type="paragraph" w:customStyle="1" w:styleId="wpsportlettabset">
    <w:name w:val="wpsportlettabse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">
    <w:name w:val="wpsportlettab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">
    <w:name w:val="wpsportletselectedtab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start">
    <w:name w:val="wpsportlettabtopstar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center">
    <w:name w:val="wpsportlettabtopcen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topend">
    <w:name w:val="wpsportlettabtop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start">
    <w:name w:val="wpsportlettabmiddlestart"/>
    <w:basedOn w:val="Normal"/>
    <w:rsid w:val="009A383F"/>
    <w:pPr>
      <w:pBdr>
        <w:lef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center">
    <w:name w:val="wpsportlettabmiddle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middleend">
    <w:name w:val="wpsportlettabmiddleend"/>
    <w:basedOn w:val="Normal"/>
    <w:rsid w:val="009A383F"/>
    <w:pPr>
      <w:pBdr>
        <w:righ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start">
    <w:name w:val="wpsportlettabbottomstart"/>
    <w:basedOn w:val="Normal"/>
    <w:rsid w:val="009A383F"/>
    <w:pPr>
      <w:pBdr>
        <w:lef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center">
    <w:name w:val="wpsportlettabbottom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abbottomend">
    <w:name w:val="wpsportlettabbottomend"/>
    <w:basedOn w:val="Normal"/>
    <w:rsid w:val="009A383F"/>
    <w:pPr>
      <w:pBdr>
        <w:right w:val="single" w:sz="4" w:space="0" w:color="C0C0C0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start">
    <w:name w:val="wpsportletselectedtabtopstar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center">
    <w:name w:val="wpsportletselectedtabtopcenter"/>
    <w:basedOn w:val="Normal"/>
    <w:rsid w:val="009A383F"/>
    <w:pPr>
      <w:pBdr>
        <w:top w:val="single" w:sz="2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topend">
    <w:name w:val="wpsportletselectedtabtop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start">
    <w:name w:val="wpsportletselectedtabmiddlestart"/>
    <w:basedOn w:val="Normal"/>
    <w:rsid w:val="009A383F"/>
    <w:pPr>
      <w:pBdr>
        <w:left w:val="single" w:sz="4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center">
    <w:name w:val="wpsportletselectedtabmiddlecent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middleend">
    <w:name w:val="wpsportletselectedtabmiddleend"/>
    <w:basedOn w:val="Normal"/>
    <w:rsid w:val="009A383F"/>
    <w:pPr>
      <w:pBdr>
        <w:left w:val="single" w:sz="2" w:space="0" w:color="AAC2E6"/>
        <w:right w:val="single" w:sz="4" w:space="0" w:color="AAC2E6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start">
    <w:name w:val="wpsportletselectedtabbottomstart"/>
    <w:basedOn w:val="Normal"/>
    <w:rsid w:val="009A383F"/>
    <w:pPr>
      <w:pBdr>
        <w:left w:val="single" w:sz="4" w:space="0" w:color="AAC2E6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center">
    <w:name w:val="wpsportletselectedtabbottomcent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selectedtabbottomend">
    <w:name w:val="wpsportletselectedtabbottomend"/>
    <w:basedOn w:val="Normal"/>
    <w:rsid w:val="009A383F"/>
    <w:pPr>
      <w:pBdr>
        <w:right w:val="single" w:sz="4" w:space="0" w:color="AAC2E6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">
    <w:name w:val="wpsportlettoolbar"/>
    <w:basedOn w:val="Normal"/>
    <w:rsid w:val="009A383F"/>
    <w:pPr>
      <w:pBdr>
        <w:top w:val="single" w:sz="4" w:space="0" w:color="E4EDF5"/>
        <w:left w:val="single" w:sz="4" w:space="0" w:color="E4EDF5"/>
        <w:bottom w:val="single" w:sz="4" w:space="0" w:color="95A5B9"/>
        <w:right w:val="single" w:sz="4" w:space="0" w:color="95A5B9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section">
    <w:name w:val="wpsportlettoolbarsec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">
    <w:name w:val="wpsportlettoolbarbutton"/>
    <w:basedOn w:val="Normal"/>
    <w:rsid w:val="009A383F"/>
    <w:pPr>
      <w:pBdr>
        <w:top w:val="single" w:sz="4" w:space="2" w:color="C5D1DE"/>
        <w:left w:val="single" w:sz="4" w:space="2" w:color="C5D1DE"/>
        <w:bottom w:val="single" w:sz="4" w:space="2" w:color="C5D1DE"/>
        <w:right w:val="single" w:sz="4" w:space="2" w:color="C5D1DE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rollover">
    <w:name w:val="wpsportlettoolbarbuttonrollover"/>
    <w:basedOn w:val="Normal"/>
    <w:rsid w:val="009A383F"/>
    <w:pPr>
      <w:pBdr>
        <w:top w:val="single" w:sz="4" w:space="2" w:color="E4EDF5"/>
        <w:left w:val="single" w:sz="4" w:space="2" w:color="E4EDF5"/>
        <w:bottom w:val="single" w:sz="4" w:space="2" w:color="95A5B9"/>
        <w:right w:val="single" w:sz="4" w:space="2" w:color="95A5B9"/>
      </w:pBdr>
      <w:shd w:val="clear" w:color="auto" w:fill="C5D1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pressed">
    <w:name w:val="wpsportlettoolbarbuttonpressed"/>
    <w:basedOn w:val="Normal"/>
    <w:rsid w:val="009A383F"/>
    <w:pPr>
      <w:pBdr>
        <w:top w:val="single" w:sz="4" w:space="2" w:color="95A5B9"/>
        <w:left w:val="single" w:sz="4" w:space="2" w:color="95A5B9"/>
        <w:bottom w:val="single" w:sz="4" w:space="2" w:color="E4EDF5"/>
        <w:right w:val="single" w:sz="4" w:space="2" w:color="E4EDF5"/>
      </w:pBdr>
      <w:shd w:val="clear" w:color="auto" w:fill="DADFE5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selected">
    <w:name w:val="wpsportlettoolbarbuttonselected"/>
    <w:basedOn w:val="Normal"/>
    <w:rsid w:val="009A383F"/>
    <w:pPr>
      <w:pBdr>
        <w:top w:val="single" w:sz="4" w:space="2" w:color="95A5B9"/>
        <w:left w:val="single" w:sz="4" w:space="2" w:color="95A5B9"/>
        <w:bottom w:val="single" w:sz="4" w:space="2" w:color="E4EDF5"/>
        <w:right w:val="single" w:sz="4" w:space="2" w:color="E4EDF5"/>
      </w:pBdr>
      <w:shd w:val="clear" w:color="auto" w:fill="AEB8C4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selectedrollover">
    <w:name w:val="wpsportlettoolbarbuttonselectedrollover"/>
    <w:basedOn w:val="Normal"/>
    <w:rsid w:val="009A383F"/>
    <w:pPr>
      <w:pBdr>
        <w:top w:val="single" w:sz="4" w:space="2" w:color="E4EDF5"/>
        <w:left w:val="single" w:sz="4" w:space="2" w:color="E4EDF5"/>
        <w:bottom w:val="single" w:sz="4" w:space="2" w:color="95A5B9"/>
        <w:right w:val="single" w:sz="4" w:space="2" w:color="95A5B9"/>
      </w:pBdr>
      <w:shd w:val="clear" w:color="auto" w:fill="AEB8C4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buttonicon">
    <w:name w:val="wpsportlettoolbarbuttonic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control">
    <w:name w:val="wpsportlettoolbarcontro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text">
    <w:name w:val="wpsportlettoolbartext"/>
    <w:basedOn w:val="Normal"/>
    <w:rsid w:val="009A383F"/>
    <w:pPr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toolbardisabledtext">
    <w:name w:val="wpsportlettoolbardisabledtext"/>
    <w:basedOn w:val="Normal"/>
    <w:rsid w:val="009A383F"/>
    <w:pPr>
      <w:spacing w:before="60"/>
      <w:ind w:right="60"/>
    </w:pPr>
    <w:rPr>
      <w:rFonts w:ascii="Verdana" w:hAnsi="Verdana"/>
      <w:color w:val="999999"/>
      <w:sz w:val="16"/>
      <w:szCs w:val="16"/>
    </w:rPr>
  </w:style>
  <w:style w:type="paragraph" w:customStyle="1" w:styleId="wpsportlettoolbarseparator">
    <w:name w:val="wpsportlettoolbarseparator"/>
    <w:basedOn w:val="Normal"/>
    <w:rsid w:val="009A383F"/>
    <w:pPr>
      <w:pBdr>
        <w:right w:val="single" w:sz="4" w:space="0" w:color="E4EDF5"/>
      </w:pBdr>
      <w:shd w:val="clear" w:color="auto" w:fill="95A5B9"/>
    </w:pPr>
    <w:rPr>
      <w:rFonts w:ascii="Verdana" w:hAnsi="Verdana"/>
      <w:sz w:val="16"/>
      <w:szCs w:val="16"/>
    </w:rPr>
  </w:style>
  <w:style w:type="paragraph" w:customStyle="1" w:styleId="wpsportlettoolbarspacer">
    <w:name w:val="wpsportlettoolbarspac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portlettoolbarhandle">
    <w:name w:val="wpsportlettoolbarhandle"/>
    <w:basedOn w:val="Normal"/>
    <w:rsid w:val="009A383F"/>
    <w:pPr>
      <w:pBdr>
        <w:top w:val="single" w:sz="4" w:space="0" w:color="E4EDF5"/>
        <w:left w:val="single" w:sz="4" w:space="0" w:color="E4EDF5"/>
        <w:bottom w:val="single" w:sz="4" w:space="0" w:color="95A5B9"/>
        <w:right w:val="single" w:sz="4" w:space="0" w:color="95A5B9"/>
      </w:pBdr>
      <w:shd w:val="clear" w:color="auto" w:fill="C5D1DE"/>
    </w:pPr>
    <w:rPr>
      <w:rFonts w:ascii="Verdana" w:hAnsi="Verdana"/>
      <w:sz w:val="16"/>
      <w:szCs w:val="16"/>
    </w:rPr>
  </w:style>
  <w:style w:type="paragraph" w:customStyle="1" w:styleId="wpsbreadcrumbtrail">
    <w:name w:val="wpsbreadcrumbtrail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wpsportletaccentarea">
    <w:name w:val="wpsportletaccentarea"/>
    <w:basedOn w:val="Normal"/>
    <w:rsid w:val="009A383F"/>
    <w:pPr>
      <w:shd w:val="clear" w:color="auto" w:fill="C5D1DE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accentarea3dhighlight">
    <w:name w:val="wpsportletaccentarea3dhighlight"/>
    <w:basedOn w:val="Normal"/>
    <w:rsid w:val="009A383F"/>
    <w:pPr>
      <w:shd w:val="clear" w:color="auto" w:fill="E4EDF5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portletaccentarea3dshadow">
    <w:name w:val="wpsportletaccentarea3dshadow"/>
    <w:basedOn w:val="Normal"/>
    <w:rsid w:val="009A383F"/>
    <w:pPr>
      <w:shd w:val="clear" w:color="auto" w:fill="95A5B9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wpswizardtitle">
    <w:name w:val="wpswizardtitle"/>
    <w:basedOn w:val="Normal"/>
    <w:rsid w:val="009A383F"/>
    <w:pPr>
      <w:shd w:val="clear" w:color="auto" w:fill="C1C1C1"/>
      <w:spacing w:before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wpswizardstepnotification">
    <w:name w:val="wpswizardstepnotification"/>
    <w:basedOn w:val="Normal"/>
    <w:rsid w:val="009A383F"/>
    <w:pPr>
      <w:shd w:val="clear" w:color="auto" w:fill="DFDFD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pswizardbottomsubmit">
    <w:name w:val="wpswizardbottomsubmit"/>
    <w:basedOn w:val="Normal"/>
    <w:rsid w:val="009A383F"/>
    <w:pPr>
      <w:shd w:val="clear" w:color="auto" w:fill="C1C1C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weekdayheader">
    <w:name w:val="weekday_header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othermonthheader">
    <w:name w:val="other_month_header"/>
    <w:basedOn w:val="Normal"/>
    <w:rsid w:val="009A383F"/>
    <w:pPr>
      <w:shd w:val="clear" w:color="auto" w:fill="E4E3E3"/>
      <w:spacing w:before="60"/>
      <w:ind w:right="60"/>
    </w:pPr>
    <w:rPr>
      <w:rFonts w:ascii="Verdana" w:hAnsi="Verdana"/>
      <w:color w:val="7E7001"/>
      <w:sz w:val="16"/>
      <w:szCs w:val="16"/>
    </w:rPr>
  </w:style>
  <w:style w:type="paragraph" w:customStyle="1" w:styleId="currentmonthheader">
    <w:name w:val="current_month_header"/>
    <w:basedOn w:val="Normal"/>
    <w:rsid w:val="009A383F"/>
    <w:pPr>
      <w:shd w:val="clear" w:color="auto" w:fill="CBDBF3"/>
      <w:spacing w:before="60"/>
      <w:ind w:right="60"/>
    </w:pPr>
    <w:rPr>
      <w:rFonts w:ascii="Verdana" w:hAnsi="Verdana"/>
      <w:color w:val="333333"/>
      <w:sz w:val="16"/>
      <w:szCs w:val="16"/>
    </w:rPr>
  </w:style>
  <w:style w:type="paragraph" w:customStyle="1" w:styleId="othermonthcell">
    <w:name w:val="other_month_cell"/>
    <w:basedOn w:val="Normal"/>
    <w:rsid w:val="009A383F"/>
    <w:pP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urrentmonthcell">
    <w:name w:val="current_month_cell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currentdayheader">
    <w:name w:val="current_day_header"/>
    <w:basedOn w:val="Normal"/>
    <w:rsid w:val="009A383F"/>
    <w:pPr>
      <w:shd w:val="clear" w:color="auto" w:fill="92B5E6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gettingstartedtitle">
    <w:name w:val="wpsgettingstartedtitle"/>
    <w:basedOn w:val="Normal"/>
    <w:rsid w:val="009A383F"/>
    <w:pPr>
      <w:spacing w:before="60"/>
      <w:ind w:right="60"/>
    </w:pPr>
    <w:rPr>
      <w:rFonts w:ascii="Verdana" w:hAnsi="Verdana"/>
      <w:color w:val="2055A3"/>
      <w:sz w:val="36"/>
      <w:szCs w:val="36"/>
    </w:rPr>
  </w:style>
  <w:style w:type="paragraph" w:customStyle="1" w:styleId="wpsgettingstartedheader">
    <w:name w:val="wpsgettingstartedheader"/>
    <w:basedOn w:val="Normal"/>
    <w:rsid w:val="009A383F"/>
    <w:pPr>
      <w:spacing w:before="60"/>
      <w:ind w:right="60"/>
    </w:pPr>
    <w:rPr>
      <w:rFonts w:ascii="Verdana" w:hAnsi="Verdana"/>
      <w:color w:val="2055A3"/>
      <w:sz w:val="27"/>
      <w:szCs w:val="27"/>
    </w:rPr>
  </w:style>
  <w:style w:type="paragraph" w:customStyle="1" w:styleId="wpsgettingstartedbody">
    <w:name w:val="wpsgettingstartedbody"/>
    <w:basedOn w:val="Normal"/>
    <w:rsid w:val="009A383F"/>
    <w:pPr>
      <w:spacing w:before="60"/>
      <w:ind w:right="60"/>
    </w:pPr>
    <w:rPr>
      <w:rFonts w:ascii="Verdana" w:hAnsi="Verdana"/>
      <w:color w:val="616161"/>
      <w:sz w:val="24"/>
      <w:szCs w:val="24"/>
    </w:rPr>
  </w:style>
  <w:style w:type="paragraph" w:customStyle="1" w:styleId="gstableoutside">
    <w:name w:val="gstableoutside"/>
    <w:basedOn w:val="Normal"/>
    <w:rsid w:val="009A383F"/>
    <w:pPr>
      <w:shd w:val="clear" w:color="auto" w:fill="E0EDFC"/>
      <w:spacing w:before="60"/>
      <w:ind w:right="60"/>
      <w:textAlignment w:val="top"/>
    </w:pPr>
    <w:rPr>
      <w:rFonts w:ascii="Verdana" w:hAnsi="Verdana"/>
      <w:sz w:val="16"/>
      <w:szCs w:val="16"/>
    </w:rPr>
  </w:style>
  <w:style w:type="paragraph" w:customStyle="1" w:styleId="gstableinside">
    <w:name w:val="gstableinside"/>
    <w:basedOn w:val="Normal"/>
    <w:rsid w:val="009A383F"/>
    <w:pPr>
      <w:shd w:val="clear" w:color="auto" w:fill="E0EDFC"/>
      <w:spacing w:before="60"/>
      <w:ind w:right="60"/>
      <w:textAlignment w:val="top"/>
    </w:pPr>
    <w:rPr>
      <w:rFonts w:ascii="Verdana" w:hAnsi="Verdana"/>
      <w:sz w:val="16"/>
      <w:szCs w:val="16"/>
    </w:rPr>
  </w:style>
  <w:style w:type="paragraph" w:customStyle="1" w:styleId="gstableend">
    <w:name w:val="gstable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wpssearchinfobar">
    <w:name w:val="wpssearchinfobar"/>
    <w:basedOn w:val="Normal"/>
    <w:rsid w:val="009A383F"/>
    <w:pPr>
      <w:shd w:val="clear" w:color="auto" w:fill="C7D9F1"/>
      <w:spacing w:before="60"/>
      <w:ind w:right="60"/>
    </w:pPr>
    <w:rPr>
      <w:rFonts w:ascii="Verdana" w:hAnsi="Verdana"/>
      <w:color w:val="333333"/>
      <w:sz w:val="27"/>
      <w:szCs w:val="27"/>
    </w:rPr>
  </w:style>
  <w:style w:type="paragraph" w:customStyle="1" w:styleId="wpssearchurl">
    <w:name w:val="wpssearchurl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wpssearchurladdresstext">
    <w:name w:val="wpssearchurladdresstext"/>
    <w:basedOn w:val="Normal"/>
    <w:rsid w:val="009A383F"/>
    <w:pPr>
      <w:spacing w:before="60"/>
      <w:ind w:right="60"/>
    </w:pPr>
    <w:rPr>
      <w:rFonts w:ascii="Verdana" w:hAnsi="Verdana"/>
      <w:i/>
      <w:iCs/>
      <w:color w:val="008000"/>
      <w:sz w:val="16"/>
      <w:szCs w:val="16"/>
    </w:rPr>
  </w:style>
  <w:style w:type="paragraph" w:customStyle="1" w:styleId="wpssearchattributetext">
    <w:name w:val="wpssearchattributetext"/>
    <w:basedOn w:val="Normal"/>
    <w:rsid w:val="009A383F"/>
    <w:pPr>
      <w:spacing w:before="60"/>
      <w:ind w:right="60"/>
    </w:pPr>
    <w:rPr>
      <w:rFonts w:ascii="Verdana" w:hAnsi="Verdana"/>
      <w:i/>
      <w:iCs/>
      <w:color w:val="C1C1C1"/>
      <w:sz w:val="16"/>
      <w:szCs w:val="16"/>
    </w:rPr>
  </w:style>
  <w:style w:type="paragraph" w:customStyle="1" w:styleId="lwp-teamspace-title">
    <w:name w:val="lwp-teamspace-title"/>
    <w:basedOn w:val="Normal"/>
    <w:rsid w:val="009A383F"/>
    <w:pPr>
      <w:shd w:val="clear" w:color="auto" w:fill="5C5C5C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-webconference-title">
    <w:name w:val="lwp-webconference-title"/>
    <w:basedOn w:val="Normal"/>
    <w:rsid w:val="009A383F"/>
    <w:pPr>
      <w:shd w:val="clear" w:color="auto" w:fill="5C5C5C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popup-background">
    <w:name w:val="popup-background"/>
    <w:basedOn w:val="Normal"/>
    <w:rsid w:val="009A383F"/>
    <w:pP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middletoolbar">
    <w:name w:val="lwp-middletoolbar"/>
    <w:basedOn w:val="Normal"/>
    <w:rsid w:val="009A383F"/>
    <w:pPr>
      <w:pBdr>
        <w:bottom w:val="single" w:sz="2" w:space="2" w:color="D8D8E0"/>
      </w:pBdr>
      <w:shd w:val="clear" w:color="auto" w:fill="FFFFFF"/>
    </w:pPr>
    <w:rPr>
      <w:rFonts w:ascii="Verdana" w:hAnsi="Verdana"/>
      <w:color w:val="737373"/>
      <w:sz w:val="27"/>
      <w:szCs w:val="27"/>
    </w:rPr>
  </w:style>
  <w:style w:type="paragraph" w:customStyle="1" w:styleId="lwpadminbutton">
    <w:name w:val="lwpadminbutton"/>
    <w:basedOn w:val="Normal"/>
    <w:rsid w:val="009A383F"/>
    <w:pPr>
      <w:shd w:val="clear" w:color="auto" w:fill="A0A0A0"/>
    </w:pPr>
    <w:rPr>
      <w:rFonts w:ascii="Verdana" w:hAnsi="Verdana"/>
      <w:color w:val="FFFFFF"/>
      <w:sz w:val="27"/>
      <w:szCs w:val="27"/>
    </w:rPr>
  </w:style>
  <w:style w:type="paragraph" w:customStyle="1" w:styleId="lwpnavbutton">
    <w:name w:val="lwpnavbutton"/>
    <w:basedOn w:val="Normal"/>
    <w:rsid w:val="009A383F"/>
    <w:pPr>
      <w:shd w:val="clear" w:color="auto" w:fill="70A8F0"/>
    </w:pPr>
    <w:rPr>
      <w:rFonts w:ascii="Verdana" w:hAnsi="Verdana"/>
      <w:color w:val="FFFFFF"/>
      <w:sz w:val="16"/>
      <w:szCs w:val="16"/>
    </w:rPr>
  </w:style>
  <w:style w:type="paragraph" w:customStyle="1" w:styleId="lwpbuttongroup">
    <w:name w:val="lwpbuttongroup"/>
    <w:basedOn w:val="Normal"/>
    <w:rsid w:val="009A383F"/>
    <w:pPr>
      <w:spacing w:before="60" w:after="60"/>
      <w:ind w:left="48" w:right="48"/>
    </w:pPr>
    <w:rPr>
      <w:rFonts w:ascii="Verdana" w:hAnsi="Verdana"/>
      <w:sz w:val="16"/>
      <w:szCs w:val="16"/>
    </w:rPr>
  </w:style>
  <w:style w:type="paragraph" w:customStyle="1" w:styleId="lwpicononly">
    <w:name w:val="lwpicononly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icononlydisabled">
    <w:name w:val="lwpicononlydisable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dialogiconbackground">
    <w:name w:val="lwpdialogiconbackgroun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000000"/>
      <w:sz w:val="16"/>
      <w:szCs w:val="16"/>
    </w:rPr>
  </w:style>
  <w:style w:type="paragraph" w:customStyle="1" w:styleId="lwpdialogdisablediconbackground">
    <w:name w:val="lwpdialogdisablediconbackgroun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888888"/>
      <w:sz w:val="16"/>
      <w:szCs w:val="16"/>
    </w:rPr>
  </w:style>
  <w:style w:type="paragraph" w:customStyle="1" w:styleId="lwpdialogiconbackgrounddisabled">
    <w:name w:val="lwpdialogiconbackgrounddisable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top"/>
    </w:pPr>
    <w:rPr>
      <w:rFonts w:ascii="Verdana" w:hAnsi="Verdana"/>
      <w:color w:val="888888"/>
      <w:sz w:val="16"/>
      <w:szCs w:val="16"/>
    </w:rPr>
  </w:style>
  <w:style w:type="paragraph" w:customStyle="1" w:styleId="lwpbuttontext">
    <w:name w:val="lwpbuttontext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center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lwpbuttontextdisabled">
    <w:name w:val="lwpbuttontextdisabled"/>
    <w:basedOn w:val="Normal"/>
    <w:rsid w:val="009A383F"/>
    <w:pPr>
      <w:pBdr>
        <w:top w:val="single" w:sz="4" w:space="0" w:color="919191"/>
        <w:left w:val="single" w:sz="4" w:space="1" w:color="919191"/>
        <w:bottom w:val="single" w:sz="4" w:space="0" w:color="919191"/>
        <w:right w:val="single" w:sz="4" w:space="1" w:color="919191"/>
      </w:pBdr>
      <w:shd w:val="clear" w:color="auto" w:fill="DDDDDD"/>
      <w:jc w:val="center"/>
      <w:textAlignment w:val="center"/>
    </w:pPr>
    <w:rPr>
      <w:rFonts w:ascii="Verdana" w:hAnsi="Verdana"/>
      <w:b/>
      <w:bCs/>
      <w:color w:val="888888"/>
      <w:sz w:val="16"/>
      <w:szCs w:val="16"/>
    </w:rPr>
  </w:style>
  <w:style w:type="paragraph" w:customStyle="1" w:styleId="lwpbuttonspacer">
    <w:name w:val="lwpbuttonspacer"/>
    <w:basedOn w:val="Normal"/>
    <w:rsid w:val="009A383F"/>
    <w:pPr>
      <w:spacing w:before="60"/>
      <w:ind w:right="24"/>
    </w:pPr>
    <w:rPr>
      <w:rFonts w:ascii="Verdana" w:hAnsi="Verdana"/>
      <w:sz w:val="16"/>
      <w:szCs w:val="16"/>
    </w:rPr>
  </w:style>
  <w:style w:type="paragraph" w:customStyle="1" w:styleId="lwpseparatorbg">
    <w:name w:val="lwpseparatorbg"/>
    <w:basedOn w:val="Normal"/>
    <w:rsid w:val="009A383F"/>
    <w:pPr>
      <w:shd w:val="clear" w:color="auto" w:fill="999999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ortlettitleborder">
    <w:name w:val="lwpportlettitle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lignright">
    <w:name w:val="lwpalignright"/>
    <w:basedOn w:val="Normal"/>
    <w:rsid w:val="009A383F"/>
    <w:pP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lwpborderall">
    <w:name w:val="lwpborderall"/>
    <w:basedOn w:val="Normal"/>
    <w:rsid w:val="009A383F"/>
    <w:pPr>
      <w:pBdr>
        <w:top w:val="single" w:sz="4" w:space="0" w:color="DCDCDC"/>
        <w:left w:val="single" w:sz="4" w:space="0" w:color="DCDCDC"/>
        <w:bottom w:val="single" w:sz="4" w:space="0" w:color="DCDCDC"/>
        <w:right w:val="single" w:sz="4" w:space="0" w:color="DCDCDC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hadowborder">
    <w:name w:val="lwpshadowborder"/>
    <w:basedOn w:val="Normal"/>
    <w:rsid w:val="009A383F"/>
    <w:pPr>
      <w:pBdr>
        <w:bottom w:val="single" w:sz="4" w:space="0" w:color="888888"/>
        <w:right w:val="single" w:sz="4" w:space="0" w:color="888888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earchbar">
    <w:name w:val="lwpsearchbar"/>
    <w:basedOn w:val="Normal"/>
    <w:rsid w:val="009A383F"/>
    <w:pPr>
      <w:shd w:val="clear" w:color="auto" w:fill="ECECEC"/>
      <w:spacing w:before="60" w:after="60"/>
      <w:jc w:val="right"/>
    </w:pPr>
    <w:rPr>
      <w:rFonts w:ascii="Verdana" w:hAnsi="Verdana"/>
      <w:sz w:val="16"/>
      <w:szCs w:val="16"/>
    </w:rPr>
  </w:style>
  <w:style w:type="paragraph" w:customStyle="1" w:styleId="lwpmenubackground">
    <w:name w:val="lwpmenubackgrou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unreadmailtext">
    <w:name w:val="unreadmailtext"/>
    <w:basedOn w:val="Normal"/>
    <w:rsid w:val="009A383F"/>
    <w:pPr>
      <w:spacing w:before="60"/>
      <w:ind w:right="60"/>
    </w:pPr>
    <w:rPr>
      <w:rFonts w:ascii="Verdana" w:hAnsi="Verdana"/>
      <w:b/>
      <w:bCs/>
      <w:color w:val="3366CC"/>
      <w:sz w:val="16"/>
      <w:szCs w:val="16"/>
      <w:u w:val="single"/>
    </w:rPr>
  </w:style>
  <w:style w:type="paragraph" w:customStyle="1" w:styleId="lwplastreadmark">
    <w:name w:val="lwplastreadmark"/>
    <w:basedOn w:val="Normal"/>
    <w:rsid w:val="009A383F"/>
    <w:pPr>
      <w:shd w:val="clear" w:color="auto" w:fill="666666"/>
      <w:spacing w:before="60"/>
      <w:ind w:right="60"/>
      <w:jc w:val="center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datestampmark">
    <w:name w:val="lwpdatestampmark"/>
    <w:basedOn w:val="Normal"/>
    <w:rsid w:val="009A383F"/>
    <w:pPr>
      <w:shd w:val="clear" w:color="auto" w:fill="999999"/>
      <w:spacing w:before="60"/>
      <w:ind w:right="60"/>
      <w:jc w:val="center"/>
    </w:pPr>
    <w:rPr>
      <w:rFonts w:ascii="Verdana" w:hAnsi="Verdana"/>
      <w:b/>
      <w:bCs/>
      <w:color w:val="666666"/>
      <w:sz w:val="16"/>
      <w:szCs w:val="16"/>
    </w:rPr>
  </w:style>
  <w:style w:type="paragraph" w:customStyle="1" w:styleId="lwpcalfsizex">
    <w:name w:val="lwpcalfsizex"/>
    <w:basedOn w:val="Normal"/>
    <w:rsid w:val="009A383F"/>
    <w:pPr>
      <w:spacing w:before="60"/>
      <w:ind w:right="60"/>
    </w:pPr>
    <w:rPr>
      <w:rFonts w:ascii="Verdana" w:hAnsi="Verdana"/>
      <w:sz w:val="36"/>
      <w:szCs w:val="36"/>
    </w:rPr>
  </w:style>
  <w:style w:type="paragraph" w:customStyle="1" w:styleId="lwpcalviewmenuposition">
    <w:name w:val="lwpcalviewmenu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1weekcellrow">
    <w:name w:val="lwpcal1weekcell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cellrow">
    <w:name w:val="lwpcalcellrow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ldivider">
    <w:name w:val="lwpcalldivider"/>
    <w:basedOn w:val="Normal"/>
    <w:rsid w:val="009A383F"/>
    <w:pPr>
      <w:pBdr>
        <w:lef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divider">
    <w:name w:val="lwpcaltdivider"/>
    <w:basedOn w:val="Normal"/>
    <w:rsid w:val="009A383F"/>
    <w:pPr>
      <w:pBdr>
        <w:top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nobottom">
    <w:name w:val="lwpcalnobottom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header">
    <w:name w:val="lwpcalheader"/>
    <w:basedOn w:val="Normal"/>
    <w:rsid w:val="009A383F"/>
    <w:pPr>
      <w:spacing w:before="60"/>
      <w:ind w:right="60"/>
      <w:textAlignment w:val="top"/>
    </w:pPr>
    <w:rPr>
      <w:rFonts w:ascii="Verdana" w:hAnsi="Verdana"/>
      <w:b/>
      <w:bCs/>
      <w:color w:val="3366CC"/>
      <w:sz w:val="16"/>
      <w:szCs w:val="16"/>
    </w:rPr>
  </w:style>
  <w:style w:type="paragraph" w:customStyle="1" w:styleId="lwpcalheaderimage">
    <w:name w:val="lwpcalheaderimage"/>
    <w:basedOn w:val="Normal"/>
    <w:rsid w:val="009A383F"/>
    <w:pPr>
      <w:spacing w:before="60" w:after="60"/>
      <w:ind w:right="60"/>
    </w:pPr>
    <w:rPr>
      <w:rFonts w:ascii="Verdana" w:hAnsi="Verdana"/>
      <w:sz w:val="16"/>
      <w:szCs w:val="16"/>
    </w:rPr>
  </w:style>
  <w:style w:type="paragraph" w:customStyle="1" w:styleId="lwpcalattendeeheading">
    <w:name w:val="lwpcalattendeeheading"/>
    <w:basedOn w:val="Normal"/>
    <w:rsid w:val="009A383F"/>
    <w:pPr>
      <w:spacing w:before="60"/>
      <w:ind w:right="60"/>
    </w:pPr>
    <w:rPr>
      <w:rFonts w:ascii="Verdana" w:hAnsi="Verdana"/>
      <w:color w:val="898989"/>
      <w:sz w:val="16"/>
      <w:szCs w:val="16"/>
    </w:rPr>
  </w:style>
  <w:style w:type="paragraph" w:customStyle="1" w:styleId="lwpcalsectionheader">
    <w:name w:val="lwpcalsectionheader"/>
    <w:basedOn w:val="Normal"/>
    <w:rsid w:val="009A383F"/>
    <w:pPr>
      <w:spacing w:before="60" w:after="60"/>
      <w:ind w:right="60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lwpcalinviteesection">
    <w:name w:val="lwpcalinviteesec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weeknumber">
    <w:name w:val="lwpcalweeknumber"/>
    <w:basedOn w:val="Normal"/>
    <w:rsid w:val="009A383F"/>
    <w:pPr>
      <w:spacing w:before="60"/>
      <w:ind w:right="60"/>
    </w:pPr>
    <w:rPr>
      <w:rFonts w:ascii="Verdana" w:hAnsi="Verdana"/>
      <w:color w:val="808080"/>
      <w:sz w:val="16"/>
      <w:szCs w:val="16"/>
    </w:rPr>
  </w:style>
  <w:style w:type="paragraph" w:customStyle="1" w:styleId="lwpcalentryhoverdetail">
    <w:name w:val="lwpcalentryhoverdetail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eventfield">
    <w:name w:val="lwpcaleventfiel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entryhoverposition">
    <w:name w:val="lwpcalentryhover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meeting">
    <w:name w:val="lwpcalbgmeeting"/>
    <w:basedOn w:val="Normal"/>
    <w:rsid w:val="009A383F"/>
    <w:pPr>
      <w:shd w:val="clear" w:color="auto" w:fill="C3D3E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webconf">
    <w:name w:val="lwpcalbgwebconf"/>
    <w:basedOn w:val="Normal"/>
    <w:rsid w:val="009A383F"/>
    <w:pPr>
      <w:shd w:val="clear" w:color="auto" w:fill="C3D3E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ppointment">
    <w:name w:val="lwpcalbgappointment"/>
    <w:basedOn w:val="Normal"/>
    <w:rsid w:val="009A383F"/>
    <w:pPr>
      <w:shd w:val="clear" w:color="auto" w:fill="D8F8D8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nniversary">
    <w:name w:val="lwpcalbganniversary"/>
    <w:basedOn w:val="Normal"/>
    <w:rsid w:val="009A383F"/>
    <w:pPr>
      <w:shd w:val="clear" w:color="auto" w:fill="F8E8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reminder">
    <w:name w:val="lwpcalbgreminder"/>
    <w:basedOn w:val="Normal"/>
    <w:rsid w:val="009A383F"/>
    <w:pPr>
      <w:shd w:val="clear" w:color="auto" w:fill="F8F8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galldayevent">
    <w:name w:val="lwpcalbgalldayevent"/>
    <w:basedOn w:val="Normal"/>
    <w:rsid w:val="009A383F"/>
    <w:pPr>
      <w:shd w:val="clear" w:color="auto" w:fill="F8E0E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odaycell">
    <w:name w:val="lwpcaltodaycell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monthdaycell">
    <w:name w:val="lwpcalmonthdaycell"/>
    <w:basedOn w:val="Normal"/>
    <w:rsid w:val="009A383F"/>
    <w:pPr>
      <w:pBdr>
        <w:top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inactivedaycell">
    <w:name w:val="lwpcalinactivedaycell"/>
    <w:basedOn w:val="Normal"/>
    <w:rsid w:val="009A383F"/>
    <w:pPr>
      <w:shd w:val="clear" w:color="auto" w:fill="EFEFE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inactiveday">
    <w:name w:val="lwpcalinactiveday"/>
    <w:basedOn w:val="Normal"/>
    <w:rsid w:val="009A383F"/>
    <w:pPr>
      <w:spacing w:before="60"/>
      <w:ind w:right="60"/>
    </w:pPr>
    <w:rPr>
      <w:rFonts w:ascii="Verdana" w:hAnsi="Verdana"/>
      <w:color w:val="A0A0A0"/>
      <w:sz w:val="16"/>
      <w:szCs w:val="16"/>
    </w:rPr>
  </w:style>
  <w:style w:type="paragraph" w:customStyle="1" w:styleId="lwpcalseperator">
    <w:name w:val="lwpcalseperator"/>
    <w:basedOn w:val="Normal"/>
    <w:rsid w:val="009A383F"/>
    <w:pPr>
      <w:pBdr>
        <w:bottom w:val="single" w:sz="4" w:space="0" w:color="FFFFFF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conflict">
    <w:name w:val="lwpcalconflict"/>
    <w:basedOn w:val="Normal"/>
    <w:rsid w:val="009A383F"/>
    <w:pPr>
      <w:pBdr>
        <w:left w:val="single" w:sz="12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timetext">
    <w:name w:val="lwpcaltimetext"/>
    <w:basedOn w:val="Normal"/>
    <w:rsid w:val="009A383F"/>
    <w:pPr>
      <w:spacing w:before="60"/>
      <w:ind w:right="60"/>
      <w:jc w:val="right"/>
    </w:pPr>
    <w:rPr>
      <w:rFonts w:ascii="Verdana" w:hAnsi="Verdana"/>
      <w:sz w:val="16"/>
      <w:szCs w:val="16"/>
    </w:rPr>
  </w:style>
  <w:style w:type="paragraph" w:customStyle="1" w:styleId="lwpcalentryposition">
    <w:name w:val="lwpcalentryposition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calbdivider">
    <w:name w:val="lwpcalbdivider"/>
    <w:basedOn w:val="Normal"/>
    <w:rsid w:val="009A383F"/>
    <w:pPr>
      <w:pBdr>
        <w:bottom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list">
    <w:name w:val="lwpppklist"/>
    <w:basedOn w:val="Normal"/>
    <w:rsid w:val="009A383F"/>
    <w:pPr>
      <w:pBdr>
        <w:top w:val="single" w:sz="4" w:space="0" w:color="000000"/>
        <w:left w:val="single" w:sz="4" w:space="1" w:color="000000"/>
        <w:bottom w:val="single" w:sz="4" w:space="0" w:color="C0C0C0"/>
        <w:right w:val="single" w:sz="4" w:space="0" w:color="C0C0C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listborder">
    <w:name w:val="lwpppklistborder"/>
    <w:basedOn w:val="Normal"/>
    <w:rsid w:val="009A383F"/>
    <w:pPr>
      <w:pBdr>
        <w:top w:val="single" w:sz="4" w:space="0" w:color="A0A0A0"/>
        <w:left w:val="single" w:sz="4" w:space="0" w:color="A0A0A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pknormaltext">
    <w:name w:val="lwpppknormaltext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lwpppkselectedtext">
    <w:name w:val="lwpppkselectedtext"/>
    <w:basedOn w:val="Normal"/>
    <w:rsid w:val="009A383F"/>
    <w:pPr>
      <w:shd w:val="clear" w:color="auto" w:fill="284888"/>
      <w:spacing w:before="60"/>
      <w:ind w:right="60"/>
    </w:pPr>
    <w:rPr>
      <w:rFonts w:ascii="Verdana" w:hAnsi="Verdana"/>
      <w:color w:val="FFFFFF"/>
      <w:sz w:val="16"/>
      <w:szCs w:val="16"/>
    </w:rPr>
  </w:style>
  <w:style w:type="paragraph" w:customStyle="1" w:styleId="lwpmailboxrecipientanchor">
    <w:name w:val="lwpmailboxrecipientanchor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  <w:u w:val="single"/>
    </w:rPr>
  </w:style>
  <w:style w:type="paragraph" w:customStyle="1" w:styleId="chatbackground">
    <w:name w:val="chat_background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presence">
    <w:name w:val="chat_partner_presence"/>
    <w:basedOn w:val="Normal"/>
    <w:rsid w:val="009A383F"/>
    <w:pPr>
      <w:pBdr>
        <w:top w:val="single" w:sz="4" w:space="2" w:color="AAAAAA"/>
        <w:left w:val="single" w:sz="4" w:space="2" w:color="AAAAAA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presencecorner">
    <w:name w:val="chat_partner_presence_corner"/>
    <w:basedOn w:val="Normal"/>
    <w:rsid w:val="009A383F"/>
    <w:pP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partneralert">
    <w:name w:val="chat_partner_alert"/>
    <w:basedOn w:val="Normal"/>
    <w:rsid w:val="009A383F"/>
    <w:pPr>
      <w:pBdr>
        <w:top w:val="single" w:sz="4" w:space="2" w:color="AAAAAA"/>
        <w:left w:val="single" w:sz="4" w:space="2" w:color="AAAAAA"/>
        <w:right w:val="single" w:sz="4" w:space="2" w:color="AAAAAA"/>
      </w:pBdr>
      <w:shd w:val="clear" w:color="auto" w:fill="FFFFFF"/>
      <w:spacing w:before="60"/>
      <w:ind w:right="60"/>
    </w:pPr>
    <w:rPr>
      <w:rFonts w:ascii="Verdana" w:hAnsi="Verdana"/>
      <w:color w:val="666666"/>
      <w:sz w:val="16"/>
      <w:szCs w:val="16"/>
    </w:rPr>
  </w:style>
  <w:style w:type="paragraph" w:customStyle="1" w:styleId="chattranscript">
    <w:name w:val="chat_transcript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transcriptnway">
    <w:name w:val="chat_transcript_nway"/>
    <w:basedOn w:val="Normal"/>
    <w:rsid w:val="009A383F"/>
    <w:pPr>
      <w:pBdr>
        <w:top w:val="single" w:sz="4" w:space="0" w:color="456A8B"/>
        <w:left w:val="single" w:sz="4" w:space="0" w:color="456A8B"/>
        <w:bottom w:val="single" w:sz="4" w:space="0" w:color="456A8B"/>
        <w:right w:val="single" w:sz="4" w:space="0" w:color="456A8B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messageinput">
    <w:name w:val="chat_message_input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hatstatusbar">
    <w:name w:val="chat_statusbar"/>
    <w:basedOn w:val="Normal"/>
    <w:rsid w:val="009A383F"/>
    <w:pPr>
      <w:pBdr>
        <w:top w:val="single" w:sz="4" w:space="0" w:color="AAAAAA"/>
      </w:pBdr>
      <w:shd w:val="clear" w:color="auto" w:fill="EEEEEE"/>
      <w:spacing w:before="60"/>
      <w:ind w:right="60"/>
    </w:pPr>
    <w:rPr>
      <w:rFonts w:ascii="Verdana" w:hAnsi="Verdana"/>
      <w:color w:val="AAAAAA"/>
      <w:sz w:val="16"/>
      <w:szCs w:val="16"/>
    </w:rPr>
  </w:style>
  <w:style w:type="paragraph" w:customStyle="1" w:styleId="chatparticipants">
    <w:name w:val="chat_participants"/>
    <w:basedOn w:val="Normal"/>
    <w:rsid w:val="009A383F"/>
    <w:pPr>
      <w:pBdr>
        <w:bottom w:val="single" w:sz="4" w:space="0" w:color="D8D8D8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agendaitemdocument">
    <w:name w:val="lwp-agendaitemdocument"/>
    <w:basedOn w:val="Normal"/>
    <w:rsid w:val="009A383F"/>
    <w:pPr>
      <w:spacing w:before="60"/>
      <w:ind w:right="60"/>
    </w:pPr>
    <w:rPr>
      <w:rFonts w:ascii="Verdana" w:hAnsi="Verdana"/>
      <w:color w:val="585858"/>
      <w:sz w:val="16"/>
      <w:szCs w:val="16"/>
    </w:rPr>
  </w:style>
  <w:style w:type="paragraph" w:customStyle="1" w:styleId="lwp-agendaitem-ul">
    <w:name w:val="lwp-agendaitem-ul"/>
    <w:basedOn w:val="Normal"/>
    <w:rsid w:val="009A383F"/>
    <w:pPr>
      <w:spacing w:before="60"/>
      <w:ind w:right="240"/>
    </w:pPr>
    <w:rPr>
      <w:rFonts w:ascii="Verdana" w:hAnsi="Verdana"/>
      <w:sz w:val="16"/>
      <w:szCs w:val="16"/>
    </w:rPr>
  </w:style>
  <w:style w:type="paragraph" w:customStyle="1" w:styleId="lwp-agendaitem-li">
    <w:name w:val="lwp-agendaitem-li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-selectedagendaitem">
    <w:name w:val="lwp-selectedagendaitem"/>
    <w:basedOn w:val="Normal"/>
    <w:rsid w:val="009A383F"/>
    <w:pPr>
      <w:shd w:val="clear" w:color="auto" w:fill="316AC5"/>
      <w:spacing w:before="60" w:line="360" w:lineRule="auto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projectorheaderstart">
    <w:name w:val="lwpprojectorheaderstart"/>
    <w:basedOn w:val="Normal"/>
    <w:rsid w:val="009A383F"/>
    <w:pPr>
      <w:pBdr>
        <w:top w:val="single" w:sz="4" w:space="0" w:color="777777"/>
        <w:left w:val="single" w:sz="4" w:space="0" w:color="777777"/>
      </w:pBdr>
      <w:shd w:val="clear" w:color="auto" w:fill="70A8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rojectorheadermiddle">
    <w:name w:val="lwpprojectorheadermiddle"/>
    <w:basedOn w:val="Normal"/>
    <w:rsid w:val="009A383F"/>
    <w:pPr>
      <w:pBdr>
        <w:top w:val="single" w:sz="4" w:space="0" w:color="777777"/>
      </w:pBdr>
      <w:shd w:val="clear" w:color="auto" w:fill="70A8F0"/>
      <w:spacing w:before="60"/>
      <w:ind w:right="60"/>
    </w:pPr>
    <w:rPr>
      <w:rFonts w:ascii="Verdana" w:hAnsi="Verdana"/>
      <w:b/>
      <w:bCs/>
      <w:color w:val="343434"/>
      <w:sz w:val="16"/>
      <w:szCs w:val="16"/>
    </w:rPr>
  </w:style>
  <w:style w:type="paragraph" w:customStyle="1" w:styleId="lwpprojectorheaderend">
    <w:name w:val="lwpprojectorheaderend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lidetable">
    <w:name w:val="lwpslidetable"/>
    <w:basedOn w:val="Normal"/>
    <w:rsid w:val="009A38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slidetableheadstart">
    <w:name w:val="lwpslidetableheadstart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tableheadmiddle">
    <w:name w:val="lwpslidetableheadmiddle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tableheadend">
    <w:name w:val="lwpslidetableheadend"/>
    <w:basedOn w:val="Normal"/>
    <w:rsid w:val="009A383F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FFFFF"/>
      <w:spacing w:before="60"/>
      <w:ind w:right="60"/>
    </w:pPr>
    <w:rPr>
      <w:rFonts w:ascii="Verdana" w:hAnsi="Verdana"/>
      <w:b/>
      <w:bCs/>
      <w:color w:val="989898"/>
      <w:sz w:val="16"/>
      <w:szCs w:val="16"/>
    </w:rPr>
  </w:style>
  <w:style w:type="paragraph" w:customStyle="1" w:styleId="lwpslideborder">
    <w:name w:val="lwpslideborder"/>
    <w:basedOn w:val="Normal"/>
    <w:rsid w:val="009A383F"/>
    <w:pPr>
      <w:pBdr>
        <w:top w:val="single" w:sz="4" w:space="0" w:color="B0B0C0"/>
        <w:left w:val="single" w:sz="4" w:space="0" w:color="B0B0C0"/>
        <w:bottom w:val="single" w:sz="4" w:space="0" w:color="B0B0C0"/>
        <w:right w:val="single" w:sz="4" w:space="0" w:color="B0B0C0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gendaframediv">
    <w:name w:val="lwpagendaframediv"/>
    <w:basedOn w:val="Normal"/>
    <w:rsid w:val="009A383F"/>
    <w:pPr>
      <w:pBdr>
        <w:top w:val="single" w:sz="4" w:space="0" w:color="E9E9E9"/>
        <w:left w:val="single" w:sz="4" w:space="0" w:color="E9E9E9"/>
        <w:bottom w:val="single" w:sz="4" w:space="0" w:color="E9E9E9"/>
        <w:right w:val="single" w:sz="4" w:space="0" w:color="E9E9E9"/>
      </w:pBdr>
      <w:shd w:val="clear" w:color="auto" w:fill="F6F6F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attendeesframediv">
    <w:name w:val="lwpattendeesframediv"/>
    <w:basedOn w:val="Normal"/>
    <w:rsid w:val="009A383F"/>
    <w:pPr>
      <w:pBdr>
        <w:top w:val="single" w:sz="4" w:space="0" w:color="E9E9E9"/>
        <w:left w:val="single" w:sz="4" w:space="0" w:color="E9E9E9"/>
        <w:bottom w:val="single" w:sz="4" w:space="0" w:color="E9E9E9"/>
        <w:right w:val="single" w:sz="4" w:space="0" w:color="E9E9E9"/>
      </w:pBdr>
      <w:shd w:val="clear" w:color="auto" w:fill="F6F6F6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downloadsframediv">
    <w:name w:val="lwpdownloadsframediv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hostingstarted">
    <w:name w:val="lwphostingstarted"/>
    <w:basedOn w:val="Normal"/>
    <w:rsid w:val="009A383F"/>
    <w:pPr>
      <w:spacing w:before="60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lwphostingstartedlarge">
    <w:name w:val="lwphostingstartedlarge"/>
    <w:basedOn w:val="Normal"/>
    <w:rsid w:val="009A383F"/>
    <w:pPr>
      <w:spacing w:before="60"/>
      <w:ind w:right="60"/>
    </w:pPr>
    <w:rPr>
      <w:rFonts w:ascii="Verdana" w:hAnsi="Verdana"/>
      <w:b/>
      <w:bCs/>
      <w:color w:val="FFFFFF"/>
      <w:sz w:val="36"/>
      <w:szCs w:val="36"/>
    </w:rPr>
  </w:style>
  <w:style w:type="paragraph" w:customStyle="1" w:styleId="lwplabelnormalstyle">
    <w:name w:val="lwp_labelnormalstyle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lwptdstyle">
    <w:name w:val="lwp_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linktextstyle">
    <w:name w:val="lwp_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nodestyle">
    <w:name w:val="lwp_nod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nodeimagestyle">
    <w:name w:val="lwp_nodeimag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labelhighlightstyle">
    <w:name w:val="lwp_labelhighlightstyle"/>
    <w:basedOn w:val="Normal"/>
    <w:rsid w:val="009A383F"/>
    <w:pPr>
      <w:shd w:val="clear" w:color="auto" w:fill="A0A0A0"/>
      <w:spacing w:before="60"/>
      <w:ind w:right="60"/>
    </w:pPr>
    <w:rPr>
      <w:rFonts w:ascii="Verdana" w:hAnsi="Verdana"/>
      <w:b/>
      <w:bCs/>
      <w:color w:val="FFFFFF"/>
      <w:sz w:val="16"/>
      <w:szCs w:val="16"/>
    </w:rPr>
  </w:style>
  <w:style w:type="paragraph" w:customStyle="1" w:styleId="lwplabeldragoverstyle">
    <w:name w:val="lwp_labeldragoverstyle"/>
    <w:basedOn w:val="Normal"/>
    <w:rsid w:val="009A383F"/>
    <w:pPr>
      <w:spacing w:before="60"/>
      <w:ind w:right="60"/>
    </w:pPr>
    <w:rPr>
      <w:rFonts w:ascii="Verdana" w:hAnsi="Verdana"/>
      <w:color w:val="000000"/>
      <w:sz w:val="16"/>
      <w:szCs w:val="16"/>
      <w:u w:val="single"/>
    </w:rPr>
  </w:style>
  <w:style w:type="paragraph" w:customStyle="1" w:styleId="lwpfldnodelablespacing">
    <w:name w:val="lwpfldnodelablespac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fldnodelabelspacing">
    <w:name w:val="lwpfldnodelabelspac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">
    <w:name w:val="lwptreepanel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body">
    <w:name w:val="lwptreepanelbody"/>
    <w:basedOn w:val="Normal"/>
    <w:rsid w:val="009A383F"/>
    <w:pPr>
      <w:pBdr>
        <w:left w:val="single" w:sz="4" w:space="0" w:color="AAAAAA"/>
      </w:pBd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header">
    <w:name w:val="lwptreepanelheader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reepanelfooter">
    <w:name w:val="lwptreepanelfooter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</w:pBdr>
      <w:shd w:val="clear" w:color="auto" w:fill="F0F0F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expanded">
    <w:name w:val="lwppeopleflyoutexpanded"/>
    <w:basedOn w:val="Normal"/>
    <w:rsid w:val="009A383F"/>
    <w:pPr>
      <w:pBdr>
        <w:left w:val="single" w:sz="4" w:space="0" w:color="9A9A9A"/>
        <w:bottom w:val="single" w:sz="4" w:space="0" w:color="DEDEDE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collapsed">
    <w:name w:val="lwppeopleflyoutcollapsed"/>
    <w:basedOn w:val="Normal"/>
    <w:rsid w:val="009A383F"/>
    <w:pPr>
      <w:pBdr>
        <w:left w:val="single" w:sz="4" w:space="0" w:color="686868"/>
        <w:bottom w:val="single" w:sz="4" w:space="0" w:color="DEDEDE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peopleflyoutframe">
    <w:name w:val="lwppeopleflyoutframe"/>
    <w:basedOn w:val="Normal"/>
    <w:rsid w:val="009A383F"/>
    <w:pPr>
      <w:pBdr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</w:pBdr>
      <w:shd w:val="clear" w:color="auto" w:fill="DEDED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border">
    <w:name w:val="lwptimedatebor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border">
    <w:name w:val="lwptimedatecalborder"/>
    <w:basedOn w:val="Normal"/>
    <w:rsid w:val="009A383F"/>
    <w:pPr>
      <w:pBdr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text">
    <w:name w:val="lwptimedatecaltext"/>
    <w:basedOn w:val="Normal"/>
    <w:rsid w:val="009A383F"/>
    <w:pPr>
      <w:spacing w:before="60"/>
      <w:ind w:right="60"/>
    </w:pPr>
    <w:rPr>
      <w:rFonts w:ascii="Verdana" w:hAnsi="Verdana"/>
      <w:b/>
      <w:bCs/>
      <w:sz w:val="16"/>
      <w:szCs w:val="16"/>
    </w:rPr>
  </w:style>
  <w:style w:type="paragraph" w:customStyle="1" w:styleId="lwptimedatedayname">
    <w:name w:val="lwptimedatedayname"/>
    <w:basedOn w:val="Normal"/>
    <w:rsid w:val="009A383F"/>
    <w:pPr>
      <w:pBdr>
        <w:bottom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day">
    <w:name w:val="lwptimedateday"/>
    <w:basedOn w:val="Normal"/>
    <w:rsid w:val="009A383F"/>
    <w:pPr>
      <w:pBdr>
        <w:top w:val="single" w:sz="2" w:space="0" w:color="AAAAAA"/>
        <w:left w:val="single" w:sz="2" w:space="0" w:color="AAAAAA"/>
        <w:bottom w:val="single" w:sz="2" w:space="0" w:color="AAAAAA"/>
        <w:right w:val="single" w:sz="2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endday">
    <w:name w:val="lwptimedateweekendday"/>
    <w:basedOn w:val="Normal"/>
    <w:rsid w:val="009A383F"/>
    <w:pPr>
      <w:pBdr>
        <w:top w:val="single" w:sz="2" w:space="0" w:color="AAAAAA"/>
        <w:left w:val="single" w:sz="2" w:space="0" w:color="AAAAAA"/>
        <w:bottom w:val="single" w:sz="2" w:space="0" w:color="AAAAAA"/>
        <w:right w:val="single" w:sz="2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daylink">
    <w:name w:val="lwptimedatedaylink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caltop">
    <w:name w:val="lwptimedatecaltop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EEEEEE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selectedcaltop">
    <w:name w:val="lwptimedateselectedcaltop"/>
    <w:basedOn w:val="Normal"/>
    <w:rsid w:val="009A383F"/>
    <w:pPr>
      <w:pBdr>
        <w:top w:val="single" w:sz="4" w:space="0" w:color="606098"/>
        <w:left w:val="single" w:sz="4" w:space="0" w:color="606098"/>
        <w:bottom w:val="single" w:sz="4" w:space="0" w:color="606098"/>
        <w:right w:val="single" w:sz="4" w:space="0" w:color="606098"/>
      </w:pBdr>
      <w:shd w:val="clear" w:color="auto" w:fill="D0D0D0"/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wptimedateselectedday">
    <w:name w:val="lwptimedateselectedday"/>
    <w:basedOn w:val="Normal"/>
    <w:rsid w:val="009A383F"/>
    <w:pP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daylink">
    <w:name w:val="lwptimedateselecteddaylink"/>
    <w:basedOn w:val="Normal"/>
    <w:rsid w:val="009A383F"/>
    <w:pP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week">
    <w:name w:val="lwptimedateselectedweek"/>
    <w:basedOn w:val="Normal"/>
    <w:rsid w:val="009A383F"/>
    <w:pP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selectedallweeks">
    <w:name w:val="lwptimedateselectedallweeks"/>
    <w:basedOn w:val="Normal"/>
    <w:rsid w:val="009A383F"/>
    <w:pPr>
      <w:shd w:val="clear" w:color="auto" w:fill="E8E8E8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">
    <w:name w:val="lwptimedateweek"/>
    <w:basedOn w:val="Normal"/>
    <w:rsid w:val="009A383F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monthradio">
    <w:name w:val="lwptimedatemonthradio"/>
    <w:basedOn w:val="Normal"/>
    <w:rsid w:val="009A383F"/>
    <w:pPr>
      <w:pBdr>
        <w:right w:val="single" w:sz="4" w:space="0" w:color="AAAAAA"/>
      </w:pBdr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radioon">
    <w:name w:val="lwptimedateweekradioon"/>
    <w:basedOn w:val="Normal"/>
    <w:rsid w:val="009A383F"/>
    <w:pPr>
      <w:pBdr>
        <w:left w:val="single" w:sz="4" w:space="0" w:color="AAAAAA"/>
        <w:right w:val="single" w:sz="4" w:space="0" w:color="AAAAAA"/>
      </w:pBdr>
      <w:shd w:val="clear" w:color="auto" w:fill="D0D0D0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weekradiooff">
    <w:name w:val="lwptimedateweekradiooff"/>
    <w:basedOn w:val="Normal"/>
    <w:rsid w:val="009A383F"/>
    <w:pPr>
      <w:pBdr>
        <w:left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lwptimedateemptydayname">
    <w:name w:val="lwptimedateemptydayname"/>
    <w:basedOn w:val="Normal"/>
    <w:rsid w:val="009A383F"/>
    <w:pPr>
      <w:pBdr>
        <w:bottom w:val="single" w:sz="4" w:space="0" w:color="AAAAAA"/>
        <w:right w:val="single" w:sz="4" w:space="0" w:color="AAAAAA"/>
      </w:pBdr>
      <w:shd w:val="clear" w:color="auto" w:fill="FFFFFF"/>
      <w:spacing w:before="60"/>
      <w:ind w:right="60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outertreestyle">
    <w:name w:val="outertre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nodestyle">
    <w:name w:val="nod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crollstyle">
    <w:name w:val="scroll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dstyle">
    <w:name w:val="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labeldragoverstyle">
    <w:name w:val="labeldragoverstyle"/>
    <w:basedOn w:val="Normal"/>
    <w:rsid w:val="009A383F"/>
    <w:pPr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linktextstyle">
    <w:name w:val="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dtreetabstyle">
    <w:name w:val="tdtreetabstyle"/>
    <w:basedOn w:val="Normal"/>
    <w:rsid w:val="009A383F"/>
    <w:rPr>
      <w:rFonts w:ascii="Verdana" w:hAnsi="Verdana"/>
      <w:sz w:val="16"/>
      <w:szCs w:val="16"/>
    </w:rPr>
  </w:style>
  <w:style w:type="paragraph" w:customStyle="1" w:styleId="tdtablestyle">
    <w:name w:val="tdtablestyle"/>
    <w:basedOn w:val="Normal"/>
    <w:rsid w:val="009A383F"/>
    <w:rPr>
      <w:rFonts w:ascii="Verdana" w:hAnsi="Verdana"/>
      <w:sz w:val="16"/>
      <w:szCs w:val="16"/>
    </w:rPr>
  </w:style>
  <w:style w:type="paragraph" w:customStyle="1" w:styleId="headerstyle">
    <w:name w:val="headerstyle"/>
    <w:basedOn w:val="Normal"/>
    <w:rsid w:val="009A3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Verdana" w:hAnsi="Verdana"/>
      <w:sz w:val="16"/>
      <w:szCs w:val="16"/>
    </w:rPr>
  </w:style>
  <w:style w:type="paragraph" w:customStyle="1" w:styleId="treeoutertreestyle">
    <w:name w:val="tree_outertre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nodestyle">
    <w:name w:val="tree_nodestyle"/>
    <w:basedOn w:val="Normal"/>
    <w:rsid w:val="009A383F"/>
    <w:rPr>
      <w:rFonts w:ascii="Verdana" w:hAnsi="Verdana"/>
      <w:sz w:val="16"/>
      <w:szCs w:val="16"/>
    </w:rPr>
  </w:style>
  <w:style w:type="paragraph" w:customStyle="1" w:styleId="treescrollstyle">
    <w:name w:val="tree_scroll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tdstyle">
    <w:name w:val="tree_td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labelnormalstyle">
    <w:name w:val="tree_labelnormalstyle"/>
    <w:basedOn w:val="Normal"/>
    <w:rsid w:val="009A383F"/>
    <w:pPr>
      <w:spacing w:before="60"/>
      <w:ind w:right="60"/>
    </w:pPr>
    <w:rPr>
      <w:rFonts w:ascii="Tahoma" w:hAnsi="Tahoma" w:cs="Tahoma"/>
      <w:color w:val="000000"/>
      <w:sz w:val="13"/>
      <w:szCs w:val="13"/>
    </w:rPr>
  </w:style>
  <w:style w:type="paragraph" w:customStyle="1" w:styleId="treenodeimagestyle">
    <w:name w:val="tree_nodeimage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labelhighlightstyle">
    <w:name w:val="tree_labelhighlightstyle"/>
    <w:basedOn w:val="Normal"/>
    <w:rsid w:val="009A383F"/>
    <w:pPr>
      <w:spacing w:before="60"/>
      <w:ind w:right="60"/>
    </w:pPr>
    <w:rPr>
      <w:rFonts w:ascii="Tahoma" w:hAnsi="Tahoma" w:cs="Tahoma"/>
      <w:b/>
      <w:bCs/>
      <w:color w:val="000000"/>
      <w:sz w:val="13"/>
      <w:szCs w:val="13"/>
    </w:rPr>
  </w:style>
  <w:style w:type="paragraph" w:customStyle="1" w:styleId="treelabelmouseoverstyle">
    <w:name w:val="tree_labelmouseoverstyle"/>
    <w:basedOn w:val="Normal"/>
    <w:rsid w:val="009A383F"/>
    <w:pPr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treelabeldragoverstyle">
    <w:name w:val="tree_labeldragoverstyle"/>
    <w:basedOn w:val="Normal"/>
    <w:rsid w:val="009A383F"/>
    <w:pPr>
      <w:shd w:val="clear" w:color="auto" w:fill="BBBBBB"/>
      <w:spacing w:before="60"/>
      <w:ind w:right="60"/>
    </w:pPr>
    <w:rPr>
      <w:rFonts w:ascii="Tahoma" w:hAnsi="Tahoma" w:cs="Tahoma"/>
      <w:i/>
      <w:iCs/>
      <w:color w:val="000000"/>
      <w:sz w:val="13"/>
      <w:szCs w:val="13"/>
    </w:rPr>
  </w:style>
  <w:style w:type="paragraph" w:customStyle="1" w:styleId="treelinktextstyle">
    <w:name w:val="tree_linktextstyl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treetdtreetabstyle">
    <w:name w:val="tree_tdtreetabstyle"/>
    <w:basedOn w:val="Normal"/>
    <w:rsid w:val="009A383F"/>
    <w:rPr>
      <w:rFonts w:ascii="Verdana" w:hAnsi="Verdana"/>
      <w:sz w:val="16"/>
      <w:szCs w:val="16"/>
    </w:rPr>
  </w:style>
  <w:style w:type="paragraph" w:customStyle="1" w:styleId="treetdtablestyle">
    <w:name w:val="tree_tdtablestyle"/>
    <w:basedOn w:val="Normal"/>
    <w:rsid w:val="009A383F"/>
    <w:rPr>
      <w:rFonts w:ascii="Verdana" w:hAnsi="Verdana"/>
      <w:sz w:val="16"/>
      <w:szCs w:val="16"/>
    </w:rPr>
  </w:style>
  <w:style w:type="paragraph" w:customStyle="1" w:styleId="treeheaderstyle">
    <w:name w:val="tree_headerstyle"/>
    <w:basedOn w:val="Normal"/>
    <w:rsid w:val="009A3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Verdana" w:hAnsi="Verdana"/>
      <w:sz w:val="16"/>
      <w:szCs w:val="16"/>
    </w:rPr>
  </w:style>
  <w:style w:type="paragraph" w:customStyle="1" w:styleId="contenttypesearch">
    <w:name w:val="contenttypesearch"/>
    <w:basedOn w:val="Normal"/>
    <w:rsid w:val="009A383F"/>
    <w:pPr>
      <w:shd w:val="clear" w:color="auto" w:fill="FEEFAC"/>
      <w:ind w:right="60"/>
    </w:pPr>
    <w:rPr>
      <w:rFonts w:ascii="Verdana" w:hAnsi="Verdana"/>
      <w:color w:val="7A93BB"/>
      <w:sz w:val="16"/>
      <w:szCs w:val="16"/>
    </w:rPr>
  </w:style>
  <w:style w:type="paragraph" w:customStyle="1" w:styleId="categorytitleexpanded">
    <w:name w:val="categorytitleexpanded"/>
    <w:basedOn w:val="Normal"/>
    <w:rsid w:val="009A383F"/>
    <w:pPr>
      <w:shd w:val="clear" w:color="auto" w:fill="FEEFAC"/>
      <w:spacing w:before="60"/>
      <w:ind w:right="60"/>
    </w:pPr>
    <w:rPr>
      <w:rFonts w:ascii="Arial" w:hAnsi="Arial" w:cs="Arial"/>
      <w:color w:val="7A93BB"/>
      <w:sz w:val="24"/>
      <w:szCs w:val="24"/>
    </w:rPr>
  </w:style>
  <w:style w:type="paragraph" w:customStyle="1" w:styleId="categorytitlecollapsed">
    <w:name w:val="categorytitlecollapsed"/>
    <w:basedOn w:val="Normal"/>
    <w:rsid w:val="009A383F"/>
    <w:pPr>
      <w:shd w:val="clear" w:color="auto" w:fill="FEEFAC"/>
      <w:spacing w:before="60"/>
      <w:ind w:right="60"/>
    </w:pPr>
    <w:rPr>
      <w:rFonts w:ascii="Arial" w:hAnsi="Arial" w:cs="Arial"/>
      <w:color w:val="7A93BB"/>
      <w:sz w:val="24"/>
      <w:szCs w:val="24"/>
    </w:rPr>
  </w:style>
  <w:style w:type="paragraph" w:customStyle="1" w:styleId="contentitemlistcollapsed">
    <w:name w:val="contentitemlistcollapsed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contentitem">
    <w:name w:val="contentitem"/>
    <w:basedOn w:val="Normal"/>
    <w:rsid w:val="009A383F"/>
    <w:pPr>
      <w:spacing w:before="60"/>
      <w:ind w:right="60"/>
    </w:pPr>
    <w:rPr>
      <w:rFonts w:ascii="Arial" w:hAnsi="Arial" w:cs="Arial"/>
      <w:color w:val="4E4E4E"/>
      <w:sz w:val="24"/>
      <w:szCs w:val="24"/>
    </w:rPr>
  </w:style>
  <w:style w:type="paragraph" w:customStyle="1" w:styleId="contentitemgrayed">
    <w:name w:val="contentitemgrayed"/>
    <w:basedOn w:val="Normal"/>
    <w:rsid w:val="009A383F"/>
    <w:pPr>
      <w:spacing w:before="60"/>
      <w:ind w:right="60"/>
    </w:pPr>
    <w:rPr>
      <w:rFonts w:ascii="Arial" w:hAnsi="Arial" w:cs="Arial"/>
      <w:color w:val="C6C6C6"/>
      <w:sz w:val="24"/>
      <w:szCs w:val="24"/>
    </w:rPr>
  </w:style>
  <w:style w:type="paragraph" w:customStyle="1" w:styleId="contentitemhover">
    <w:name w:val="contentitemhover"/>
    <w:basedOn w:val="Normal"/>
    <w:rsid w:val="009A383F"/>
    <w:pPr>
      <w:spacing w:before="60"/>
      <w:ind w:right="60"/>
    </w:pPr>
    <w:rPr>
      <w:rFonts w:ascii="Arial" w:hAnsi="Arial" w:cs="Arial"/>
      <w:color w:val="4E4E4E"/>
      <w:sz w:val="24"/>
      <w:szCs w:val="24"/>
    </w:rPr>
  </w:style>
  <w:style w:type="paragraph" w:customStyle="1" w:styleId="contentitemgrayedhover">
    <w:name w:val="contentitemgrayedhover"/>
    <w:basedOn w:val="Normal"/>
    <w:rsid w:val="009A383F"/>
    <w:pPr>
      <w:spacing w:before="60"/>
      <w:ind w:right="60"/>
    </w:pPr>
    <w:rPr>
      <w:rFonts w:ascii="Arial" w:hAnsi="Arial" w:cs="Arial"/>
      <w:color w:val="C6C6C6"/>
      <w:sz w:val="24"/>
      <w:szCs w:val="24"/>
    </w:rPr>
  </w:style>
  <w:style w:type="paragraph" w:customStyle="1" w:styleId="contentitemicon">
    <w:name w:val="contentitemicon"/>
    <w:basedOn w:val="Normal"/>
    <w:rsid w:val="009A383F"/>
    <w:pPr>
      <w:spacing w:before="60"/>
      <w:ind w:right="60"/>
      <w:textAlignment w:val="center"/>
    </w:pPr>
    <w:rPr>
      <w:rFonts w:ascii="Verdana" w:hAnsi="Verdana"/>
      <w:sz w:val="16"/>
      <w:szCs w:val="16"/>
    </w:rPr>
  </w:style>
  <w:style w:type="paragraph" w:customStyle="1" w:styleId="contextmenu">
    <w:name w:val="contextmenu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actionmainarea">
    <w:name w:val="actionmainarea"/>
    <w:basedOn w:val="Normal"/>
    <w:rsid w:val="009A383F"/>
    <w:pPr>
      <w:spacing w:before="48" w:after="48"/>
      <w:ind w:left="48" w:right="48"/>
    </w:pPr>
    <w:rPr>
      <w:rFonts w:ascii="Verdana" w:hAnsi="Verdana"/>
      <w:sz w:val="16"/>
      <w:szCs w:val="16"/>
    </w:rPr>
  </w:style>
  <w:style w:type="paragraph" w:customStyle="1" w:styleId="actionfooter">
    <w:name w:val="actionfooter"/>
    <w:basedOn w:val="Normal"/>
    <w:rsid w:val="009A383F"/>
    <w:pPr>
      <w:spacing w:before="48"/>
      <w:ind w:right="60"/>
    </w:pPr>
    <w:rPr>
      <w:rFonts w:ascii="Verdana" w:hAnsi="Verdana"/>
      <w:sz w:val="16"/>
      <w:szCs w:val="16"/>
    </w:rPr>
  </w:style>
  <w:style w:type="paragraph" w:customStyle="1" w:styleId="columnone">
    <w:name w:val="columnon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lumntwo">
    <w:name w:val="columntwo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tools">
    <w:name w:val="portlettools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subheader">
    <w:name w:val="subheader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Header1">
    <w:name w:val="Header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content">
    <w:name w:val="content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grouping">
    <w:name w:val="grouping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bordernone">
    <w:name w:val="bordernone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portlet-separator1">
    <w:name w:val="portlet-separator1"/>
    <w:basedOn w:val="Normal"/>
    <w:rsid w:val="009A383F"/>
    <w:pPr>
      <w:shd w:val="clear" w:color="auto" w:fill="999999"/>
      <w:spacing w:line="12" w:lineRule="atLeast"/>
    </w:pPr>
    <w:rPr>
      <w:rFonts w:ascii="Verdana" w:hAnsi="Verdana"/>
      <w:sz w:val="16"/>
      <w:szCs w:val="16"/>
    </w:rPr>
  </w:style>
  <w:style w:type="paragraph" w:customStyle="1" w:styleId="Web1">
    <w:name w:val="Обычный (Web)1"/>
    <w:basedOn w:val="Normal"/>
    <w:rsid w:val="009A383F"/>
    <w:pPr>
      <w:spacing w:before="60"/>
      <w:ind w:right="60"/>
    </w:pPr>
    <w:rPr>
      <w:rFonts w:ascii="Verdana" w:hAnsi="Verdana"/>
      <w:color w:val="FFFFFF"/>
      <w:sz w:val="27"/>
      <w:szCs w:val="27"/>
    </w:rPr>
  </w:style>
  <w:style w:type="paragraph" w:customStyle="1" w:styleId="wpsselectedpage1">
    <w:name w:val="wpsselectedpage1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EEFAC"/>
    </w:pPr>
    <w:rPr>
      <w:rFonts w:ascii="san-serif" w:hAnsi="san-serif"/>
      <w:color w:val="B00000"/>
      <w:sz w:val="13"/>
      <w:szCs w:val="13"/>
    </w:rPr>
  </w:style>
  <w:style w:type="paragraph" w:customStyle="1" w:styleId="wpsunselectedpage1">
    <w:name w:val="wpsunselectedpage1"/>
    <w:basedOn w:val="Normal"/>
    <w:rsid w:val="009A383F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auto" w:fill="FEEFAC"/>
    </w:pPr>
    <w:rPr>
      <w:rFonts w:ascii="san-serif" w:hAnsi="san-serif"/>
      <w:b/>
      <w:bCs/>
      <w:color w:val="B00000"/>
      <w:sz w:val="13"/>
      <w:szCs w:val="13"/>
    </w:rPr>
  </w:style>
  <w:style w:type="paragraph" w:customStyle="1" w:styleId="wpsnavlevel11">
    <w:name w:val="wpsnavlevel11"/>
    <w:basedOn w:val="Normal"/>
    <w:rsid w:val="009A383F"/>
    <w:pPr>
      <w:shd w:val="clear" w:color="auto" w:fill="B00000"/>
      <w:spacing w:before="60"/>
      <w:ind w:right="60"/>
    </w:pPr>
    <w:rPr>
      <w:rFonts w:ascii="Verdana" w:hAnsi="Verdana"/>
      <w:b/>
      <w:bCs/>
      <w:color w:val="FFE897"/>
      <w:sz w:val="13"/>
      <w:szCs w:val="13"/>
    </w:rPr>
  </w:style>
  <w:style w:type="paragraph" w:customStyle="1" w:styleId="110">
    <w:name w:val="Заголовок 11"/>
    <w:basedOn w:val="Normal"/>
    <w:rsid w:val="009A383F"/>
    <w:pPr>
      <w:outlineLvl w:val="1"/>
    </w:pPr>
    <w:rPr>
      <w:rFonts w:ascii="Arial Unicode MS" w:hAnsi="Arial Unicode MS"/>
      <w:b/>
      <w:bCs/>
      <w:kern w:val="36"/>
      <w:sz w:val="48"/>
      <w:szCs w:val="48"/>
    </w:rPr>
  </w:style>
  <w:style w:type="paragraph" w:customStyle="1" w:styleId="210">
    <w:name w:val="Заголовок 21"/>
    <w:basedOn w:val="Normal"/>
    <w:rsid w:val="009A383F"/>
    <w:pPr>
      <w:outlineLvl w:val="2"/>
    </w:pPr>
    <w:rPr>
      <w:rFonts w:ascii="Arial Unicode MS" w:hAnsi="Arial Unicode MS"/>
      <w:b/>
      <w:bCs/>
      <w:sz w:val="36"/>
      <w:szCs w:val="36"/>
    </w:rPr>
  </w:style>
  <w:style w:type="paragraph" w:customStyle="1" w:styleId="310">
    <w:name w:val="Заголовок 31"/>
    <w:basedOn w:val="Normal"/>
    <w:rsid w:val="009A383F"/>
    <w:pPr>
      <w:outlineLvl w:val="3"/>
    </w:pPr>
    <w:rPr>
      <w:rFonts w:ascii="Arial Unicode MS" w:hAnsi="Arial Unicode MS"/>
      <w:b/>
      <w:bCs/>
      <w:sz w:val="27"/>
      <w:szCs w:val="27"/>
    </w:rPr>
  </w:style>
  <w:style w:type="paragraph" w:customStyle="1" w:styleId="41">
    <w:name w:val="Заголовок 41"/>
    <w:basedOn w:val="Normal"/>
    <w:rsid w:val="009A383F"/>
    <w:pPr>
      <w:outlineLvl w:val="4"/>
    </w:pPr>
    <w:rPr>
      <w:rFonts w:ascii="Arial Unicode MS" w:hAnsi="Arial Unicode MS"/>
      <w:b/>
      <w:bCs/>
      <w:sz w:val="24"/>
      <w:szCs w:val="24"/>
    </w:rPr>
  </w:style>
  <w:style w:type="paragraph" w:customStyle="1" w:styleId="51">
    <w:name w:val="Заголовок 51"/>
    <w:basedOn w:val="Normal"/>
    <w:rsid w:val="009A383F"/>
    <w:pPr>
      <w:outlineLvl w:val="5"/>
    </w:pPr>
    <w:rPr>
      <w:rFonts w:ascii="Arial Unicode MS" w:hAnsi="Arial Unicode MS"/>
      <w:b/>
      <w:bCs/>
    </w:rPr>
  </w:style>
  <w:style w:type="paragraph" w:customStyle="1" w:styleId="61">
    <w:name w:val="Заголовок 61"/>
    <w:basedOn w:val="Normal"/>
    <w:rsid w:val="009A383F"/>
    <w:pPr>
      <w:outlineLvl w:val="6"/>
    </w:pPr>
    <w:rPr>
      <w:rFonts w:ascii="Arial Unicode MS" w:hAnsi="Arial Unicode MS"/>
      <w:b/>
      <w:bCs/>
      <w:sz w:val="15"/>
      <w:szCs w:val="15"/>
    </w:rPr>
  </w:style>
  <w:style w:type="paragraph" w:customStyle="1" w:styleId="42">
    <w:name w:val="Заголовок 42"/>
    <w:basedOn w:val="Normal"/>
    <w:rsid w:val="009A383F"/>
    <w:pPr>
      <w:spacing w:before="100" w:beforeAutospacing="1" w:after="100" w:afterAutospacing="1"/>
      <w:ind w:left="72"/>
      <w:outlineLvl w:val="4"/>
    </w:pPr>
    <w:rPr>
      <w:rFonts w:ascii="Arial Unicode MS" w:hAnsi="Arial Unicode MS"/>
      <w:b/>
      <w:bCs/>
      <w:sz w:val="24"/>
      <w:szCs w:val="24"/>
    </w:rPr>
  </w:style>
  <w:style w:type="paragraph" w:customStyle="1" w:styleId="52">
    <w:name w:val="Заголовок 52"/>
    <w:basedOn w:val="Normal"/>
    <w:rsid w:val="009A383F"/>
    <w:pPr>
      <w:spacing w:after="100" w:afterAutospacing="1"/>
      <w:outlineLvl w:val="5"/>
    </w:pPr>
    <w:rPr>
      <w:rFonts w:ascii="Arial Unicode MS" w:hAnsi="Arial Unicode MS"/>
      <w:b/>
      <w:bCs/>
    </w:rPr>
  </w:style>
  <w:style w:type="paragraph" w:customStyle="1" w:styleId="Web2">
    <w:name w:val="Обычный (Web)2"/>
    <w:basedOn w:val="Normal"/>
    <w:rsid w:val="009A383F"/>
    <w:rPr>
      <w:rFonts w:ascii="Verdana" w:hAnsi="Verdana"/>
      <w:sz w:val="16"/>
      <w:szCs w:val="16"/>
    </w:rPr>
  </w:style>
  <w:style w:type="paragraph" w:customStyle="1" w:styleId="220">
    <w:name w:val="Заголовок 22"/>
    <w:basedOn w:val="Normal"/>
    <w:rsid w:val="009A383F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1C66C1"/>
      <w:sz w:val="48"/>
      <w:szCs w:val="48"/>
    </w:rPr>
  </w:style>
  <w:style w:type="paragraph" w:customStyle="1" w:styleId="62">
    <w:name w:val="Заголовок 62"/>
    <w:basedOn w:val="Normal"/>
    <w:rsid w:val="009A383F"/>
    <w:pPr>
      <w:spacing w:before="100" w:beforeAutospacing="1" w:after="100" w:afterAutospacing="1"/>
      <w:ind w:right="60"/>
      <w:outlineLvl w:val="6"/>
    </w:pPr>
    <w:rPr>
      <w:rFonts w:ascii="Verdana" w:hAnsi="Verdana"/>
      <w:b/>
      <w:bCs/>
      <w:color w:val="888888"/>
      <w:sz w:val="24"/>
      <w:szCs w:val="24"/>
    </w:rPr>
  </w:style>
  <w:style w:type="paragraph" w:customStyle="1" w:styleId="columnone1">
    <w:name w:val="columnone1"/>
    <w:basedOn w:val="Normal"/>
    <w:rsid w:val="009A383F"/>
    <w:pPr>
      <w:spacing w:before="240"/>
      <w:ind w:right="60"/>
    </w:pPr>
    <w:rPr>
      <w:rFonts w:ascii="Verdana" w:hAnsi="Verdana"/>
      <w:sz w:val="16"/>
      <w:szCs w:val="16"/>
    </w:rPr>
  </w:style>
  <w:style w:type="paragraph" w:customStyle="1" w:styleId="43">
    <w:name w:val="Заголовок 43"/>
    <w:basedOn w:val="Normal"/>
    <w:rsid w:val="009A383F"/>
    <w:pPr>
      <w:spacing w:after="24"/>
      <w:outlineLvl w:val="4"/>
    </w:pPr>
    <w:rPr>
      <w:rFonts w:ascii="Arial" w:hAnsi="Arial" w:cs="Arial"/>
      <w:b/>
      <w:bCs/>
      <w:color w:val="1C66C1"/>
      <w:sz w:val="36"/>
      <w:szCs w:val="36"/>
    </w:rPr>
  </w:style>
  <w:style w:type="paragraph" w:customStyle="1" w:styleId="Web3">
    <w:name w:val="Обычный (Web)3"/>
    <w:basedOn w:val="Normal"/>
    <w:rsid w:val="009A383F"/>
    <w:pPr>
      <w:spacing w:after="180"/>
    </w:pPr>
    <w:rPr>
      <w:rFonts w:ascii="Verdana" w:hAnsi="Verdana"/>
      <w:color w:val="888888"/>
      <w:sz w:val="24"/>
      <w:szCs w:val="24"/>
    </w:rPr>
  </w:style>
  <w:style w:type="paragraph" w:customStyle="1" w:styleId="grouping1">
    <w:name w:val="grouping1"/>
    <w:basedOn w:val="Normal"/>
    <w:rsid w:val="009A383F"/>
    <w:pPr>
      <w:spacing w:after="180"/>
    </w:pPr>
    <w:rPr>
      <w:rFonts w:ascii="Verdana" w:hAnsi="Verdana"/>
      <w:color w:val="888888"/>
      <w:sz w:val="24"/>
      <w:szCs w:val="24"/>
    </w:rPr>
  </w:style>
  <w:style w:type="paragraph" w:customStyle="1" w:styleId="columntwo1">
    <w:name w:val="columntwo1"/>
    <w:basedOn w:val="Normal"/>
    <w:rsid w:val="009A383F"/>
    <w:pPr>
      <w:spacing w:before="240"/>
    </w:pPr>
    <w:rPr>
      <w:rFonts w:ascii="Verdana" w:hAnsi="Verdana"/>
      <w:sz w:val="16"/>
      <w:szCs w:val="16"/>
    </w:rPr>
  </w:style>
  <w:style w:type="paragraph" w:customStyle="1" w:styleId="44">
    <w:name w:val="Заголовок 44"/>
    <w:basedOn w:val="Normal"/>
    <w:rsid w:val="009A383F"/>
    <w:pPr>
      <w:spacing w:after="24"/>
      <w:outlineLvl w:val="4"/>
    </w:pPr>
    <w:rPr>
      <w:rFonts w:ascii="Arial" w:hAnsi="Arial" w:cs="Arial"/>
      <w:b/>
      <w:bCs/>
      <w:color w:val="1C66C1"/>
      <w:sz w:val="36"/>
      <w:szCs w:val="36"/>
    </w:rPr>
  </w:style>
  <w:style w:type="paragraph" w:customStyle="1" w:styleId="Web4">
    <w:name w:val="Обычный (Web)4"/>
    <w:basedOn w:val="Normal"/>
    <w:rsid w:val="009A383F"/>
    <w:pPr>
      <w:spacing w:after="180"/>
      <w:ind w:right="60"/>
    </w:pPr>
    <w:rPr>
      <w:rFonts w:ascii="Verdana" w:hAnsi="Verdana"/>
      <w:color w:val="888888"/>
      <w:sz w:val="24"/>
      <w:szCs w:val="24"/>
    </w:rPr>
  </w:style>
  <w:style w:type="paragraph" w:customStyle="1" w:styleId="grouping2">
    <w:name w:val="grouping2"/>
    <w:basedOn w:val="Normal"/>
    <w:rsid w:val="009A383F"/>
    <w:pPr>
      <w:shd w:val="clear" w:color="auto" w:fill="FFFFFF"/>
      <w:ind w:left="60" w:right="60"/>
    </w:pPr>
    <w:rPr>
      <w:rFonts w:ascii="Verdana" w:hAnsi="Verdana"/>
      <w:color w:val="888888"/>
      <w:sz w:val="24"/>
      <w:szCs w:val="24"/>
    </w:rPr>
  </w:style>
  <w:style w:type="paragraph" w:customStyle="1" w:styleId="45">
    <w:name w:val="Заголовок 45"/>
    <w:basedOn w:val="Normal"/>
    <w:rsid w:val="009A383F"/>
    <w:pPr>
      <w:spacing w:after="60"/>
      <w:outlineLvl w:val="4"/>
    </w:pPr>
    <w:rPr>
      <w:rFonts w:ascii="Helvetica" w:hAnsi="Helvetica"/>
      <w:b/>
      <w:bCs/>
      <w:sz w:val="27"/>
      <w:szCs w:val="27"/>
    </w:rPr>
  </w:style>
  <w:style w:type="paragraph" w:customStyle="1" w:styleId="portlettools1">
    <w:name w:val="portlettools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subheader1">
    <w:name w:val="subheader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230">
    <w:name w:val="Заголовок 23"/>
    <w:basedOn w:val="Normal"/>
    <w:rsid w:val="009A383F"/>
    <w:pPr>
      <w:spacing w:before="100" w:beforeAutospacing="1" w:after="100" w:afterAutospacing="1"/>
      <w:outlineLvl w:val="2"/>
    </w:pPr>
    <w:rPr>
      <w:rFonts w:ascii="Arial Unicode MS" w:hAnsi="Arial Unicode MS"/>
      <w:b/>
      <w:bCs/>
      <w:color w:val="2871CB"/>
      <w:sz w:val="36"/>
      <w:szCs w:val="36"/>
    </w:rPr>
  </w:style>
  <w:style w:type="paragraph" w:customStyle="1" w:styleId="53">
    <w:name w:val="Заголовок 53"/>
    <w:basedOn w:val="Normal"/>
    <w:rsid w:val="009A383F"/>
    <w:pPr>
      <w:spacing w:before="100" w:beforeAutospacing="1" w:after="100" w:afterAutospacing="1"/>
      <w:outlineLvl w:val="5"/>
    </w:pPr>
    <w:rPr>
      <w:rFonts w:ascii="Arial Unicode MS" w:hAnsi="Arial Unicode MS"/>
      <w:b/>
      <w:bCs/>
      <w:color w:val="898989"/>
    </w:rPr>
  </w:style>
  <w:style w:type="paragraph" w:customStyle="1" w:styleId="header10">
    <w:name w:val="header1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subheader2">
    <w:name w:val="subheader2"/>
    <w:basedOn w:val="Normal"/>
    <w:rsid w:val="009A383F"/>
    <w:pPr>
      <w:spacing w:before="60"/>
      <w:ind w:right="60"/>
    </w:pPr>
    <w:rPr>
      <w:rFonts w:ascii="Verdana" w:hAnsi="Verdana"/>
      <w:vanish/>
      <w:sz w:val="16"/>
      <w:szCs w:val="16"/>
    </w:rPr>
  </w:style>
  <w:style w:type="paragraph" w:customStyle="1" w:styleId="content1">
    <w:name w:val="content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63">
    <w:name w:val="Заголовок 63"/>
    <w:basedOn w:val="Normal"/>
    <w:rsid w:val="009A383F"/>
    <w:pPr>
      <w:ind w:left="360" w:right="18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customStyle="1" w:styleId="46">
    <w:name w:val="Заголовок 46"/>
    <w:basedOn w:val="Normal"/>
    <w:rsid w:val="009A383F"/>
    <w:pPr>
      <w:spacing w:before="100" w:beforeAutospacing="1" w:after="100" w:afterAutospacing="1"/>
      <w:outlineLvl w:val="4"/>
    </w:pPr>
    <w:rPr>
      <w:rFonts w:ascii="Arial Unicode MS" w:hAnsi="Arial Unicode MS"/>
      <w:b/>
      <w:bCs/>
      <w:color w:val="77A1ED"/>
      <w:sz w:val="24"/>
      <w:szCs w:val="24"/>
    </w:rPr>
  </w:style>
  <w:style w:type="paragraph" w:customStyle="1" w:styleId="Web5">
    <w:name w:val="Обычный (Web)5"/>
    <w:basedOn w:val="Normal"/>
    <w:rsid w:val="009A383F"/>
    <w:rPr>
      <w:rFonts w:ascii="Verdana" w:hAnsi="Verdana"/>
      <w:color w:val="404040"/>
    </w:rPr>
  </w:style>
  <w:style w:type="character" w:customStyle="1" w:styleId="1a">
    <w:name w:val="Выделение1"/>
    <w:rsid w:val="009A383F"/>
    <w:rPr>
      <w:b/>
      <w:bCs/>
      <w:i w:val="0"/>
      <w:iCs w:val="0"/>
      <w:color w:val="8A59A6"/>
    </w:rPr>
  </w:style>
  <w:style w:type="character" w:customStyle="1" w:styleId="1b">
    <w:name w:val="Строгий1"/>
    <w:rsid w:val="009A383F"/>
    <w:rPr>
      <w:b/>
      <w:bCs/>
      <w:color w:val="FF0000"/>
    </w:rPr>
  </w:style>
  <w:style w:type="paragraph" w:customStyle="1" w:styleId="portlet-form-field-label1">
    <w:name w:val="portlet-form-field-label1"/>
    <w:basedOn w:val="Normal"/>
    <w:rsid w:val="009A383F"/>
    <w:pPr>
      <w:shd w:val="clear" w:color="auto" w:fill="ECECEC"/>
      <w:spacing w:before="60" w:after="60"/>
      <w:jc w:val="right"/>
      <w:textAlignment w:val="top"/>
    </w:pPr>
    <w:rPr>
      <w:rFonts w:ascii="Verdana" w:hAnsi="Verdana"/>
      <w:b/>
      <w:bCs/>
      <w:color w:val="800000"/>
      <w:sz w:val="17"/>
      <w:szCs w:val="17"/>
    </w:rPr>
  </w:style>
  <w:style w:type="paragraph" w:customStyle="1" w:styleId="54">
    <w:name w:val="Заголовок 54"/>
    <w:basedOn w:val="Normal"/>
    <w:rsid w:val="009A383F"/>
    <w:pPr>
      <w:pBdr>
        <w:top w:val="single" w:sz="4" w:space="0" w:color="FEEFAC"/>
        <w:left w:val="single" w:sz="4" w:space="0" w:color="FEEFAC"/>
        <w:bottom w:val="single" w:sz="4" w:space="0" w:color="FEEFAC"/>
        <w:right w:val="single" w:sz="2" w:space="0" w:color="FEEFAC"/>
      </w:pBdr>
      <w:shd w:val="clear" w:color="auto" w:fill="FEEFAC"/>
      <w:outlineLvl w:val="5"/>
    </w:pPr>
    <w:rPr>
      <w:rFonts w:ascii="Arial Unicode MS" w:hAnsi="Arial Unicode MS"/>
      <w:b/>
      <w:bCs/>
      <w:color w:val="FFFFFF"/>
      <w:sz w:val="48"/>
      <w:szCs w:val="48"/>
    </w:rPr>
  </w:style>
  <w:style w:type="table" w:styleId="TableGrid">
    <w:name w:val="Table Grid"/>
    <w:basedOn w:val="TableNormal"/>
    <w:rsid w:val="009A3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2">
    <w:name w:val="Table Simple 2"/>
    <w:basedOn w:val="TableNormal"/>
    <w:rsid w:val="009A383F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f3">
    <w:name w:val="МЕРОПР Знак Знак"/>
    <w:rsid w:val="009A383F"/>
    <w:rPr>
      <w:rFonts w:ascii="Courier New" w:hAnsi="Courier New" w:cs="Courier New"/>
      <w:spacing w:val="-20"/>
      <w:sz w:val="26"/>
      <w:szCs w:val="26"/>
      <w:lang w:val="ru-RU" w:eastAsia="ru-RU" w:bidi="ar-SA"/>
    </w:rPr>
  </w:style>
  <w:style w:type="character" w:customStyle="1" w:styleId="FontStyle11">
    <w:name w:val="Font Style11"/>
    <w:rsid w:val="009A383F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9A383F"/>
    <w:rPr>
      <w:rFonts w:ascii="Times New Roman" w:hAnsi="Times New Roman" w:cs="Times New Roman"/>
      <w:sz w:val="26"/>
      <w:szCs w:val="26"/>
    </w:rPr>
  </w:style>
  <w:style w:type="paragraph" w:customStyle="1" w:styleId="af4">
    <w:name w:val="Знак Знак Знак Знак Знак Знак Знак Знак Знак Знак"/>
    <w:basedOn w:val="Normal"/>
    <w:rsid w:val="009A383F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TableGrid1">
    <w:name w:val="Table Grid 1"/>
    <w:basedOn w:val="TableNormal"/>
    <w:rsid w:val="009A383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Courier New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ourier New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reet-address">
    <w:name w:val="street-address"/>
    <w:rsid w:val="009A383F"/>
  </w:style>
  <w:style w:type="character" w:customStyle="1" w:styleId="tendersubject2">
    <w:name w:val="tendersubject2"/>
    <w:rsid w:val="009A383F"/>
    <w:rPr>
      <w:b/>
      <w:bCs/>
      <w:color w:val="0000FF"/>
      <w:sz w:val="20"/>
      <w:szCs w:val="20"/>
    </w:rPr>
  </w:style>
  <w:style w:type="character" w:customStyle="1" w:styleId="Normal0">
    <w:name w:val="Normal Знак"/>
    <w:locked/>
    <w:rsid w:val="009A383F"/>
    <w:rPr>
      <w:rFonts w:cs="Times New Roman"/>
      <w:sz w:val="28"/>
      <w:lang w:val="ru-RU" w:eastAsia="ru-RU" w:bidi="ar-SA"/>
    </w:rPr>
  </w:style>
  <w:style w:type="paragraph" w:customStyle="1" w:styleId="bodytext20">
    <w:name w:val="bodytext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field-value-title">
    <w:name w:val="field-value-title"/>
    <w:rsid w:val="009A383F"/>
  </w:style>
  <w:style w:type="table" w:styleId="Table3Deffects1">
    <w:name w:val="Table 3D effects 1"/>
    <w:basedOn w:val="TableNormal"/>
    <w:rsid w:val="009A383F"/>
    <w:pPr>
      <w:widowControl w:val="0"/>
      <w:autoSpaceDE w:val="0"/>
      <w:autoSpaceDN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pple-style-span">
    <w:name w:val="apple-style-span"/>
    <w:rsid w:val="009A383F"/>
  </w:style>
  <w:style w:type="character" w:customStyle="1" w:styleId="b-addresstext">
    <w:name w:val="b-address__text"/>
    <w:rsid w:val="009A383F"/>
  </w:style>
  <w:style w:type="paragraph" w:customStyle="1" w:styleId="1c">
    <w:name w:val="Без интервала1"/>
    <w:qFormat/>
    <w:rsid w:val="009A383F"/>
    <w:rPr>
      <w:rFonts w:ascii="Calibri" w:eastAsia="Calibri" w:hAnsi="Calibri"/>
      <w:sz w:val="22"/>
      <w:szCs w:val="22"/>
      <w:lang w:val="ru-RU"/>
    </w:rPr>
  </w:style>
  <w:style w:type="paragraph" w:customStyle="1" w:styleId="af5">
    <w:name w:val="Содержимое таблицы"/>
    <w:basedOn w:val="Normal"/>
    <w:rsid w:val="009A383F"/>
    <w:pPr>
      <w:widowControl w:val="0"/>
      <w:suppressLineNumbers/>
      <w:suppressAutoHyphens/>
    </w:pPr>
    <w:rPr>
      <w:rFonts w:ascii="Courier New" w:hAnsi="Courier New" w:cs="Courier New"/>
      <w:kern w:val="1"/>
      <w:sz w:val="24"/>
      <w:szCs w:val="24"/>
    </w:rPr>
  </w:style>
  <w:style w:type="paragraph" w:customStyle="1" w:styleId="Iniiaiieoaeno3">
    <w:name w:val="Iniiaiie oaeno 3"/>
    <w:basedOn w:val="Iauiue"/>
    <w:rsid w:val="009A383F"/>
    <w:pPr>
      <w:spacing w:before="0" w:after="0"/>
      <w:jc w:val="center"/>
    </w:pPr>
    <w:rPr>
      <w:b/>
      <w:sz w:val="28"/>
    </w:rPr>
  </w:style>
  <w:style w:type="character" w:customStyle="1" w:styleId="FontStyle15">
    <w:name w:val="Font Style15"/>
    <w:rsid w:val="009A383F"/>
    <w:rPr>
      <w:rFonts w:ascii="Century Schoolbook" w:hAnsi="Century Schoolbook" w:cs="Century Schoolbook"/>
      <w:sz w:val="20"/>
      <w:szCs w:val="20"/>
    </w:rPr>
  </w:style>
  <w:style w:type="character" w:customStyle="1" w:styleId="text3">
    <w:name w:val="text3"/>
    <w:rsid w:val="009A383F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Body-bper">
    <w:name w:val="Body-bper"/>
    <w:basedOn w:val="Normal"/>
    <w:rsid w:val="009A383F"/>
    <w:rPr>
      <w:szCs w:val="22"/>
    </w:rPr>
  </w:style>
  <w:style w:type="paragraph" w:customStyle="1" w:styleId="ListParagraph1">
    <w:name w:val="List Paragraph1"/>
    <w:basedOn w:val="Normal"/>
    <w:rsid w:val="009A383F"/>
    <w:pPr>
      <w:ind w:left="720"/>
      <w:contextualSpacing/>
    </w:pPr>
    <w:rPr>
      <w:rFonts w:eastAsia="Calibri"/>
      <w:sz w:val="24"/>
      <w:szCs w:val="24"/>
    </w:rPr>
  </w:style>
  <w:style w:type="character" w:customStyle="1" w:styleId="style31">
    <w:name w:val="style31"/>
    <w:rsid w:val="009A383F"/>
    <w:rPr>
      <w:rFonts w:cs="Times New Roman"/>
      <w:color w:val="FFFFFF"/>
      <w:sz w:val="36"/>
      <w:szCs w:val="36"/>
    </w:rPr>
  </w:style>
  <w:style w:type="character" w:customStyle="1" w:styleId="style1041">
    <w:name w:val="style1041"/>
    <w:rsid w:val="009A383F"/>
    <w:rPr>
      <w:rFonts w:cs="Times New Roman"/>
      <w:b/>
      <w:bCs/>
      <w:color w:val="FFFFFF"/>
      <w:sz w:val="28"/>
      <w:szCs w:val="28"/>
    </w:rPr>
  </w:style>
  <w:style w:type="character" w:customStyle="1" w:styleId="h1">
    <w:name w:val="h1"/>
    <w:rsid w:val="009A383F"/>
    <w:rPr>
      <w:rFonts w:ascii="Times" w:hAnsi="Times" w:cs="Times" w:hint="default"/>
      <w:color w:val="312A0A"/>
      <w:sz w:val="21"/>
      <w:szCs w:val="21"/>
    </w:rPr>
  </w:style>
  <w:style w:type="character" w:customStyle="1" w:styleId="FontStyle30">
    <w:name w:val="Font Style30"/>
    <w:rsid w:val="009A383F"/>
    <w:rPr>
      <w:rFonts w:ascii="Times New Roman" w:hAnsi="Times New Roman" w:cs="Times New Roman"/>
      <w:color w:val="000000"/>
      <w:sz w:val="26"/>
      <w:szCs w:val="26"/>
    </w:rPr>
  </w:style>
  <w:style w:type="character" w:customStyle="1" w:styleId="namem">
    <w:name w:val="namem"/>
    <w:rsid w:val="009A383F"/>
  </w:style>
  <w:style w:type="paragraph" w:customStyle="1" w:styleId="Style3">
    <w:name w:val="Style3"/>
    <w:basedOn w:val="Normal"/>
    <w:rsid w:val="009A383F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entury Schoolbook" w:hAnsi="Century Schoolbook"/>
      <w:sz w:val="24"/>
      <w:szCs w:val="24"/>
      <w:lang w:val="en-US"/>
    </w:rPr>
  </w:style>
  <w:style w:type="character" w:customStyle="1" w:styleId="apple-converted-space">
    <w:name w:val="apple-converted-space"/>
    <w:rsid w:val="009A383F"/>
    <w:rPr>
      <w:rFonts w:cs="Times New Roman"/>
    </w:rPr>
  </w:style>
  <w:style w:type="paragraph" w:customStyle="1" w:styleId="Style12">
    <w:name w:val="Style12"/>
    <w:basedOn w:val="Normal"/>
    <w:rsid w:val="009A383F"/>
    <w:pPr>
      <w:widowControl w:val="0"/>
      <w:autoSpaceDE w:val="0"/>
      <w:autoSpaceDN w:val="0"/>
      <w:adjustRightInd w:val="0"/>
      <w:spacing w:line="331" w:lineRule="exact"/>
    </w:pPr>
    <w:rPr>
      <w:rFonts w:eastAsia="Calibri"/>
      <w:sz w:val="24"/>
      <w:szCs w:val="24"/>
    </w:rPr>
  </w:style>
  <w:style w:type="character" w:customStyle="1" w:styleId="textdoc">
    <w:name w:val="textdoc"/>
    <w:rsid w:val="009A383F"/>
  </w:style>
  <w:style w:type="paragraph" w:customStyle="1" w:styleId="style13261856380000000707msonormal">
    <w:name w:val="style_13261856380000000707msonormal"/>
    <w:basedOn w:val="Normal"/>
    <w:rsid w:val="009A383F"/>
    <w:pPr>
      <w:spacing w:before="280" w:after="280"/>
    </w:pPr>
    <w:rPr>
      <w:rFonts w:cs="Calibri"/>
      <w:sz w:val="24"/>
      <w:szCs w:val="24"/>
      <w:lang w:eastAsia="ar-SA"/>
    </w:rPr>
  </w:style>
  <w:style w:type="paragraph" w:customStyle="1" w:styleId="BodyTextIndent31">
    <w:name w:val="Body Text Indent 31"/>
    <w:rsid w:val="009A383F"/>
    <w:pPr>
      <w:widowControl w:val="0"/>
      <w:suppressAutoHyphens/>
      <w:spacing w:after="120" w:line="276" w:lineRule="auto"/>
      <w:ind w:left="283"/>
    </w:pPr>
    <w:rPr>
      <w:rFonts w:ascii="Calibri" w:eastAsia="DejaVu LGC Sans" w:hAnsi="Calibri" w:cs="font274"/>
      <w:kern w:val="1"/>
      <w:sz w:val="16"/>
      <w:szCs w:val="16"/>
      <w:lang w:val="ru-RU" w:eastAsia="ar-SA"/>
    </w:rPr>
  </w:style>
  <w:style w:type="paragraph" w:customStyle="1" w:styleId="caaieiaie4">
    <w:name w:val="caaieiaie 4"/>
    <w:basedOn w:val="Iauiue"/>
    <w:next w:val="Iauiue"/>
    <w:rsid w:val="009A383F"/>
    <w:pPr>
      <w:keepNext/>
      <w:spacing w:before="0" w:after="0"/>
      <w:jc w:val="both"/>
    </w:pPr>
    <w:rPr>
      <w:rFonts w:ascii="Arial" w:hAnsi="Arial"/>
      <w:b/>
      <w:i/>
      <w:sz w:val="18"/>
    </w:rPr>
  </w:style>
  <w:style w:type="paragraph" w:customStyle="1" w:styleId="caaieiaie3">
    <w:name w:val="caaieiaie 3"/>
    <w:basedOn w:val="Iauiue"/>
    <w:next w:val="Iauiue"/>
    <w:rsid w:val="009A383F"/>
    <w:pPr>
      <w:keepNext/>
      <w:spacing w:before="0" w:after="0"/>
      <w:jc w:val="both"/>
    </w:pPr>
    <w:rPr>
      <w:b/>
    </w:rPr>
  </w:style>
  <w:style w:type="paragraph" w:customStyle="1" w:styleId="caaieiaie5">
    <w:name w:val="caaieiaie 5"/>
    <w:basedOn w:val="Iauiue"/>
    <w:next w:val="Iauiue"/>
    <w:rsid w:val="009A383F"/>
    <w:pPr>
      <w:keepNext/>
      <w:spacing w:before="0" w:after="0"/>
      <w:jc w:val="center"/>
    </w:pPr>
    <w:rPr>
      <w:b/>
      <w:sz w:val="48"/>
    </w:rPr>
  </w:style>
  <w:style w:type="paragraph" w:customStyle="1" w:styleId="Iniiaiieoaenonionooiii3">
    <w:name w:val="Iniiaiie oaeno n ionooiii 3"/>
    <w:basedOn w:val="Iauiue"/>
    <w:rsid w:val="009A383F"/>
    <w:pPr>
      <w:spacing w:before="0" w:after="0"/>
      <w:ind w:firstLine="567"/>
      <w:jc w:val="both"/>
    </w:pPr>
    <w:rPr>
      <w:rFonts w:ascii="Arial" w:hAnsi="Arial"/>
      <w:sz w:val="18"/>
    </w:rPr>
  </w:style>
  <w:style w:type="paragraph" w:customStyle="1" w:styleId="Ieaaonoaea">
    <w:name w:val="I?eaaonoaea"/>
    <w:basedOn w:val="Iauiue"/>
    <w:rsid w:val="009A383F"/>
    <w:pPr>
      <w:spacing w:before="0" w:after="0"/>
      <w:jc w:val="both"/>
    </w:pPr>
    <w:rPr>
      <w:rFonts w:ascii="Arial" w:hAnsi="Arial"/>
      <w:sz w:val="18"/>
    </w:rPr>
  </w:style>
  <w:style w:type="paragraph" w:customStyle="1" w:styleId="Iiacaaieiaie">
    <w:name w:val="Iiacaaieiaie"/>
    <w:basedOn w:val="Iauiue"/>
    <w:rsid w:val="009A383F"/>
    <w:pPr>
      <w:spacing w:before="0" w:after="0"/>
      <w:jc w:val="center"/>
    </w:pPr>
    <w:rPr>
      <w:rFonts w:ascii="Arial" w:hAnsi="Arial"/>
      <w:b/>
      <w:sz w:val="18"/>
    </w:rPr>
  </w:style>
  <w:style w:type="paragraph" w:customStyle="1" w:styleId="Iniiaiieoaeno2">
    <w:name w:val="Iniiaiie oaeno 2"/>
    <w:basedOn w:val="Iauiue"/>
    <w:rsid w:val="009A383F"/>
    <w:pPr>
      <w:spacing w:before="0" w:after="0"/>
      <w:ind w:firstLine="567"/>
    </w:pPr>
    <w:rPr>
      <w:sz w:val="28"/>
    </w:rPr>
  </w:style>
  <w:style w:type="paragraph" w:customStyle="1" w:styleId="Iniiaiieoaenonionooiii2">
    <w:name w:val="Iniiaiie oaeno n ionooiii 2"/>
    <w:basedOn w:val="Iauiue"/>
    <w:rsid w:val="009A383F"/>
    <w:pPr>
      <w:spacing w:before="60" w:after="60"/>
      <w:ind w:firstLine="709"/>
      <w:jc w:val="both"/>
    </w:pPr>
    <w:rPr>
      <w:rFonts w:ascii="Arial" w:hAnsi="Arial"/>
      <w:b/>
      <w:sz w:val="28"/>
    </w:rPr>
  </w:style>
  <w:style w:type="paragraph" w:customStyle="1" w:styleId="H3">
    <w:name w:val="H3"/>
    <w:basedOn w:val="Iauiue"/>
    <w:next w:val="Iauiue"/>
    <w:rsid w:val="009A383F"/>
    <w:pPr>
      <w:keepNext/>
    </w:pPr>
    <w:rPr>
      <w:b/>
      <w:sz w:val="28"/>
    </w:rPr>
  </w:style>
  <w:style w:type="paragraph" w:customStyle="1" w:styleId="H6">
    <w:name w:val="H6"/>
    <w:basedOn w:val="Iauiue"/>
    <w:next w:val="Iauiue"/>
    <w:rsid w:val="009A383F"/>
    <w:pPr>
      <w:keepNext/>
    </w:pPr>
    <w:rPr>
      <w:b/>
      <w:sz w:val="16"/>
    </w:rPr>
  </w:style>
  <w:style w:type="paragraph" w:customStyle="1" w:styleId="Oaeno">
    <w:name w:val="Oaeno"/>
    <w:basedOn w:val="Iauiue"/>
    <w:rsid w:val="009A383F"/>
    <w:pPr>
      <w:spacing w:before="0" w:after="0"/>
    </w:pPr>
    <w:rPr>
      <w:rFonts w:ascii="Courier New" w:hAnsi="Courier New"/>
      <w:sz w:val="20"/>
    </w:rPr>
  </w:style>
  <w:style w:type="character" w:customStyle="1" w:styleId="Auaaeaiea">
    <w:name w:val="Auaaeaiea"/>
    <w:rsid w:val="009A383F"/>
    <w:rPr>
      <w:i/>
    </w:rPr>
  </w:style>
  <w:style w:type="paragraph" w:customStyle="1" w:styleId="H5">
    <w:name w:val="H5"/>
    <w:basedOn w:val="Iauiue"/>
    <w:next w:val="Iauiue"/>
    <w:rsid w:val="009A383F"/>
    <w:pPr>
      <w:keepNext/>
    </w:pPr>
    <w:rPr>
      <w:b/>
      <w:sz w:val="20"/>
    </w:rPr>
  </w:style>
  <w:style w:type="character" w:customStyle="1" w:styleId="Noiaee">
    <w:name w:val="No?iaee"/>
    <w:rsid w:val="009A383F"/>
    <w:rPr>
      <w:b/>
    </w:rPr>
  </w:style>
  <w:style w:type="character" w:customStyle="1" w:styleId="Emphasis1">
    <w:name w:val="Emphasis1"/>
    <w:rsid w:val="009A383F"/>
    <w:rPr>
      <w:i/>
    </w:rPr>
  </w:style>
  <w:style w:type="paragraph" w:customStyle="1" w:styleId="PlainText1">
    <w:name w:val="Plain Text1"/>
    <w:basedOn w:val="Iauiue"/>
    <w:rsid w:val="009A383F"/>
    <w:pPr>
      <w:widowControl w:val="0"/>
      <w:spacing w:before="0" w:after="0"/>
    </w:pPr>
    <w:rPr>
      <w:rFonts w:ascii="Courier New" w:hAnsi="Courier New"/>
      <w:sz w:val="20"/>
    </w:rPr>
  </w:style>
  <w:style w:type="paragraph" w:customStyle="1" w:styleId="DefinitionTerm">
    <w:name w:val="Definition Term"/>
    <w:basedOn w:val="Iauiue"/>
    <w:next w:val="Iauiue"/>
    <w:rsid w:val="009A383F"/>
    <w:pPr>
      <w:spacing w:before="0" w:after="0"/>
    </w:pPr>
  </w:style>
  <w:style w:type="paragraph" w:customStyle="1" w:styleId="DLText">
    <w:name w:val="DL Text"/>
    <w:basedOn w:val="Iauiue"/>
    <w:rsid w:val="009A383F"/>
    <w:pPr>
      <w:spacing w:before="0" w:after="0"/>
      <w:ind w:firstLine="709"/>
      <w:jc w:val="both"/>
    </w:pPr>
    <w:rPr>
      <w:sz w:val="26"/>
    </w:rPr>
  </w:style>
  <w:style w:type="paragraph" w:customStyle="1" w:styleId="STYLEA1">
    <w:name w:val="STYLE_A1"/>
    <w:rsid w:val="009A383F"/>
    <w:pPr>
      <w:widowControl w:val="0"/>
      <w:jc w:val="both"/>
    </w:pPr>
    <w:rPr>
      <w:sz w:val="24"/>
      <w:lang w:val="ru-RU" w:eastAsia="ru-RU"/>
    </w:rPr>
  </w:style>
  <w:style w:type="paragraph" w:customStyle="1" w:styleId="H10">
    <w:name w:val="H1"/>
    <w:basedOn w:val="Iauiue"/>
    <w:next w:val="Iauiue"/>
    <w:rsid w:val="009A383F"/>
    <w:pPr>
      <w:keepNext/>
    </w:pPr>
    <w:rPr>
      <w:b/>
      <w:kern w:val="36"/>
      <w:sz w:val="48"/>
    </w:rPr>
  </w:style>
  <w:style w:type="character" w:customStyle="1" w:styleId="Iiniioaiiayaeiannueea">
    <w:name w:val="I?iniio?aiiay aeia?nnueea"/>
    <w:rsid w:val="009A383F"/>
    <w:rPr>
      <w:color w:val="800080"/>
      <w:u w:val="single"/>
    </w:rPr>
  </w:style>
  <w:style w:type="paragraph" w:customStyle="1" w:styleId="Iauiueoaenonionooiii">
    <w:name w:val="Iau?iue oaeno n ionooiii"/>
    <w:basedOn w:val="Iauiue"/>
    <w:rsid w:val="009A383F"/>
    <w:pPr>
      <w:spacing w:before="0" w:after="0" w:line="360" w:lineRule="atLeast"/>
      <w:ind w:firstLine="709"/>
      <w:jc w:val="both"/>
    </w:pPr>
    <w:rPr>
      <w:sz w:val="28"/>
    </w:rPr>
  </w:style>
  <w:style w:type="paragraph" w:customStyle="1" w:styleId="Aaoieeeieiioeooe">
    <w:name w:val="Aa?oiee eieiioeooe"/>
    <w:basedOn w:val="Iauiue"/>
    <w:rsid w:val="009A383F"/>
    <w:pPr>
      <w:tabs>
        <w:tab w:val="center" w:pos="4153"/>
        <w:tab w:val="right" w:pos="8306"/>
      </w:tabs>
      <w:spacing w:before="0" w:after="0"/>
    </w:pPr>
    <w:rPr>
      <w:sz w:val="20"/>
      <w:lang w:val="en-GB"/>
    </w:rPr>
  </w:style>
  <w:style w:type="paragraph" w:customStyle="1" w:styleId="MainHeadline">
    <w:name w:val="Main Headline"/>
    <w:basedOn w:val="Iauiue"/>
    <w:next w:val="Iauiue"/>
    <w:rsid w:val="009A383F"/>
    <w:pPr>
      <w:spacing w:before="360" w:after="240" w:line="240" w:lineRule="exact"/>
      <w:jc w:val="both"/>
    </w:pPr>
    <w:rPr>
      <w:rFonts w:ascii="Helvetica roman" w:hAnsi="Helvetica roman"/>
      <w:sz w:val="26"/>
      <w:lang w:val="en-GB"/>
    </w:rPr>
  </w:style>
  <w:style w:type="paragraph" w:customStyle="1" w:styleId="IauiueWeb">
    <w:name w:val="Iau?iue (Web)"/>
    <w:basedOn w:val="Iauiue"/>
    <w:rsid w:val="009A383F"/>
  </w:style>
  <w:style w:type="character" w:customStyle="1" w:styleId="text1">
    <w:name w:val="text1"/>
    <w:rsid w:val="009A383F"/>
    <w:rPr>
      <w:rFonts w:ascii="Verdana" w:hAnsi="Verdana"/>
      <w:sz w:val="18"/>
    </w:rPr>
  </w:style>
  <w:style w:type="character" w:customStyle="1" w:styleId="txsr1">
    <w:name w:val="txsr1"/>
    <w:rsid w:val="009A383F"/>
    <w:rPr>
      <w:rFonts w:ascii="Verdana" w:hAnsi="Verdana"/>
      <w:sz w:val="16"/>
    </w:rPr>
  </w:style>
  <w:style w:type="paragraph" w:customStyle="1" w:styleId="Preformatted">
    <w:name w:val="Preformatted"/>
    <w:basedOn w:val="Iauiue"/>
    <w:rsid w:val="009A38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character" w:customStyle="1" w:styleId="50">
    <w:name w:val="Знак Знак5"/>
    <w:rsid w:val="009A383F"/>
    <w:rPr>
      <w:i/>
      <w:iCs/>
      <w:sz w:val="24"/>
      <w:szCs w:val="24"/>
      <w:lang w:val="ru-RU" w:eastAsia="ru-RU" w:bidi="ar-SA"/>
    </w:rPr>
  </w:style>
  <w:style w:type="paragraph" w:customStyle="1" w:styleId="Char10">
    <w:name w:val="Char1"/>
    <w:basedOn w:val="Normal"/>
    <w:semiHidden/>
    <w:rsid w:val="009A383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нак Знак4"/>
    <w:rsid w:val="009A383F"/>
    <w:rPr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Normal"/>
    <w:rsid w:val="009A383F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paragraph" w:customStyle="1" w:styleId="212">
    <w:name w:val="Основной текст с отступом 21"/>
    <w:basedOn w:val="Normal"/>
    <w:rsid w:val="009A383F"/>
    <w:pPr>
      <w:widowControl w:val="0"/>
      <w:overflowPunct w:val="0"/>
      <w:autoSpaceDE w:val="0"/>
      <w:autoSpaceDN w:val="0"/>
      <w:adjustRightInd w:val="0"/>
      <w:spacing w:line="238" w:lineRule="exact"/>
      <w:ind w:firstLine="720"/>
      <w:textAlignment w:val="baseline"/>
    </w:pPr>
    <w:rPr>
      <w:sz w:val="28"/>
    </w:rPr>
  </w:style>
  <w:style w:type="paragraph" w:customStyle="1" w:styleId="311">
    <w:name w:val="Основной текст 31"/>
    <w:basedOn w:val="Normal"/>
    <w:rsid w:val="009A383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1d">
    <w:name w:val="Цитата1"/>
    <w:basedOn w:val="Normal"/>
    <w:rsid w:val="009A383F"/>
    <w:pPr>
      <w:tabs>
        <w:tab w:val="left" w:pos="110"/>
      </w:tabs>
      <w:overflowPunct w:val="0"/>
      <w:autoSpaceDE w:val="0"/>
      <w:autoSpaceDN w:val="0"/>
      <w:adjustRightInd w:val="0"/>
      <w:ind w:left="110" w:right="-108" w:hanging="110"/>
      <w:textAlignment w:val="baseline"/>
    </w:pPr>
    <w:rPr>
      <w:sz w:val="24"/>
    </w:rPr>
  </w:style>
  <w:style w:type="paragraph" w:customStyle="1" w:styleId="1e">
    <w:name w:val="Знак Знак Знак1 Знак Знак Знак Знак"/>
    <w:basedOn w:val="Normal"/>
    <w:autoRedefine/>
    <w:rsid w:val="009A383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3">
    <w:name w:val="Знак Знак3"/>
    <w:rsid w:val="009A383F"/>
    <w:rPr>
      <w:sz w:val="28"/>
      <w:lang w:val="ru-RU" w:eastAsia="ru-RU" w:bidi="ar-SA"/>
    </w:rPr>
  </w:style>
  <w:style w:type="character" w:customStyle="1" w:styleId="1f">
    <w:name w:val="Гиперссылка1"/>
    <w:rsid w:val="009A383F"/>
    <w:rPr>
      <w:color w:val="0000FF"/>
      <w:u w:val="single"/>
    </w:rPr>
  </w:style>
  <w:style w:type="paragraph" w:customStyle="1" w:styleId="1f0">
    <w:name w:val="Нижний колонтитул1"/>
    <w:basedOn w:val="Normal"/>
    <w:rsid w:val="009A383F"/>
    <w:pPr>
      <w:pBdr>
        <w:top w:val="single" w:sz="4" w:space="0" w:color="auto"/>
      </w:pBdr>
      <w:shd w:val="clear" w:color="auto" w:fill="E8EBF1"/>
      <w:spacing w:before="60"/>
      <w:ind w:right="60"/>
    </w:pPr>
    <w:rPr>
      <w:rFonts w:ascii="Verdana" w:hAnsi="Verdana"/>
      <w:color w:val="000000"/>
      <w:sz w:val="16"/>
      <w:szCs w:val="16"/>
    </w:rPr>
  </w:style>
  <w:style w:type="paragraph" w:customStyle="1" w:styleId="1f1">
    <w:name w:val="Верхний колонтитул1"/>
    <w:basedOn w:val="Normal"/>
    <w:rsid w:val="009A383F"/>
    <w:pPr>
      <w:spacing w:before="60"/>
      <w:ind w:right="60"/>
    </w:pPr>
    <w:rPr>
      <w:rFonts w:ascii="Verdana" w:hAnsi="Verdana"/>
      <w:sz w:val="16"/>
      <w:szCs w:val="16"/>
    </w:rPr>
  </w:style>
  <w:style w:type="paragraph" w:customStyle="1" w:styleId="1f2">
    <w:name w:val="Абзац списка1"/>
    <w:basedOn w:val="Normal"/>
    <w:rsid w:val="009A383F"/>
    <w:pPr>
      <w:ind w:left="720"/>
      <w:contextualSpacing/>
    </w:pPr>
    <w:rPr>
      <w:rFonts w:eastAsia="Calibri"/>
      <w:sz w:val="24"/>
      <w:szCs w:val="24"/>
    </w:rPr>
  </w:style>
  <w:style w:type="paragraph" w:customStyle="1" w:styleId="312">
    <w:name w:val="Основной текст с отступом 31"/>
    <w:rsid w:val="009A383F"/>
    <w:pPr>
      <w:widowControl w:val="0"/>
      <w:suppressAutoHyphens/>
      <w:spacing w:after="120" w:line="276" w:lineRule="auto"/>
      <w:ind w:left="283"/>
    </w:pPr>
    <w:rPr>
      <w:rFonts w:ascii="Calibri" w:eastAsia="DejaVu LGC Sans" w:hAnsi="Calibri" w:cs="font294"/>
      <w:kern w:val="1"/>
      <w:sz w:val="16"/>
      <w:szCs w:val="16"/>
      <w:lang w:val="ru-RU" w:eastAsia="ar-SA"/>
    </w:rPr>
  </w:style>
  <w:style w:type="paragraph" w:customStyle="1" w:styleId="Iauiue10">
    <w:name w:val="Iau?iue1"/>
    <w:rsid w:val="009A383F"/>
    <w:pPr>
      <w:spacing w:before="100" w:after="100"/>
    </w:pPr>
    <w:rPr>
      <w:sz w:val="24"/>
      <w:lang w:val="ru-RU" w:eastAsia="ru-RU"/>
    </w:rPr>
  </w:style>
  <w:style w:type="paragraph" w:customStyle="1" w:styleId="style5">
    <w:name w:val="style5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unit-header">
    <w:name w:val="unit-head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styleId="HTMLAddress">
    <w:name w:val="HTML Address"/>
    <w:basedOn w:val="Normal"/>
    <w:link w:val="HTMLAddressChar"/>
    <w:rsid w:val="009A383F"/>
    <w:rPr>
      <w:i/>
      <w:iCs/>
      <w:sz w:val="24"/>
      <w:szCs w:val="24"/>
    </w:rPr>
  </w:style>
  <w:style w:type="character" w:customStyle="1" w:styleId="HTMLAddressChar">
    <w:name w:val="HTML Address Char"/>
    <w:link w:val="HTMLAddress"/>
    <w:rsid w:val="009A383F"/>
    <w:rPr>
      <w:i/>
      <w:iCs/>
      <w:sz w:val="24"/>
      <w:szCs w:val="24"/>
    </w:rPr>
  </w:style>
  <w:style w:type="paragraph" w:customStyle="1" w:styleId="af6">
    <w:name w:val="Знак Знак Знак Знак"/>
    <w:basedOn w:val="Normal"/>
    <w:rsid w:val="009A38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asicParagraph">
    <w:name w:val="[Basic Paragraph]"/>
    <w:basedOn w:val="Normal"/>
    <w:rsid w:val="009A383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 w:eastAsia="en-US"/>
    </w:rPr>
  </w:style>
  <w:style w:type="paragraph" w:customStyle="1" w:styleId="b">
    <w:name w:val="b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o">
    <w:name w:val="o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enu-11">
    <w:name w:val="menu-11"/>
    <w:basedOn w:val="Normal"/>
    <w:rsid w:val="009A383F"/>
    <w:pPr>
      <w:ind w:left="-1800"/>
    </w:pPr>
    <w:rPr>
      <w:sz w:val="24"/>
      <w:szCs w:val="24"/>
    </w:rPr>
  </w:style>
  <w:style w:type="paragraph" w:customStyle="1" w:styleId="menu-21">
    <w:name w:val="menu-21"/>
    <w:basedOn w:val="Normal"/>
    <w:rsid w:val="009A383F"/>
    <w:pPr>
      <w:ind w:left="-1200"/>
    </w:pPr>
    <w:rPr>
      <w:sz w:val="24"/>
      <w:szCs w:val="24"/>
    </w:rPr>
  </w:style>
  <w:style w:type="paragraph" w:customStyle="1" w:styleId="menu-31">
    <w:name w:val="menu-31"/>
    <w:basedOn w:val="Normal"/>
    <w:rsid w:val="009A383F"/>
    <w:pPr>
      <w:ind w:left="-600"/>
    </w:pPr>
    <w:rPr>
      <w:sz w:val="24"/>
      <w:szCs w:val="24"/>
    </w:rPr>
  </w:style>
  <w:style w:type="paragraph" w:customStyle="1" w:styleId="menu-41">
    <w:name w:val="menu-41"/>
    <w:basedOn w:val="Normal"/>
    <w:rsid w:val="009A383F"/>
    <w:rPr>
      <w:sz w:val="24"/>
      <w:szCs w:val="24"/>
    </w:rPr>
  </w:style>
  <w:style w:type="paragraph" w:customStyle="1" w:styleId="font8">
    <w:name w:val="font_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s14">
    <w:name w:val="fs14"/>
    <w:basedOn w:val="Normal"/>
    <w:rsid w:val="009A383F"/>
    <w:pPr>
      <w:spacing w:before="100" w:beforeAutospacing="1" w:after="100" w:afterAutospacing="1"/>
    </w:pPr>
    <w:rPr>
      <w:sz w:val="17"/>
      <w:szCs w:val="17"/>
    </w:rPr>
  </w:style>
  <w:style w:type="paragraph" w:customStyle="1" w:styleId="main">
    <w:name w:val="main"/>
    <w:basedOn w:val="Normal"/>
    <w:rsid w:val="009A383F"/>
    <w:pPr>
      <w:spacing w:before="240" w:after="120"/>
      <w:jc w:val="both"/>
    </w:pPr>
    <w:rPr>
      <w:rFonts w:ascii="Verdana" w:hAnsi="Verdana"/>
      <w:color w:val="1F1C17"/>
      <w:sz w:val="14"/>
      <w:szCs w:val="14"/>
    </w:rPr>
  </w:style>
  <w:style w:type="paragraph" w:customStyle="1" w:styleId="msolistparagraph0">
    <w:name w:val="msolistparagraph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A383F"/>
    <w:pPr>
      <w:autoSpaceDE w:val="0"/>
      <w:autoSpaceDN w:val="0"/>
      <w:adjustRightInd w:val="0"/>
    </w:pPr>
    <w:rPr>
      <w:rFonts w:ascii="HLCJC F+ Myriad Pro" w:hAnsi="HLCJC F+ Myriad Pro" w:cs="HLCJC F+ Myriad Pro"/>
      <w:color w:val="000000"/>
      <w:sz w:val="24"/>
      <w:szCs w:val="24"/>
      <w:lang w:val="ru-RU" w:eastAsia="ru-RU"/>
    </w:rPr>
  </w:style>
  <w:style w:type="paragraph" w:customStyle="1" w:styleId="style10">
    <w:name w:val="style1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textplast">
    <w:name w:val="context__p_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u">
    <w:name w:val="u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0">
    <w:name w:val="body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3">
    <w:name w:val="style1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center">
    <w:name w:val="paragraph_cent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">
    <w:name w:val="paragraph_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Normal"/>
    <w:rsid w:val="009A383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Style50">
    <w:name w:val="Style5"/>
    <w:basedOn w:val="Normal"/>
    <w:rsid w:val="009A383F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style2">
    <w:name w:val="style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georgiared">
    <w:name w:val="georgiare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5NormalChar">
    <w:name w:val="5 Normal Char"/>
    <w:link w:val="5Normal"/>
    <w:rsid w:val="009A383F"/>
    <w:rPr>
      <w:rFonts w:ascii="Arial" w:hAnsi="Arial"/>
      <w:spacing w:val="-2"/>
    </w:rPr>
  </w:style>
  <w:style w:type="paragraph" w:customStyle="1" w:styleId="5Normal">
    <w:name w:val="5 Normal"/>
    <w:basedOn w:val="Normal"/>
    <w:link w:val="5NormalChar"/>
    <w:rsid w:val="009A383F"/>
    <w:pPr>
      <w:spacing w:after="120"/>
      <w:jc w:val="both"/>
    </w:pPr>
    <w:rPr>
      <w:rFonts w:ascii="Arial" w:hAnsi="Arial"/>
      <w:spacing w:val="-2"/>
    </w:rPr>
  </w:style>
  <w:style w:type="paragraph" w:customStyle="1" w:styleId="text-justify">
    <w:name w:val="text-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ate-display-single3">
    <w:name w:val="date-display-single3"/>
    <w:rsid w:val="009A383F"/>
    <w:rPr>
      <w:vanish w:val="0"/>
      <w:webHidden w:val="0"/>
      <w:specVanish w:val="0"/>
    </w:rPr>
  </w:style>
  <w:style w:type="character" w:customStyle="1" w:styleId="b-share2">
    <w:name w:val="b-share2"/>
    <w:rsid w:val="009A383F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material-paneldate1">
    <w:name w:val="b-material-panel__date1"/>
    <w:rsid w:val="009A383F"/>
    <w:rPr>
      <w:b/>
      <w:bCs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b-material-panelnam1">
    <w:name w:val="b-material-panel__nam1"/>
    <w:rsid w:val="009A383F"/>
    <w:rPr>
      <w:b/>
      <w:bCs/>
      <w:sz w:val="18"/>
      <w:szCs w:val="18"/>
    </w:rPr>
  </w:style>
  <w:style w:type="character" w:customStyle="1" w:styleId="b-material-paneltime1">
    <w:name w:val="b-material-panel__time1"/>
    <w:rsid w:val="009A383F"/>
    <w:rPr>
      <w:color w:val="9D9D9D"/>
    </w:rPr>
  </w:style>
  <w:style w:type="character" w:customStyle="1" w:styleId="hoenzb">
    <w:name w:val="hoenzb"/>
    <w:rsid w:val="009A383F"/>
  </w:style>
  <w:style w:type="character" w:customStyle="1" w:styleId="js-phone-number">
    <w:name w:val="js-phone-number"/>
    <w:rsid w:val="009A383F"/>
  </w:style>
  <w:style w:type="character" w:customStyle="1" w:styleId="titlepriority-normal">
    <w:name w:val="title priority-normal"/>
    <w:rsid w:val="009A383F"/>
  </w:style>
  <w:style w:type="character" w:customStyle="1" w:styleId="regions">
    <w:name w:val="regions"/>
    <w:rsid w:val="009A383F"/>
  </w:style>
  <w:style w:type="character" w:customStyle="1" w:styleId="topics">
    <w:name w:val="topics"/>
    <w:rsid w:val="009A383F"/>
  </w:style>
  <w:style w:type="character" w:customStyle="1" w:styleId="event-meta-label2">
    <w:name w:val="event-meta-label2"/>
    <w:rsid w:val="009A383F"/>
    <w:rPr>
      <w:caps/>
      <w:color w:val="999999"/>
      <w:sz w:val="16"/>
      <w:szCs w:val="16"/>
    </w:rPr>
  </w:style>
  <w:style w:type="character" w:customStyle="1" w:styleId="event-meta-value">
    <w:name w:val="event-meta-value"/>
    <w:rsid w:val="009A383F"/>
  </w:style>
  <w:style w:type="character" w:customStyle="1" w:styleId="city3">
    <w:name w:val="city3"/>
    <w:rsid w:val="009A383F"/>
    <w:rPr>
      <w:b w:val="0"/>
      <w:bCs w:val="0"/>
      <w:caps/>
      <w:color w:val="999999"/>
    </w:rPr>
  </w:style>
  <w:style w:type="paragraph" w:customStyle="1" w:styleId="marker-quote1">
    <w:name w:val="marker-quote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0">
    <w:name w:val="default"/>
    <w:basedOn w:val="Normal"/>
    <w:rsid w:val="009A383F"/>
    <w:pPr>
      <w:autoSpaceDE w:val="0"/>
      <w:autoSpaceDN w:val="0"/>
    </w:pPr>
    <w:rPr>
      <w:color w:val="000000"/>
      <w:sz w:val="24"/>
      <w:szCs w:val="24"/>
    </w:rPr>
  </w:style>
  <w:style w:type="character" w:customStyle="1" w:styleId="st1">
    <w:name w:val="st1"/>
    <w:rsid w:val="009A383F"/>
  </w:style>
  <w:style w:type="character" w:customStyle="1" w:styleId="event-infofield-title1">
    <w:name w:val="event-info__field-title1"/>
    <w:rsid w:val="009A383F"/>
    <w:rPr>
      <w:b/>
      <w:bCs/>
      <w:color w:val="373736"/>
    </w:rPr>
  </w:style>
  <w:style w:type="character" w:customStyle="1" w:styleId="eml">
    <w:name w:val="eml"/>
    <w:rsid w:val="009A383F"/>
  </w:style>
  <w:style w:type="paragraph" w:styleId="ListParagraph">
    <w:name w:val="List Paragraph"/>
    <w:basedOn w:val="Normal"/>
    <w:uiPriority w:val="34"/>
    <w:qFormat/>
    <w:rsid w:val="009A3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Выделение2"/>
    <w:rsid w:val="009A383F"/>
    <w:rPr>
      <w:i/>
    </w:rPr>
  </w:style>
  <w:style w:type="paragraph" w:customStyle="1" w:styleId="1f3">
    <w:name w:val="Текст1"/>
    <w:basedOn w:val="Iauiue"/>
    <w:rsid w:val="009A383F"/>
    <w:pPr>
      <w:widowControl w:val="0"/>
      <w:spacing w:before="0" w:after="0"/>
    </w:pPr>
    <w:rPr>
      <w:rFonts w:ascii="Courier New" w:hAnsi="Courier New"/>
      <w:sz w:val="20"/>
    </w:rPr>
  </w:style>
  <w:style w:type="character" w:customStyle="1" w:styleId="phone">
    <w:name w:val="phone"/>
    <w:rsid w:val="009A383F"/>
  </w:style>
  <w:style w:type="character" w:customStyle="1" w:styleId="fax">
    <w:name w:val="fax"/>
    <w:rsid w:val="009A383F"/>
  </w:style>
  <w:style w:type="character" w:customStyle="1" w:styleId="teamemail">
    <w:name w:val="team_email"/>
    <w:rsid w:val="009A383F"/>
  </w:style>
  <w:style w:type="paragraph" w:customStyle="1" w:styleId="rtecenter">
    <w:name w:val="rtecenter"/>
    <w:basedOn w:val="Normal"/>
    <w:rsid w:val="009A383F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contact-emailto">
    <w:name w:val="contact-emailto"/>
    <w:rsid w:val="009A383F"/>
  </w:style>
  <w:style w:type="character" w:customStyle="1" w:styleId="contact-telephone">
    <w:name w:val="contact-telephone"/>
    <w:rsid w:val="009A383F"/>
  </w:style>
  <w:style w:type="paragraph" w:customStyle="1" w:styleId="festivaltext">
    <w:name w:val="festival_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">
    <w:name w:val="article"/>
    <w:rsid w:val="009A383F"/>
    <w:rPr>
      <w:rFonts w:cs="Times New Roman"/>
    </w:rPr>
  </w:style>
  <w:style w:type="character" w:customStyle="1" w:styleId="email">
    <w:name w:val="email"/>
    <w:rsid w:val="009A383F"/>
  </w:style>
  <w:style w:type="character" w:customStyle="1" w:styleId="1f4">
    <w:name w:val="Дата1"/>
    <w:rsid w:val="009A383F"/>
  </w:style>
  <w:style w:type="paragraph" w:customStyle="1" w:styleId="fz14arial">
    <w:name w:val="fz14 arial"/>
    <w:basedOn w:val="Normal"/>
    <w:rsid w:val="009A383F"/>
    <w:pPr>
      <w:spacing w:before="120" w:after="100" w:afterAutospacing="1"/>
    </w:pPr>
    <w:rPr>
      <w:sz w:val="24"/>
      <w:szCs w:val="24"/>
    </w:rPr>
  </w:style>
  <w:style w:type="paragraph" w:customStyle="1" w:styleId="quote-border">
    <w:name w:val="quote-border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itleinfodigits">
    <w:name w:val="title infodigits"/>
    <w:rsid w:val="009A383F"/>
  </w:style>
  <w:style w:type="character" w:customStyle="1" w:styleId="infodigits">
    <w:name w:val="infodigits"/>
    <w:rsid w:val="009A383F"/>
  </w:style>
  <w:style w:type="character" w:customStyle="1" w:styleId="date-display-single">
    <w:name w:val="date-display-single"/>
    <w:rsid w:val="009A383F"/>
    <w:rPr>
      <w:b/>
      <w:bCs/>
      <w:color w:val="500001"/>
      <w:sz w:val="29"/>
      <w:szCs w:val="29"/>
    </w:rPr>
  </w:style>
  <w:style w:type="character" w:customStyle="1" w:styleId="location">
    <w:name w:val="location"/>
    <w:rsid w:val="009A383F"/>
    <w:rPr>
      <w:bdr w:val="none" w:sz="0" w:space="0" w:color="auto" w:frame="1"/>
    </w:rPr>
  </w:style>
  <w:style w:type="paragraph" w:customStyle="1" w:styleId="26">
    <w:name w:val="Îñíîâíîé òåêñò 2"/>
    <w:basedOn w:val="a"/>
    <w:rsid w:val="009A383F"/>
    <w:pPr>
      <w:jc w:val="center"/>
    </w:pPr>
    <w:rPr>
      <w:rFonts w:ascii="Times New Roman" w:hAnsi="Times New Roman"/>
      <w:b/>
      <w:sz w:val="28"/>
    </w:rPr>
  </w:style>
  <w:style w:type="character" w:customStyle="1" w:styleId="smoke2">
    <w:name w:val="smoke2"/>
    <w:rsid w:val="009A383F"/>
    <w:rPr>
      <w:color w:val="848485"/>
      <w:bdr w:val="none" w:sz="0" w:space="0" w:color="auto" w:frame="1"/>
    </w:rPr>
  </w:style>
  <w:style w:type="character" w:customStyle="1" w:styleId="ico-textfs14">
    <w:name w:val="ico-text fs14"/>
    <w:rsid w:val="009A383F"/>
  </w:style>
  <w:style w:type="character" w:customStyle="1" w:styleId="bcaptionenavbcaptioneprev">
    <w:name w:val="bcaption__enav bcaption__eprev"/>
    <w:rsid w:val="009A383F"/>
  </w:style>
  <w:style w:type="character" w:customStyle="1" w:styleId="bcaptionelinkarrow1">
    <w:name w:val="bcaption__elinkarrow1"/>
    <w:rsid w:val="009A383F"/>
    <w:rPr>
      <w:sz w:val="16"/>
      <w:szCs w:val="16"/>
    </w:rPr>
  </w:style>
  <w:style w:type="character" w:customStyle="1" w:styleId="bcaptionenavbcaptionenext">
    <w:name w:val="bcaption__enav bcaption__enext"/>
    <w:rsid w:val="009A383F"/>
  </w:style>
  <w:style w:type="character" w:customStyle="1" w:styleId="bcaptionelink3">
    <w:name w:val="bcaption__elink3"/>
    <w:rsid w:val="009A383F"/>
    <w:rPr>
      <w:caps/>
      <w:strike w:val="0"/>
      <w:dstrike w:val="0"/>
      <w:color w:val="BCBCBC"/>
      <w:sz w:val="14"/>
      <w:szCs w:val="14"/>
      <w:u w:val="none"/>
      <w:effect w:val="none"/>
    </w:rPr>
  </w:style>
  <w:style w:type="character" w:customStyle="1" w:styleId="conditionscontactsblock1">
    <w:name w:val="conditions__contacts__block1"/>
    <w:rsid w:val="009A383F"/>
    <w:rPr>
      <w:vanish w:val="0"/>
      <w:webHidden w:val="0"/>
      <w:specVanish w:val="0"/>
    </w:rPr>
  </w:style>
  <w:style w:type="character" w:customStyle="1" w:styleId="dpc-name">
    <w:name w:val="dpc-name"/>
    <w:rsid w:val="009A383F"/>
  </w:style>
  <w:style w:type="character" w:customStyle="1" w:styleId="dpc-fraction">
    <w:name w:val="dpc-fraction"/>
    <w:rsid w:val="009A383F"/>
  </w:style>
  <w:style w:type="character" w:customStyle="1" w:styleId="il">
    <w:name w:val="il"/>
    <w:rsid w:val="009A383F"/>
  </w:style>
  <w:style w:type="paragraph" w:customStyle="1" w:styleId="xmsonormal">
    <w:name w:val="xmsonorma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lock-contact-item-right1">
    <w:name w:val="block-contact-item-right1"/>
    <w:basedOn w:val="Normal"/>
    <w:rsid w:val="009A383F"/>
    <w:pPr>
      <w:spacing w:after="120" w:line="240" w:lineRule="atLeast"/>
      <w:ind w:left="900"/>
    </w:pPr>
    <w:rPr>
      <w:color w:val="FFFFFF"/>
      <w:sz w:val="17"/>
      <w:szCs w:val="17"/>
    </w:rPr>
  </w:style>
  <w:style w:type="character" w:customStyle="1" w:styleId="nobr">
    <w:name w:val="nobr"/>
    <w:rsid w:val="009A383F"/>
  </w:style>
  <w:style w:type="character" w:customStyle="1" w:styleId="event-infofield-title">
    <w:name w:val="event-info__field-title"/>
    <w:rsid w:val="009A383F"/>
  </w:style>
  <w:style w:type="paragraph" w:customStyle="1" w:styleId="p-italic">
    <w:name w:val="p-italic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infoblockitemeimagegroupitembinfoblockitemeimagecomments">
    <w:name w:val="binfoblockitem__eimagegroupitem binfoblockitem__eimagecomments"/>
    <w:rsid w:val="009A383F"/>
  </w:style>
  <w:style w:type="character" w:customStyle="1" w:styleId="binfoblockitemeimagegroupitembinfoblockitemeimageviews">
    <w:name w:val="binfoblockitem__eimagegroupitem binfoblockitem__eimageviews"/>
    <w:rsid w:val="009A383F"/>
  </w:style>
  <w:style w:type="character" w:customStyle="1" w:styleId="btapeelabeltext">
    <w:name w:val="btape__elabeltext"/>
    <w:rsid w:val="009A383F"/>
  </w:style>
  <w:style w:type="paragraph" w:customStyle="1" w:styleId="style30">
    <w:name w:val="style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eventsdetailsleftpaneleticketheader1">
    <w:name w:val="beventsdetailsleftpanel__eticketheader1"/>
    <w:rsid w:val="009A383F"/>
    <w:rPr>
      <w:rFonts w:ascii="FuturaDemiG" w:hAnsi="FuturaDemiG" w:hint="default"/>
      <w:caps/>
      <w:sz w:val="18"/>
      <w:szCs w:val="18"/>
      <w:bdr w:val="single" w:sz="4" w:space="1" w:color="auto" w:frame="1"/>
    </w:rPr>
  </w:style>
  <w:style w:type="paragraph" w:customStyle="1" w:styleId="categories">
    <w:name w:val="categorie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1f5">
    <w:name w:val="Название1"/>
    <w:rsid w:val="009A383F"/>
  </w:style>
  <w:style w:type="paragraph" w:customStyle="1" w:styleId="acxsplast">
    <w:name w:val="acxsp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sright1">
    <w:name w:val="ts_right1"/>
    <w:rsid w:val="009A383F"/>
    <w:rPr>
      <w:rFonts w:ascii="Arial" w:hAnsi="Arial" w:cs="Arial" w:hint="default"/>
      <w:i w:val="0"/>
      <w:iCs w:val="0"/>
      <w:color w:val="FFFFFF"/>
      <w:sz w:val="13"/>
      <w:szCs w:val="13"/>
    </w:rPr>
  </w:style>
  <w:style w:type="character" w:customStyle="1" w:styleId="skypec2cprintcontainer">
    <w:name w:val="skype_c2c_print_container"/>
    <w:rsid w:val="009A383F"/>
  </w:style>
  <w:style w:type="character" w:customStyle="1" w:styleId="skypec2ctextspan">
    <w:name w:val="skype_c2c_text_span"/>
    <w:rsid w:val="009A383F"/>
  </w:style>
  <w:style w:type="paragraph" w:customStyle="1" w:styleId="marker-quote3">
    <w:name w:val="marker-quote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red4">
    <w:name w:val="red4"/>
    <w:rsid w:val="009A383F"/>
  </w:style>
  <w:style w:type="character" w:customStyle="1" w:styleId="darkness2">
    <w:name w:val="darkness2"/>
    <w:rsid w:val="009A383F"/>
  </w:style>
  <w:style w:type="paragraph" w:customStyle="1" w:styleId="block-contact-item-right">
    <w:name w:val="block-contact-item-righ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contactdetails">
    <w:name w:val="contactdetail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tel31">
    <w:name w:val="tel31"/>
    <w:rsid w:val="009A383F"/>
    <w:rPr>
      <w:rFonts w:ascii="Tahoma" w:hAnsi="Tahoma" w:cs="Tahoma" w:hint="default"/>
      <w:b/>
      <w:bCs/>
      <w:strike w:val="0"/>
      <w:dstrike w:val="0"/>
      <w:vanish w:val="0"/>
      <w:webHidden w:val="0"/>
      <w:color w:val="000000"/>
      <w:sz w:val="17"/>
      <w:szCs w:val="17"/>
      <w:u w:val="none"/>
      <w:effect w:val="none"/>
      <w:specVanish w:val="0"/>
    </w:rPr>
  </w:style>
  <w:style w:type="character" w:customStyle="1" w:styleId="gray31">
    <w:name w:val="gray31"/>
    <w:rsid w:val="009A383F"/>
    <w:rPr>
      <w:rFonts w:ascii="Arial" w:hAnsi="Arial" w:cs="Arial" w:hint="default"/>
      <w:color w:val="545454"/>
    </w:rPr>
  </w:style>
  <w:style w:type="paragraph" w:customStyle="1" w:styleId="nospacing0">
    <w:name w:val="nospacing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9A383F"/>
  </w:style>
  <w:style w:type="paragraph" w:customStyle="1" w:styleId="p8">
    <w:name w:val="p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null">
    <w:name w:val="null"/>
    <w:rsid w:val="009A383F"/>
    <w:rPr>
      <w:rFonts w:ascii="Times New Roman" w:hAnsi="Times New Roman" w:cs="Times New Roman" w:hint="default"/>
    </w:rPr>
  </w:style>
  <w:style w:type="character" w:customStyle="1" w:styleId="ga1oncontextualizable">
    <w:name w:val="_ga1_on_ contextualizable"/>
    <w:rsid w:val="009A383F"/>
  </w:style>
  <w:style w:type="paragraph" w:customStyle="1" w:styleId="summary">
    <w:name w:val="summar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ash041e0431044b0447043d044b0439">
    <w:name w:val="dash041e0431044b0447043d044b043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ge">
    <w:name w:val="page"/>
    <w:basedOn w:val="Normal"/>
    <w:rsid w:val="009A383F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information">
    <w:name w:val="informatio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epartment-title1">
    <w:name w:val="department-title1"/>
    <w:rsid w:val="009A383F"/>
    <w:rPr>
      <w:caps/>
      <w:color w:val="999999"/>
      <w:sz w:val="13"/>
      <w:szCs w:val="13"/>
    </w:rPr>
  </w:style>
  <w:style w:type="paragraph" w:customStyle="1" w:styleId="firstchildtext">
    <w:name w:val="fir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inkexternal">
    <w:name w:val="link externa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tickstick-tag">
    <w:name w:val="stick stick-tag"/>
    <w:rsid w:val="009A383F"/>
  </w:style>
  <w:style w:type="character" w:customStyle="1" w:styleId="stickstick-view">
    <w:name w:val="stick stick-view"/>
    <w:rsid w:val="009A383F"/>
  </w:style>
  <w:style w:type="paragraph" w:customStyle="1" w:styleId="mttl">
    <w:name w:val="m_tt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entry-meta">
    <w:name w:val="entry-meta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irstchildlastchildtext">
    <w:name w:val="first_child la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astchildtext">
    <w:name w:val="last_child tex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postal-code">
    <w:name w:val="postal-code"/>
    <w:rsid w:val="009A383F"/>
  </w:style>
  <w:style w:type="character" w:customStyle="1" w:styleId="country-name">
    <w:name w:val="country-name"/>
    <w:rsid w:val="009A383F"/>
  </w:style>
  <w:style w:type="character" w:customStyle="1" w:styleId="locality">
    <w:name w:val="locality"/>
    <w:rsid w:val="009A383F"/>
  </w:style>
  <w:style w:type="character" w:customStyle="1" w:styleId="phone1">
    <w:name w:val="phone1"/>
    <w:rsid w:val="009A383F"/>
    <w:rPr>
      <w:vanish w:val="0"/>
      <w:webHidden w:val="0"/>
      <w:specVanish w:val="0"/>
    </w:rPr>
  </w:style>
  <w:style w:type="character" w:customStyle="1" w:styleId="email1">
    <w:name w:val="email1"/>
    <w:rsid w:val="009A383F"/>
    <w:rPr>
      <w:vanish w:val="0"/>
      <w:webHidden w:val="0"/>
      <w:specVanish w:val="0"/>
    </w:rPr>
  </w:style>
  <w:style w:type="character" w:customStyle="1" w:styleId="PlainTextChar">
    <w:name w:val="Plain Text Char"/>
    <w:semiHidden/>
    <w:locked/>
    <w:rsid w:val="009A383F"/>
    <w:rPr>
      <w:rFonts w:ascii="Consolas" w:hAnsi="Consolas"/>
      <w:sz w:val="21"/>
      <w:szCs w:val="21"/>
      <w:lang w:val="ru-RU" w:eastAsia="en-US" w:bidi="ar-SA"/>
    </w:rPr>
  </w:style>
  <w:style w:type="paragraph" w:customStyle="1" w:styleId="p10">
    <w:name w:val="p1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rsid w:val="009A383F"/>
  </w:style>
  <w:style w:type="paragraph" w:customStyle="1" w:styleId="after18">
    <w:name w:val="after18"/>
    <w:basedOn w:val="Normal"/>
    <w:rsid w:val="009A383F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txt2">
    <w:name w:val="txt2"/>
    <w:rsid w:val="009A383F"/>
  </w:style>
  <w:style w:type="character" w:customStyle="1" w:styleId="dashedred">
    <w:name w:val="dashed red"/>
    <w:rsid w:val="009A383F"/>
  </w:style>
  <w:style w:type="character" w:customStyle="1" w:styleId="share-counter-common">
    <w:name w:val="share-counter-common"/>
    <w:rsid w:val="009A383F"/>
  </w:style>
  <w:style w:type="character" w:customStyle="1" w:styleId="dashedblue">
    <w:name w:val="dashed blue"/>
    <w:rsid w:val="009A383F"/>
  </w:style>
  <w:style w:type="character" w:customStyle="1" w:styleId="dashed12">
    <w:name w:val="dashed12"/>
    <w:rsid w:val="009A383F"/>
    <w:rPr>
      <w:strike w:val="0"/>
      <w:dstrike w:val="0"/>
      <w:color w:val="000000"/>
      <w:u w:val="none"/>
      <w:effect w:val="none"/>
    </w:rPr>
  </w:style>
  <w:style w:type="character" w:customStyle="1" w:styleId="plus181">
    <w:name w:val="plus181"/>
    <w:rsid w:val="009A383F"/>
    <w:rPr>
      <w:color w:val="000000"/>
      <w:sz w:val="16"/>
      <w:szCs w:val="16"/>
      <w:shd w:val="clear" w:color="auto" w:fill="FFFFFF"/>
    </w:rPr>
  </w:style>
  <w:style w:type="character" w:customStyle="1" w:styleId="sn-label3">
    <w:name w:val="sn-label3"/>
    <w:rsid w:val="009A383F"/>
  </w:style>
  <w:style w:type="character" w:customStyle="1" w:styleId="small-logo2">
    <w:name w:val="small-logo2"/>
    <w:rsid w:val="009A383F"/>
  </w:style>
  <w:style w:type="paragraph" w:customStyle="1" w:styleId="nomargin">
    <w:name w:val="nomargi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moke3">
    <w:name w:val="smoke3"/>
    <w:rsid w:val="009A383F"/>
    <w:rPr>
      <w:color w:val="848485"/>
      <w:bdr w:val="none" w:sz="0" w:space="0" w:color="auto" w:frame="1"/>
    </w:rPr>
  </w:style>
  <w:style w:type="character" w:customStyle="1" w:styleId="stick1">
    <w:name w:val="stick1"/>
    <w:rsid w:val="009A383F"/>
    <w:rPr>
      <w:vanish w:val="0"/>
      <w:webHidden w:val="0"/>
      <w:sz w:val="18"/>
      <w:szCs w:val="18"/>
      <w:shd w:val="clear" w:color="auto" w:fill="EFEEEE"/>
      <w:specVanish w:val="0"/>
    </w:rPr>
  </w:style>
  <w:style w:type="paragraph" w:customStyle="1" w:styleId="p3">
    <w:name w:val="p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p1">
    <w:name w:val="sp1"/>
    <w:rsid w:val="009A383F"/>
    <w:rPr>
      <w:rFonts w:ascii="DINCondensedWebC" w:hAnsi="DINCondensedWebC" w:hint="default"/>
      <w:caps/>
      <w:strike w:val="0"/>
      <w:dstrike w:val="0"/>
      <w:color w:val="FFFFFF"/>
      <w:sz w:val="18"/>
      <w:szCs w:val="18"/>
      <w:u w:val="none"/>
      <w:effect w:val="none"/>
      <w:shd w:val="clear" w:color="auto" w:fill="343434"/>
    </w:rPr>
  </w:style>
  <w:style w:type="character" w:customStyle="1" w:styleId="Title1">
    <w:name w:val="Title1"/>
    <w:rsid w:val="009A383F"/>
  </w:style>
  <w:style w:type="character" w:customStyle="1" w:styleId="icon1">
    <w:name w:val="icon1"/>
    <w:rsid w:val="009A383F"/>
    <w:rPr>
      <w:b/>
      <w:bCs/>
      <w:vanish w:val="0"/>
      <w:webHidden w:val="0"/>
      <w:specVanish w:val="0"/>
    </w:rPr>
  </w:style>
  <w:style w:type="paragraph" w:customStyle="1" w:styleId="abzbold">
    <w:name w:val="abz_bo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11tms">
    <w:name w:val="11tm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tyle61">
    <w:name w:val="style61"/>
    <w:rsid w:val="009A383F"/>
    <w:rPr>
      <w:sz w:val="18"/>
      <w:szCs w:val="18"/>
    </w:rPr>
  </w:style>
  <w:style w:type="paragraph" w:customStyle="1" w:styleId="title2">
    <w:name w:val="title2"/>
    <w:basedOn w:val="Normal"/>
    <w:rsid w:val="009A383F"/>
    <w:pPr>
      <w:spacing w:before="100" w:beforeAutospacing="1" w:after="100" w:afterAutospacing="1"/>
    </w:pPr>
    <w:rPr>
      <w:color w:val="858585"/>
      <w:sz w:val="38"/>
      <w:szCs w:val="38"/>
    </w:rPr>
  </w:style>
  <w:style w:type="character" w:customStyle="1" w:styleId="header11">
    <w:name w:val="header11"/>
    <w:rsid w:val="009A383F"/>
    <w:rPr>
      <w:rFonts w:ascii="Arial" w:hAnsi="Arial" w:cs="Arial" w:hint="default"/>
      <w:b/>
      <w:bCs/>
      <w:color w:val="1A76B7"/>
      <w:sz w:val="30"/>
      <w:szCs w:val="30"/>
    </w:rPr>
  </w:style>
  <w:style w:type="paragraph" w:customStyle="1" w:styleId="rtejustify">
    <w:name w:val="rtejustif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9A383F"/>
  </w:style>
  <w:style w:type="paragraph" w:customStyle="1" w:styleId="p13">
    <w:name w:val="p13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9A383F"/>
  </w:style>
  <w:style w:type="paragraph" w:customStyle="1" w:styleId="p14">
    <w:name w:val="p14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7">
    <w:name w:val="s7"/>
    <w:rsid w:val="009A383F"/>
  </w:style>
  <w:style w:type="character" w:customStyle="1" w:styleId="s8">
    <w:name w:val="s8"/>
    <w:rsid w:val="009A383F"/>
  </w:style>
  <w:style w:type="paragraph" w:customStyle="1" w:styleId="p18">
    <w:name w:val="p1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ga1on">
    <w:name w:val="_ga1_on_"/>
    <w:rsid w:val="009A383F"/>
  </w:style>
  <w:style w:type="character" w:customStyle="1" w:styleId="message-sentinfo">
    <w:name w:val="message-sent__info"/>
    <w:rsid w:val="009A383F"/>
  </w:style>
  <w:style w:type="paragraph" w:customStyle="1" w:styleId="standard">
    <w:name w:val="standar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restyle">
    <w:name w:val="prestyle"/>
    <w:basedOn w:val="Normal"/>
    <w:rsid w:val="009A383F"/>
    <w:pPr>
      <w:spacing w:before="160"/>
    </w:pPr>
    <w:rPr>
      <w:rFonts w:ascii="monospaced" w:hAnsi="monospaced"/>
      <w:color w:val="003366"/>
      <w:sz w:val="24"/>
      <w:szCs w:val="24"/>
    </w:rPr>
  </w:style>
  <w:style w:type="paragraph" w:customStyle="1" w:styleId="depstyle">
    <w:name w:val="depstyle"/>
    <w:basedOn w:val="Normal"/>
    <w:rsid w:val="009A383F"/>
    <w:pPr>
      <w:spacing w:before="160"/>
    </w:pPr>
    <w:rPr>
      <w:rFonts w:ascii="Verdana" w:hAnsi="Verdana"/>
      <w:color w:val="003366"/>
      <w:sz w:val="16"/>
      <w:szCs w:val="16"/>
    </w:rPr>
  </w:style>
  <w:style w:type="paragraph" w:customStyle="1" w:styleId="voting">
    <w:name w:val="voting"/>
    <w:basedOn w:val="Normal"/>
    <w:rsid w:val="009A383F"/>
    <w:pPr>
      <w:spacing w:before="160"/>
    </w:pPr>
    <w:rPr>
      <w:rFonts w:ascii="Verdana" w:hAnsi="Verdana"/>
      <w:color w:val="003366"/>
      <w:sz w:val="14"/>
      <w:szCs w:val="14"/>
    </w:rPr>
  </w:style>
  <w:style w:type="paragraph" w:customStyle="1" w:styleId="head33">
    <w:name w:val="head33"/>
    <w:basedOn w:val="Normal"/>
    <w:rsid w:val="009A383F"/>
    <w:pPr>
      <w:spacing w:before="60" w:after="60"/>
      <w:jc w:val="center"/>
    </w:pPr>
    <w:rPr>
      <w:rFonts w:ascii="Verdana" w:hAnsi="Verdana"/>
      <w:b/>
      <w:bCs/>
      <w:color w:val="003366"/>
      <w:sz w:val="18"/>
      <w:szCs w:val="18"/>
    </w:rPr>
  </w:style>
  <w:style w:type="paragraph" w:customStyle="1" w:styleId="sttb">
    <w:name w:val="sttb"/>
    <w:basedOn w:val="Normal"/>
    <w:rsid w:val="009A383F"/>
    <w:pPr>
      <w:spacing w:before="160"/>
    </w:pPr>
    <w:rPr>
      <w:sz w:val="24"/>
      <w:szCs w:val="24"/>
    </w:rPr>
  </w:style>
  <w:style w:type="paragraph" w:customStyle="1" w:styleId="sttr">
    <w:name w:val="sttr"/>
    <w:basedOn w:val="Normal"/>
    <w:rsid w:val="009A383F"/>
    <w:pPr>
      <w:spacing w:before="160"/>
    </w:pPr>
    <w:rPr>
      <w:sz w:val="24"/>
      <w:szCs w:val="24"/>
    </w:rPr>
  </w:style>
  <w:style w:type="paragraph" w:customStyle="1" w:styleId="sttd">
    <w:name w:val="sttd"/>
    <w:basedOn w:val="Normal"/>
    <w:rsid w:val="009A383F"/>
    <w:pPr>
      <w:spacing w:before="160"/>
    </w:pPr>
    <w:rPr>
      <w:sz w:val="24"/>
      <w:szCs w:val="24"/>
    </w:rPr>
  </w:style>
  <w:style w:type="paragraph" w:customStyle="1" w:styleId="stdv">
    <w:name w:val="stdv"/>
    <w:basedOn w:val="Normal"/>
    <w:rsid w:val="009A383F"/>
    <w:rPr>
      <w:sz w:val="24"/>
      <w:szCs w:val="24"/>
    </w:rPr>
  </w:style>
  <w:style w:type="paragraph" w:customStyle="1" w:styleId="sthd">
    <w:name w:val="sthd"/>
    <w:basedOn w:val="Normal"/>
    <w:rsid w:val="009A383F"/>
    <w:pPr>
      <w:spacing w:before="160"/>
    </w:pPr>
    <w:rPr>
      <w:vanish/>
      <w:sz w:val="24"/>
      <w:szCs w:val="24"/>
    </w:rPr>
  </w:style>
  <w:style w:type="paragraph" w:customStyle="1" w:styleId="stsp">
    <w:name w:val="stsp"/>
    <w:basedOn w:val="Normal"/>
    <w:rsid w:val="009A383F"/>
    <w:rPr>
      <w:sz w:val="24"/>
      <w:szCs w:val="24"/>
    </w:rPr>
  </w:style>
  <w:style w:type="paragraph" w:customStyle="1" w:styleId="firstchild">
    <w:name w:val="first_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lastchild">
    <w:name w:val="last_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dashed26">
    <w:name w:val="dashed26"/>
    <w:rsid w:val="009A383F"/>
    <w:rPr>
      <w:strike w:val="0"/>
      <w:dstrike w:val="0"/>
      <w:u w:val="none"/>
      <w:effect w:val="none"/>
    </w:rPr>
  </w:style>
  <w:style w:type="character" w:customStyle="1" w:styleId="msgtext">
    <w:name w:val="msgtext"/>
    <w:rsid w:val="009A383F"/>
  </w:style>
  <w:style w:type="character" w:customStyle="1" w:styleId="exhdate1">
    <w:name w:val="exh_date1"/>
    <w:rsid w:val="009A383F"/>
    <w:rPr>
      <w:rFonts w:ascii="Arial" w:hAnsi="Arial" w:cs="Arial" w:hint="default"/>
      <w:caps/>
      <w:color w:val="666666"/>
      <w:sz w:val="20"/>
      <w:szCs w:val="20"/>
    </w:rPr>
  </w:style>
  <w:style w:type="paragraph" w:customStyle="1" w:styleId="paragraph">
    <w:name w:val="paragraph"/>
    <w:basedOn w:val="Normal"/>
    <w:rsid w:val="009A383F"/>
    <w:pPr>
      <w:spacing w:before="300" w:after="300"/>
      <w:ind w:firstLine="240"/>
      <w:jc w:val="both"/>
    </w:pPr>
    <w:rPr>
      <w:sz w:val="24"/>
      <w:szCs w:val="24"/>
    </w:rPr>
  </w:style>
  <w:style w:type="paragraph" w:customStyle="1" w:styleId="Body1">
    <w:name w:val="Body 1"/>
    <w:rsid w:val="009A383F"/>
    <w:rPr>
      <w:rFonts w:ascii="Helvetica" w:eastAsia="Arial Unicode MS" w:hAnsi="Helvetica"/>
      <w:color w:val="000000"/>
      <w:sz w:val="24"/>
      <w:lang w:val="ru-RU" w:eastAsia="ru-RU"/>
    </w:rPr>
  </w:style>
  <w:style w:type="character" w:customStyle="1" w:styleId="tttime">
    <w:name w:val="tttime"/>
    <w:rsid w:val="009A383F"/>
  </w:style>
  <w:style w:type="character" w:customStyle="1" w:styleId="ttfilm">
    <w:name w:val="ttfilm"/>
    <w:rsid w:val="009A383F"/>
  </w:style>
  <w:style w:type="character" w:customStyle="1" w:styleId="ttprogram">
    <w:name w:val="ttprogram"/>
    <w:rsid w:val="009A383F"/>
  </w:style>
  <w:style w:type="character" w:customStyle="1" w:styleId="box">
    <w:name w:val="box"/>
    <w:rsid w:val="009A383F"/>
  </w:style>
  <w:style w:type="paragraph" w:customStyle="1" w:styleId="g-indent-bottompress">
    <w:name w:val="g-indent-bottom__pres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ms-rtefontsize-21">
    <w:name w:val="ms-rtefontsize-21"/>
    <w:rsid w:val="009A383F"/>
    <w:rPr>
      <w:sz w:val="20"/>
      <w:szCs w:val="20"/>
    </w:rPr>
  </w:style>
  <w:style w:type="character" w:customStyle="1" w:styleId="divide">
    <w:name w:val="divide"/>
    <w:rsid w:val="009A383F"/>
  </w:style>
  <w:style w:type="paragraph" w:customStyle="1" w:styleId="p7">
    <w:name w:val="p7"/>
    <w:basedOn w:val="Normal"/>
    <w:rsid w:val="009A383F"/>
    <w:pPr>
      <w:spacing w:before="100" w:beforeAutospacing="1" w:after="225"/>
    </w:pPr>
    <w:rPr>
      <w:sz w:val="24"/>
      <w:szCs w:val="24"/>
    </w:rPr>
  </w:style>
  <w:style w:type="paragraph" w:customStyle="1" w:styleId="newstitlebody">
    <w:name w:val="news_title_body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text-primary">
    <w:name w:val="text-primary"/>
    <w:basedOn w:val="Normal"/>
    <w:rsid w:val="009A383F"/>
    <w:pPr>
      <w:spacing w:after="150"/>
    </w:pPr>
    <w:rPr>
      <w:color w:val="FF9747"/>
      <w:sz w:val="24"/>
      <w:szCs w:val="24"/>
    </w:rPr>
  </w:style>
  <w:style w:type="character" w:customStyle="1" w:styleId="textexposedshow">
    <w:name w:val="text_exposed_show"/>
    <w:rsid w:val="009A383F"/>
  </w:style>
  <w:style w:type="character" w:customStyle="1" w:styleId="usercontent">
    <w:name w:val="usercontent"/>
    <w:uiPriority w:val="99"/>
    <w:rsid w:val="009A383F"/>
  </w:style>
  <w:style w:type="character" w:customStyle="1" w:styleId="b1">
    <w:name w:val="b1"/>
    <w:rsid w:val="009A383F"/>
    <w:rPr>
      <w:b/>
      <w:bCs/>
    </w:rPr>
  </w:style>
  <w:style w:type="character" w:customStyle="1" w:styleId="ya-phone">
    <w:name w:val="ya-phone"/>
    <w:rsid w:val="009A383F"/>
  </w:style>
  <w:style w:type="paragraph" w:customStyle="1" w:styleId="p5">
    <w:name w:val="p5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9A383F"/>
  </w:style>
  <w:style w:type="character" w:customStyle="1" w:styleId="s4">
    <w:name w:val="s4"/>
    <w:rsid w:val="009A383F"/>
  </w:style>
  <w:style w:type="paragraph" w:customStyle="1" w:styleId="contextplast0">
    <w:name w:val="contextplas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hps">
    <w:name w:val="hps"/>
    <w:rsid w:val="009A383F"/>
  </w:style>
  <w:style w:type="paragraph" w:customStyle="1" w:styleId="rvps2">
    <w:name w:val="rvps2"/>
    <w:basedOn w:val="Normal"/>
    <w:rsid w:val="009A383F"/>
    <w:pPr>
      <w:jc w:val="both"/>
    </w:pPr>
    <w:rPr>
      <w:rFonts w:eastAsia="Arial Unicode MS"/>
      <w:sz w:val="24"/>
      <w:szCs w:val="24"/>
    </w:rPr>
  </w:style>
  <w:style w:type="character" w:customStyle="1" w:styleId="rvts8">
    <w:name w:val="rvts8"/>
    <w:rsid w:val="009A383F"/>
    <w:rPr>
      <w:rFonts w:ascii="Times New Roman" w:hAnsi="Times New Roman" w:cs="Times New Roman" w:hint="default"/>
    </w:rPr>
  </w:style>
  <w:style w:type="paragraph" w:customStyle="1" w:styleId="27">
    <w:name w:val="çàãîëîâîê 2"/>
    <w:basedOn w:val="a"/>
    <w:next w:val="a"/>
    <w:rsid w:val="009A383F"/>
    <w:pPr>
      <w:keepNext/>
      <w:keepLines/>
      <w:widowControl w:val="0"/>
      <w:spacing w:before="120" w:after="60"/>
    </w:pPr>
    <w:rPr>
      <w:b/>
      <w:caps/>
      <w:sz w:val="16"/>
    </w:rPr>
  </w:style>
  <w:style w:type="character" w:customStyle="1" w:styleId="link-mailto">
    <w:name w:val="link-mailto"/>
    <w:rsid w:val="009A383F"/>
  </w:style>
  <w:style w:type="paragraph" w:customStyle="1" w:styleId="style18">
    <w:name w:val="style1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datemonth0">
    <w:name w:val="datemonth0"/>
    <w:basedOn w:val="Normal"/>
    <w:rsid w:val="009A383F"/>
    <w:pPr>
      <w:spacing w:after="240"/>
    </w:pPr>
    <w:rPr>
      <w:sz w:val="24"/>
      <w:szCs w:val="24"/>
    </w:rPr>
  </w:style>
  <w:style w:type="paragraph" w:customStyle="1" w:styleId="nospacing10">
    <w:name w:val="nospacing1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8">
    <w:name w:val="style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header-user-name">
    <w:name w:val="header-user-name"/>
    <w:rsid w:val="009A383F"/>
  </w:style>
  <w:style w:type="paragraph" w:customStyle="1" w:styleId="about">
    <w:name w:val="abou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orange1">
    <w:name w:val="orange1"/>
    <w:rsid w:val="009A383F"/>
    <w:rPr>
      <w:color w:val="E97005"/>
    </w:rPr>
  </w:style>
  <w:style w:type="character" w:customStyle="1" w:styleId="phone2">
    <w:name w:val="phone2"/>
    <w:rsid w:val="009A383F"/>
    <w:rPr>
      <w:vanish w:val="0"/>
      <w:webHidden w:val="0"/>
      <w:shd w:val="clear" w:color="auto" w:fill="auto"/>
      <w:specVanish w:val="0"/>
    </w:rPr>
  </w:style>
  <w:style w:type="character" w:customStyle="1" w:styleId="mail2">
    <w:name w:val="mail2"/>
    <w:rsid w:val="009A383F"/>
    <w:rPr>
      <w:vanish w:val="0"/>
      <w:webHidden w:val="0"/>
      <w:shd w:val="clear" w:color="auto" w:fill="auto"/>
      <w:specVanish w:val="0"/>
    </w:rPr>
  </w:style>
  <w:style w:type="paragraph" w:customStyle="1" w:styleId="ms-rtefontsize-2">
    <w:name w:val="ms-rtefontsize-2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indent">
    <w:name w:val="paragraph_justify_inden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rsid w:val="009A383F"/>
  </w:style>
  <w:style w:type="paragraph" w:customStyle="1" w:styleId="s9">
    <w:name w:val="s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-serplistitemsnippet">
    <w:name w:val="b-serp__list_item_snippe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b-serplistiteminfo1">
    <w:name w:val="b-serp__list_item_info1"/>
    <w:rsid w:val="009A383F"/>
    <w:rPr>
      <w:vanish w:val="0"/>
      <w:webHidden w:val="0"/>
      <w:color w:val="4D7616"/>
      <w:specVanish w:val="0"/>
    </w:rPr>
  </w:style>
  <w:style w:type="character" w:customStyle="1" w:styleId="b-serplistiteminfodomain">
    <w:name w:val="b-serp__list_item_info_domain"/>
    <w:rsid w:val="009A383F"/>
  </w:style>
  <w:style w:type="character" w:customStyle="1" w:styleId="Date1">
    <w:name w:val="Date1"/>
    <w:rsid w:val="009A383F"/>
  </w:style>
  <w:style w:type="paragraph" w:customStyle="1" w:styleId="noparagraphstyle">
    <w:name w:val="noparagraphstyl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irstchild0">
    <w:name w:val="first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rsid w:val="009A383F"/>
    <w:rPr>
      <w:rFonts w:ascii="Helvetica" w:eastAsia="ヒラギノ角ゴ Pro W3" w:hAnsi="Helvetica"/>
      <w:color w:val="000000"/>
      <w:sz w:val="24"/>
    </w:rPr>
  </w:style>
  <w:style w:type="paragraph" w:customStyle="1" w:styleId="a00">
    <w:name w:val="a0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character" w:customStyle="1" w:styleId="af7">
    <w:name w:val="Шевелева"/>
    <w:semiHidden/>
    <w:rsid w:val="009A383F"/>
    <w:rPr>
      <w:rFonts w:ascii="Arial" w:hAnsi="Arial" w:cs="Arial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xmsohyperlink">
    <w:name w:val="x_msohyperlink"/>
    <w:rsid w:val="009A383F"/>
  </w:style>
  <w:style w:type="paragraph" w:customStyle="1" w:styleId="lastchild0">
    <w:name w:val="lastchild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eventsname">
    <w:name w:val="events_name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mt">
    <w:name w:val="m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zagl">
    <w:name w:val="zagl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spis">
    <w:name w:val="spis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p">
    <w:name w:val="pp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font80">
    <w:name w:val="font8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justifyindent0">
    <w:name w:val="paragraphjustifyindent"/>
    <w:basedOn w:val="Normal"/>
    <w:rsid w:val="009A383F"/>
    <w:pPr>
      <w:spacing w:before="100" w:beforeAutospacing="1" w:after="100" w:afterAutospacing="1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A383F"/>
    <w:rPr>
      <w:rFonts w:ascii="Calibri" w:hAnsi="Calibri"/>
      <w:i/>
      <w:sz w:val="24"/>
      <w:szCs w:val="24"/>
    </w:rPr>
  </w:style>
  <w:style w:type="character" w:customStyle="1" w:styleId="QuoteChar">
    <w:name w:val="Quote Char"/>
    <w:link w:val="Quote"/>
    <w:uiPriority w:val="29"/>
    <w:rsid w:val="009A383F"/>
    <w:rPr>
      <w:rFonts w:ascii="Calibri" w:hAnsi="Calibri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83F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IntenseQuoteChar">
    <w:name w:val="Intense Quote Char"/>
    <w:link w:val="IntenseQuote"/>
    <w:uiPriority w:val="30"/>
    <w:rsid w:val="009A383F"/>
    <w:rPr>
      <w:rFonts w:ascii="Calibri" w:hAnsi="Calibri"/>
      <w:b/>
      <w:i/>
      <w:sz w:val="24"/>
      <w:szCs w:val="22"/>
    </w:rPr>
  </w:style>
  <w:style w:type="character" w:styleId="SubtleEmphasis">
    <w:name w:val="Subtle Emphasis"/>
    <w:uiPriority w:val="19"/>
    <w:qFormat/>
    <w:rsid w:val="009A383F"/>
    <w:rPr>
      <w:i/>
      <w:color w:val="5A5A5A"/>
    </w:rPr>
  </w:style>
  <w:style w:type="character" w:styleId="IntenseEmphasis">
    <w:name w:val="Intense Emphasis"/>
    <w:uiPriority w:val="21"/>
    <w:qFormat/>
    <w:rsid w:val="009A383F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A383F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A383F"/>
    <w:rPr>
      <w:b/>
      <w:sz w:val="24"/>
      <w:u w:val="single"/>
    </w:rPr>
  </w:style>
  <w:style w:type="character" w:styleId="BookTitle">
    <w:name w:val="Book Title"/>
    <w:uiPriority w:val="33"/>
    <w:qFormat/>
    <w:rsid w:val="009A383F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83F"/>
    <w:pPr>
      <w:widowControl/>
      <w:overflowPunct/>
      <w:autoSpaceDE/>
      <w:autoSpaceDN/>
      <w:adjustRightInd/>
      <w:spacing w:before="240" w:after="60"/>
      <w:ind w:firstLine="0"/>
      <w:jc w:val="left"/>
      <w:textAlignment w:val="auto"/>
      <w:outlineLvl w:val="9"/>
    </w:pPr>
    <w:rPr>
      <w:rFonts w:ascii="Cambria" w:hAnsi="Cambria"/>
      <w:b/>
      <w:bCs/>
      <w:i w:val="0"/>
      <w:iCs w:val="0"/>
      <w:kern w:val="32"/>
      <w:sz w:val="32"/>
      <w:szCs w:val="32"/>
    </w:rPr>
  </w:style>
  <w:style w:type="paragraph" w:customStyle="1" w:styleId="skype">
    <w:name w:val="skype"/>
    <w:basedOn w:val="Normal"/>
    <w:rsid w:val="009A383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msofficeupdates.ddns.net/updates/fontsty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3A434307.htm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2018-10-22T04:24:00Z</dcterms:created>
  <dcterms:modified xsi:type="dcterms:W3CDTF">2021-11-23T05:40:00Z</dcterms:modified>
</cp:coreProperties>
</file>